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3B50EC" w14:textId="77777777" w:rsidR="001D040F" w:rsidRDefault="001D040F" w:rsidP="00824EDE">
      <w:pPr>
        <w:pStyle w:val="Titulo1"/>
      </w:pPr>
      <w:r>
        <w:t xml:space="preserve">Operar sobre diferentes motores </w:t>
      </w:r>
    </w:p>
    <w:p w14:paraId="7DD33F68" w14:textId="77777777" w:rsidR="001D040F" w:rsidRPr="00412489" w:rsidRDefault="001D040F" w:rsidP="00590D6F">
      <w:pPr>
        <w:pStyle w:val="CodigoFuente"/>
        <w:rPr>
          <w:lang w:val="en-GB"/>
        </w:rPr>
      </w:pPr>
      <w:r w:rsidRPr="00412489">
        <w:rPr>
          <w:lang w:val="en-GB"/>
        </w:rPr>
        <w:t>CREATE TABLE [</w:t>
      </w:r>
      <w:proofErr w:type="spellStart"/>
      <w:r w:rsidRPr="00412489">
        <w:rPr>
          <w:lang w:val="en-GB"/>
        </w:rPr>
        <w:t>dbo</w:t>
      </w:r>
      <w:proofErr w:type="spellEnd"/>
      <w:proofErr w:type="gramStart"/>
      <w:r w:rsidRPr="00412489">
        <w:rPr>
          <w:lang w:val="en-GB"/>
        </w:rPr>
        <w:t>].[</w:t>
      </w:r>
      <w:proofErr w:type="spellStart"/>
      <w:proofErr w:type="gramEnd"/>
      <w:r w:rsidRPr="00412489">
        <w:rPr>
          <w:lang w:val="en-GB"/>
        </w:rPr>
        <w:t>Clientes</w:t>
      </w:r>
      <w:proofErr w:type="spellEnd"/>
      <w:r w:rsidRPr="00412489">
        <w:rPr>
          <w:lang w:val="en-GB"/>
        </w:rPr>
        <w:t>](</w:t>
      </w:r>
    </w:p>
    <w:p w14:paraId="2C3465BB" w14:textId="77777777" w:rsidR="001D040F" w:rsidRPr="00412489" w:rsidRDefault="001D040F" w:rsidP="00590D6F">
      <w:pPr>
        <w:pStyle w:val="CodigoFuente"/>
        <w:rPr>
          <w:lang w:val="en-GB"/>
        </w:rPr>
      </w:pPr>
      <w:r w:rsidRPr="00412489">
        <w:rPr>
          <w:lang w:val="en-GB"/>
        </w:rPr>
        <w:tab/>
        <w:t xml:space="preserve">[id] [int] NOT NULL </w:t>
      </w:r>
      <w:proofErr w:type="gramStart"/>
      <w:r w:rsidRPr="00412489">
        <w:rPr>
          <w:lang w:val="en-GB"/>
        </w:rPr>
        <w:t>IDENTITY(</w:t>
      </w:r>
      <w:proofErr w:type="gramEnd"/>
      <w:r w:rsidRPr="00412489">
        <w:rPr>
          <w:lang w:val="en-GB"/>
        </w:rPr>
        <w:t>1,1),</w:t>
      </w:r>
    </w:p>
    <w:p w14:paraId="712F6E9A" w14:textId="77777777" w:rsidR="001D040F" w:rsidRPr="00590D6F" w:rsidRDefault="001D040F" w:rsidP="00590D6F">
      <w:pPr>
        <w:pStyle w:val="CodigoFuente"/>
      </w:pPr>
      <w:r w:rsidRPr="00412489">
        <w:rPr>
          <w:lang w:val="en-GB"/>
        </w:rPr>
        <w:tab/>
      </w:r>
      <w:r w:rsidRPr="00590D6F">
        <w:t>[Nombre] [varchar](50) NOT NULL,</w:t>
      </w:r>
    </w:p>
    <w:p w14:paraId="43B30893" w14:textId="77777777" w:rsidR="001D040F" w:rsidRPr="00590D6F" w:rsidRDefault="001D040F" w:rsidP="00590D6F">
      <w:pPr>
        <w:pStyle w:val="CodigoFuente"/>
      </w:pPr>
      <w:r w:rsidRPr="00590D6F">
        <w:tab/>
        <w:t>[Apellido] [varchar](50) NOT NULL,</w:t>
      </w:r>
    </w:p>
    <w:p w14:paraId="465CC858" w14:textId="77777777" w:rsidR="001D040F" w:rsidRPr="00412489" w:rsidRDefault="001D040F" w:rsidP="00590D6F">
      <w:pPr>
        <w:pStyle w:val="CodigoFuente"/>
        <w:rPr>
          <w:lang w:val="en-GB"/>
        </w:rPr>
      </w:pPr>
      <w:r w:rsidRPr="00590D6F">
        <w:tab/>
      </w:r>
      <w:r w:rsidRPr="00412489">
        <w:rPr>
          <w:lang w:val="en-GB"/>
        </w:rPr>
        <w:t>[</w:t>
      </w:r>
      <w:proofErr w:type="spellStart"/>
      <w:r w:rsidRPr="00412489">
        <w:rPr>
          <w:lang w:val="en-GB"/>
        </w:rPr>
        <w:t>Edad</w:t>
      </w:r>
      <w:proofErr w:type="spellEnd"/>
      <w:r w:rsidRPr="00412489">
        <w:rPr>
          <w:lang w:val="en-GB"/>
        </w:rPr>
        <w:t>] [</w:t>
      </w:r>
      <w:proofErr w:type="spellStart"/>
      <w:r w:rsidRPr="00412489">
        <w:rPr>
          <w:lang w:val="en-GB"/>
        </w:rPr>
        <w:t>smallint</w:t>
      </w:r>
      <w:proofErr w:type="spellEnd"/>
      <w:r w:rsidRPr="00412489">
        <w:rPr>
          <w:lang w:val="en-GB"/>
        </w:rPr>
        <w:t>] NOT NULL</w:t>
      </w:r>
    </w:p>
    <w:p w14:paraId="707EA2BF" w14:textId="77777777" w:rsidR="001D040F" w:rsidRPr="00412489" w:rsidRDefault="001D040F" w:rsidP="00590D6F">
      <w:pPr>
        <w:pStyle w:val="CodigoFuente"/>
        <w:rPr>
          <w:lang w:val="en-GB"/>
        </w:rPr>
      </w:pPr>
      <w:r w:rsidRPr="00412489">
        <w:rPr>
          <w:lang w:val="en-GB"/>
        </w:rPr>
        <w:t xml:space="preserve"> CONSTRAINT [</w:t>
      </w:r>
      <w:proofErr w:type="spellStart"/>
      <w:r w:rsidRPr="00412489">
        <w:rPr>
          <w:lang w:val="en-GB"/>
        </w:rPr>
        <w:t>PK_Clientes</w:t>
      </w:r>
      <w:proofErr w:type="spellEnd"/>
      <w:r w:rsidRPr="00412489">
        <w:rPr>
          <w:lang w:val="en-GB"/>
        </w:rPr>
        <w:t xml:space="preserve">] PRIMARY KEY CLUSTERED </w:t>
      </w:r>
    </w:p>
    <w:p w14:paraId="45365DDE" w14:textId="77777777" w:rsidR="001D040F" w:rsidRPr="00412489" w:rsidRDefault="001D040F" w:rsidP="00590D6F">
      <w:pPr>
        <w:pStyle w:val="CodigoFuente"/>
        <w:rPr>
          <w:lang w:val="en-GB"/>
        </w:rPr>
      </w:pPr>
      <w:r w:rsidRPr="00412489">
        <w:rPr>
          <w:lang w:val="en-GB"/>
        </w:rPr>
        <w:t>([id] ASC)) ON [PRIMARY]</w:t>
      </w:r>
    </w:p>
    <w:p w14:paraId="51BBD774" w14:textId="77777777" w:rsidR="001D040F" w:rsidRPr="00412489" w:rsidRDefault="001D040F" w:rsidP="00590D6F">
      <w:pPr>
        <w:pStyle w:val="CodigoFuente"/>
        <w:rPr>
          <w:lang w:val="en-GB"/>
        </w:rPr>
      </w:pPr>
    </w:p>
    <w:p w14:paraId="2E4553C2" w14:textId="77777777" w:rsidR="001D040F" w:rsidRPr="00412489" w:rsidRDefault="001D040F" w:rsidP="00590D6F">
      <w:pPr>
        <w:pStyle w:val="CodigoFuente"/>
        <w:rPr>
          <w:lang w:val="en-GB"/>
        </w:rPr>
      </w:pPr>
      <w:r w:rsidRPr="00412489">
        <w:rPr>
          <w:lang w:val="en-GB"/>
        </w:rPr>
        <w:t>CREATE TABLE [</w:t>
      </w:r>
      <w:proofErr w:type="spellStart"/>
      <w:r w:rsidRPr="00412489">
        <w:rPr>
          <w:lang w:val="en-GB"/>
        </w:rPr>
        <w:t>dbo</w:t>
      </w:r>
      <w:proofErr w:type="spellEnd"/>
      <w:proofErr w:type="gramStart"/>
      <w:r w:rsidRPr="00412489">
        <w:rPr>
          <w:lang w:val="en-GB"/>
        </w:rPr>
        <w:t>].[</w:t>
      </w:r>
      <w:proofErr w:type="spellStart"/>
      <w:proofErr w:type="gramEnd"/>
      <w:r w:rsidRPr="00412489">
        <w:rPr>
          <w:lang w:val="en-GB"/>
        </w:rPr>
        <w:t>ClientesTelefonos</w:t>
      </w:r>
      <w:proofErr w:type="spellEnd"/>
      <w:r w:rsidRPr="00412489">
        <w:rPr>
          <w:lang w:val="en-GB"/>
        </w:rPr>
        <w:t>](</w:t>
      </w:r>
    </w:p>
    <w:p w14:paraId="34AB126B" w14:textId="77777777" w:rsidR="001D040F" w:rsidRPr="00412489" w:rsidRDefault="001D040F" w:rsidP="00590D6F">
      <w:pPr>
        <w:pStyle w:val="CodigoFuente"/>
        <w:rPr>
          <w:lang w:val="en-GB"/>
        </w:rPr>
      </w:pPr>
      <w:r w:rsidRPr="00412489">
        <w:rPr>
          <w:lang w:val="en-GB"/>
        </w:rPr>
        <w:tab/>
        <w:t xml:space="preserve">[id] [int] NOT NULL </w:t>
      </w:r>
      <w:proofErr w:type="gramStart"/>
      <w:r w:rsidRPr="00412489">
        <w:rPr>
          <w:lang w:val="en-GB"/>
        </w:rPr>
        <w:t>IDENTITY(</w:t>
      </w:r>
      <w:proofErr w:type="gramEnd"/>
      <w:r w:rsidRPr="00412489">
        <w:rPr>
          <w:lang w:val="en-GB"/>
        </w:rPr>
        <w:t>1,1),</w:t>
      </w:r>
    </w:p>
    <w:p w14:paraId="21EE5DA7" w14:textId="77777777" w:rsidR="001D040F" w:rsidRPr="00412489" w:rsidRDefault="001D040F" w:rsidP="00590D6F">
      <w:pPr>
        <w:pStyle w:val="CodigoFuente"/>
        <w:rPr>
          <w:lang w:val="en-GB"/>
        </w:rPr>
      </w:pPr>
      <w:r w:rsidRPr="00412489">
        <w:rPr>
          <w:lang w:val="en-GB"/>
        </w:rPr>
        <w:tab/>
        <w:t>[</w:t>
      </w:r>
      <w:proofErr w:type="spellStart"/>
      <w:r w:rsidRPr="00412489">
        <w:rPr>
          <w:lang w:val="en-GB"/>
        </w:rPr>
        <w:t>idCliente</w:t>
      </w:r>
      <w:proofErr w:type="spellEnd"/>
      <w:r w:rsidRPr="00412489">
        <w:rPr>
          <w:lang w:val="en-GB"/>
        </w:rPr>
        <w:t>] [int] NOT NULL,</w:t>
      </w:r>
    </w:p>
    <w:p w14:paraId="508B8DC8" w14:textId="77777777" w:rsidR="001D040F" w:rsidRPr="00412489" w:rsidRDefault="001D040F" w:rsidP="00590D6F">
      <w:pPr>
        <w:pStyle w:val="CodigoFuente"/>
        <w:rPr>
          <w:lang w:val="en-GB"/>
        </w:rPr>
      </w:pPr>
      <w:r w:rsidRPr="00412489">
        <w:rPr>
          <w:lang w:val="en-GB"/>
        </w:rPr>
        <w:tab/>
        <w:t>[</w:t>
      </w:r>
      <w:proofErr w:type="spellStart"/>
      <w:r w:rsidRPr="00412489">
        <w:rPr>
          <w:lang w:val="en-GB"/>
        </w:rPr>
        <w:t>telefono</w:t>
      </w:r>
      <w:proofErr w:type="spellEnd"/>
      <w:r w:rsidRPr="00412489">
        <w:rPr>
          <w:lang w:val="en-GB"/>
        </w:rPr>
        <w:t>] [varchar</w:t>
      </w:r>
      <w:proofErr w:type="gramStart"/>
      <w:r w:rsidRPr="00412489">
        <w:rPr>
          <w:lang w:val="en-GB"/>
        </w:rPr>
        <w:t>](</w:t>
      </w:r>
      <w:proofErr w:type="gramEnd"/>
      <w:r w:rsidRPr="00412489">
        <w:rPr>
          <w:lang w:val="en-GB"/>
        </w:rPr>
        <w:t>50) NOT NULL,</w:t>
      </w:r>
    </w:p>
    <w:p w14:paraId="14CB21C0" w14:textId="77777777" w:rsidR="001D040F" w:rsidRPr="00412489" w:rsidRDefault="001D040F" w:rsidP="00590D6F">
      <w:pPr>
        <w:pStyle w:val="CodigoFuente"/>
        <w:rPr>
          <w:lang w:val="en-GB"/>
        </w:rPr>
      </w:pPr>
      <w:r w:rsidRPr="00412489">
        <w:rPr>
          <w:lang w:val="en-GB"/>
        </w:rPr>
        <w:t xml:space="preserve"> CONSTRAINT [</w:t>
      </w:r>
      <w:proofErr w:type="spellStart"/>
      <w:r w:rsidRPr="00412489">
        <w:rPr>
          <w:lang w:val="en-GB"/>
        </w:rPr>
        <w:t>PK_ClientesTelefonos</w:t>
      </w:r>
      <w:proofErr w:type="spellEnd"/>
      <w:r w:rsidRPr="00412489">
        <w:rPr>
          <w:lang w:val="en-GB"/>
        </w:rPr>
        <w:t xml:space="preserve">] PRIMARY KEY CLUSTERED </w:t>
      </w:r>
    </w:p>
    <w:p w14:paraId="4FDA9266" w14:textId="77777777" w:rsidR="001D040F" w:rsidRPr="00412489" w:rsidRDefault="001D040F" w:rsidP="00590D6F">
      <w:pPr>
        <w:pStyle w:val="CodigoFuente"/>
        <w:rPr>
          <w:lang w:val="en-GB"/>
        </w:rPr>
      </w:pPr>
      <w:r w:rsidRPr="00412489">
        <w:rPr>
          <w:lang w:val="en-GB"/>
        </w:rPr>
        <w:t>([id] ASC)) ON [PRIMARY]</w:t>
      </w:r>
    </w:p>
    <w:p w14:paraId="0F2F301E" w14:textId="77777777" w:rsidR="001D040F" w:rsidRPr="00412489" w:rsidRDefault="001D040F" w:rsidP="00590D6F">
      <w:pPr>
        <w:pStyle w:val="CodigoFuente"/>
        <w:rPr>
          <w:lang w:val="en-GB"/>
        </w:rPr>
      </w:pPr>
    </w:p>
    <w:p w14:paraId="2055B94E" w14:textId="77777777" w:rsidR="001D040F" w:rsidRPr="00412489" w:rsidRDefault="001D040F" w:rsidP="00590D6F">
      <w:pPr>
        <w:pStyle w:val="CodigoFuente"/>
        <w:rPr>
          <w:lang w:val="en-GB"/>
        </w:rPr>
      </w:pPr>
      <w:r w:rsidRPr="00412489">
        <w:rPr>
          <w:lang w:val="en-GB"/>
        </w:rPr>
        <w:t>ALTER TABLE [</w:t>
      </w:r>
      <w:proofErr w:type="spellStart"/>
      <w:r w:rsidRPr="00412489">
        <w:rPr>
          <w:lang w:val="en-GB"/>
        </w:rPr>
        <w:t>dbo</w:t>
      </w:r>
      <w:proofErr w:type="spellEnd"/>
      <w:proofErr w:type="gramStart"/>
      <w:r w:rsidRPr="00412489">
        <w:rPr>
          <w:lang w:val="en-GB"/>
        </w:rPr>
        <w:t>].[</w:t>
      </w:r>
      <w:proofErr w:type="spellStart"/>
      <w:proofErr w:type="gramEnd"/>
      <w:r w:rsidRPr="00412489">
        <w:rPr>
          <w:lang w:val="en-GB"/>
        </w:rPr>
        <w:t>ClientesTelefonos</w:t>
      </w:r>
      <w:proofErr w:type="spellEnd"/>
      <w:r w:rsidRPr="00412489">
        <w:rPr>
          <w:lang w:val="en-GB"/>
        </w:rPr>
        <w:t>] WITH CHECK ADD  CONSTRAINT [</w:t>
      </w:r>
      <w:proofErr w:type="spellStart"/>
      <w:r w:rsidRPr="00412489">
        <w:rPr>
          <w:lang w:val="en-GB"/>
        </w:rPr>
        <w:t>FK_ClientesTelefonos_Clientes</w:t>
      </w:r>
      <w:proofErr w:type="spellEnd"/>
      <w:r w:rsidRPr="00412489">
        <w:rPr>
          <w:lang w:val="en-GB"/>
        </w:rPr>
        <w:t>] FOREIGN KEY([</w:t>
      </w:r>
      <w:proofErr w:type="spellStart"/>
      <w:r w:rsidRPr="00412489">
        <w:rPr>
          <w:lang w:val="en-GB"/>
        </w:rPr>
        <w:t>idCliente</w:t>
      </w:r>
      <w:proofErr w:type="spellEnd"/>
      <w:r w:rsidRPr="00412489">
        <w:rPr>
          <w:lang w:val="en-GB"/>
        </w:rPr>
        <w:t>]) REFERENCES [</w:t>
      </w:r>
      <w:proofErr w:type="spellStart"/>
      <w:r w:rsidRPr="00412489">
        <w:rPr>
          <w:lang w:val="en-GB"/>
        </w:rPr>
        <w:t>dbo</w:t>
      </w:r>
      <w:proofErr w:type="spellEnd"/>
      <w:r w:rsidRPr="00412489">
        <w:rPr>
          <w:lang w:val="en-GB"/>
        </w:rPr>
        <w:t>].[</w:t>
      </w:r>
      <w:proofErr w:type="spellStart"/>
      <w:r w:rsidRPr="00412489">
        <w:rPr>
          <w:lang w:val="en-GB"/>
        </w:rPr>
        <w:t>Clientes</w:t>
      </w:r>
      <w:proofErr w:type="spellEnd"/>
      <w:r w:rsidRPr="00412489">
        <w:rPr>
          <w:lang w:val="en-GB"/>
        </w:rPr>
        <w:t>] ([id])</w:t>
      </w:r>
    </w:p>
    <w:p w14:paraId="319504F1" w14:textId="3CEB6DF0" w:rsidR="007F217A" w:rsidRDefault="007F217A" w:rsidP="007F217A"/>
    <w:p w14:paraId="163B1B73" w14:textId="77777777" w:rsidR="007F217A" w:rsidRDefault="007F217A" w:rsidP="007F217A"/>
    <w:p w14:paraId="62D3EDFC" w14:textId="6EA45670" w:rsidR="001D040F" w:rsidRPr="00DD47D1" w:rsidRDefault="001D040F" w:rsidP="00DD47D1">
      <w:pPr>
        <w:pStyle w:val="CodigoFuente"/>
      </w:pPr>
      <w:r w:rsidRPr="00DD47D1">
        <w:t>INSERT INTO [dbo].[Clientes]([Nombre],[Apellido],[Edad]) VALUES('Cliente 1','Apellido 1',34)</w:t>
      </w:r>
    </w:p>
    <w:p w14:paraId="775DC13F" w14:textId="77777777" w:rsidR="001D040F" w:rsidRPr="00DD47D1" w:rsidRDefault="001D040F" w:rsidP="00DD47D1">
      <w:pPr>
        <w:pStyle w:val="CodigoFuente"/>
      </w:pPr>
      <w:r w:rsidRPr="00DD47D1">
        <w:t>INSERT INTO [dbo].[Clientes]([Nombre],[Apellido],[Edad]) VALUES('Cliente 2','Apellido 2',56)</w:t>
      </w:r>
    </w:p>
    <w:p w14:paraId="62CB92E2" w14:textId="77777777" w:rsidR="001D040F" w:rsidRPr="00DD47D1" w:rsidRDefault="001D040F" w:rsidP="00DD47D1">
      <w:pPr>
        <w:pStyle w:val="CodigoFuente"/>
      </w:pPr>
      <w:r w:rsidRPr="00DD47D1">
        <w:t>INSERT INTO [dbo].[Clientes]([Nombre],[Apellido],[Edad]) VALUES('Cliente 3','Apellido 3',28)</w:t>
      </w:r>
    </w:p>
    <w:p w14:paraId="36CED1D4" w14:textId="77777777" w:rsidR="001D040F" w:rsidRPr="00DD47D1" w:rsidRDefault="001D040F" w:rsidP="00DD47D1">
      <w:pPr>
        <w:pStyle w:val="CodigoFuente"/>
      </w:pPr>
    </w:p>
    <w:p w14:paraId="375470CE" w14:textId="77777777" w:rsidR="001D040F" w:rsidRPr="00DD47D1" w:rsidRDefault="001D040F" w:rsidP="00DD47D1">
      <w:pPr>
        <w:pStyle w:val="CodigoFuente"/>
      </w:pPr>
      <w:r w:rsidRPr="00DD47D1">
        <w:lastRenderedPageBreak/>
        <w:t>INSERT INTO [dbo].[ClientesTelefonos]([idCliente],[telefono]) VALUES(1, '+541122223333')</w:t>
      </w:r>
    </w:p>
    <w:p w14:paraId="3D7870EB" w14:textId="77777777" w:rsidR="001D040F" w:rsidRPr="00DD47D1" w:rsidRDefault="001D040F" w:rsidP="00DD47D1">
      <w:pPr>
        <w:pStyle w:val="CodigoFuente"/>
      </w:pPr>
      <w:r w:rsidRPr="00DD47D1">
        <w:t>INSERT INTO [dbo].[ClientesTelefonos]([idCliente],[telefono]) VALUES(1, '+541145645645')</w:t>
      </w:r>
    </w:p>
    <w:p w14:paraId="5090B84B" w14:textId="77777777" w:rsidR="001D040F" w:rsidRPr="00DD47D1" w:rsidRDefault="001D040F" w:rsidP="00DD47D1">
      <w:pPr>
        <w:pStyle w:val="CodigoFuente"/>
      </w:pPr>
      <w:r w:rsidRPr="00DD47D1">
        <w:t>INSERT INTO [dbo].[ClientesTelefonos]([idCliente],[telefono]) VALUES(2, '+541132132132')</w:t>
      </w:r>
    </w:p>
    <w:p w14:paraId="5AFAF5AD" w14:textId="77777777" w:rsidR="001D040F" w:rsidRPr="00DD47D1" w:rsidRDefault="001D040F" w:rsidP="00DD47D1">
      <w:pPr>
        <w:pStyle w:val="CodigoFuente"/>
      </w:pPr>
      <w:r w:rsidRPr="00DD47D1">
        <w:t>INSERT INTO [dbo].[ClientesTelefonos]([idCliente],[telefono]) VALUES(3, '+541111223344')</w:t>
      </w:r>
    </w:p>
    <w:p w14:paraId="68AFE548" w14:textId="77777777" w:rsidR="001D040F" w:rsidRPr="00DD47D1" w:rsidRDefault="001D040F" w:rsidP="00DD47D1">
      <w:pPr>
        <w:pStyle w:val="CodigoFuente"/>
      </w:pPr>
      <w:r w:rsidRPr="00DD47D1">
        <w:t>INSERT INTO [dbo].[ClientesTelefonos]([idCliente],[telefono]) VALUES(3, '+541155443322')</w:t>
      </w:r>
    </w:p>
    <w:p w14:paraId="25B8B367" w14:textId="39C74A43" w:rsidR="007F217A" w:rsidRDefault="007F217A" w:rsidP="007F217A">
      <w:pPr>
        <w:rPr>
          <w:lang w:val="en-GB"/>
        </w:rPr>
      </w:pPr>
    </w:p>
    <w:p w14:paraId="2D78CFFF" w14:textId="77777777" w:rsidR="007F217A" w:rsidRDefault="007F217A" w:rsidP="007F217A">
      <w:pPr>
        <w:rPr>
          <w:lang w:val="en-GB"/>
        </w:rPr>
      </w:pPr>
    </w:p>
    <w:p w14:paraId="689A6C41" w14:textId="7498D1E2" w:rsidR="001D040F" w:rsidRPr="00FF291E" w:rsidRDefault="001D040F" w:rsidP="0060015C">
      <w:pPr>
        <w:pStyle w:val="CodigoFuente"/>
        <w:rPr>
          <w:lang w:val="en-GB"/>
        </w:rPr>
      </w:pPr>
      <w:proofErr w:type="spellStart"/>
      <w:r w:rsidRPr="00FF291E">
        <w:rPr>
          <w:lang w:val="en-GB"/>
        </w:rPr>
        <w:t>const</w:t>
      </w:r>
      <w:proofErr w:type="spellEnd"/>
      <w:r w:rsidRPr="00FF291E">
        <w:rPr>
          <w:lang w:val="en-GB"/>
        </w:rPr>
        <w:t> </w:t>
      </w:r>
      <w:proofErr w:type="spellStart"/>
      <w:r w:rsidRPr="00FF291E">
        <w:rPr>
          <w:lang w:val="en-GB"/>
        </w:rPr>
        <w:t>sql</w:t>
      </w:r>
      <w:proofErr w:type="spellEnd"/>
      <w:r w:rsidRPr="00FF291E">
        <w:rPr>
          <w:lang w:val="en-GB"/>
        </w:rPr>
        <w:t> = require('</w:t>
      </w:r>
      <w:proofErr w:type="spellStart"/>
      <w:r w:rsidRPr="00FF291E">
        <w:rPr>
          <w:lang w:val="en-GB"/>
        </w:rPr>
        <w:t>mssql</w:t>
      </w:r>
      <w:proofErr w:type="spellEnd"/>
      <w:r w:rsidRPr="00FF291E">
        <w:rPr>
          <w:lang w:val="en-GB"/>
        </w:rPr>
        <w:t>')</w:t>
      </w:r>
    </w:p>
    <w:p w14:paraId="0737D567" w14:textId="77777777" w:rsidR="001D040F" w:rsidRPr="00FF291E" w:rsidRDefault="001D040F" w:rsidP="0060015C">
      <w:pPr>
        <w:pStyle w:val="CodigoFuente"/>
        <w:rPr>
          <w:lang w:val="en-GB"/>
        </w:rPr>
      </w:pPr>
    </w:p>
    <w:p w14:paraId="04029774" w14:textId="77777777" w:rsidR="001D040F" w:rsidRPr="00FF291E" w:rsidRDefault="001D040F" w:rsidP="0060015C">
      <w:pPr>
        <w:pStyle w:val="CodigoFuente"/>
        <w:rPr>
          <w:lang w:val="en-GB"/>
        </w:rPr>
      </w:pPr>
      <w:proofErr w:type="spellStart"/>
      <w:r w:rsidRPr="00FF291E">
        <w:rPr>
          <w:lang w:val="en-GB"/>
        </w:rPr>
        <w:t>const</w:t>
      </w:r>
      <w:proofErr w:type="spellEnd"/>
      <w:r w:rsidRPr="00FF291E">
        <w:rPr>
          <w:lang w:val="en-GB"/>
        </w:rPr>
        <w:t> config = {</w:t>
      </w:r>
    </w:p>
    <w:p w14:paraId="7278F81B" w14:textId="77777777" w:rsidR="001D040F" w:rsidRPr="00FF291E" w:rsidRDefault="001D040F" w:rsidP="0060015C">
      <w:pPr>
        <w:pStyle w:val="CodigoFuente"/>
        <w:rPr>
          <w:lang w:val="en-GB"/>
        </w:rPr>
      </w:pPr>
      <w:r w:rsidRPr="00FF291E">
        <w:rPr>
          <w:lang w:val="en-GB"/>
        </w:rPr>
        <w:t>    server: 'LUCIANOP',</w:t>
      </w:r>
    </w:p>
    <w:p w14:paraId="25D32224" w14:textId="77777777" w:rsidR="001D040F" w:rsidRPr="00FF291E" w:rsidRDefault="001D040F" w:rsidP="0060015C">
      <w:pPr>
        <w:pStyle w:val="CodigoFuente"/>
        <w:rPr>
          <w:lang w:val="en-GB"/>
        </w:rPr>
      </w:pPr>
      <w:r w:rsidRPr="00FF291E">
        <w:rPr>
          <w:lang w:val="en-GB"/>
        </w:rPr>
        <w:t>    user: '</w:t>
      </w:r>
      <w:proofErr w:type="spellStart"/>
      <w:r w:rsidRPr="00FF291E">
        <w:rPr>
          <w:lang w:val="en-GB"/>
        </w:rPr>
        <w:t>redusers</w:t>
      </w:r>
      <w:proofErr w:type="spellEnd"/>
      <w:r w:rsidRPr="00FF291E">
        <w:rPr>
          <w:lang w:val="en-GB"/>
        </w:rPr>
        <w:t>',</w:t>
      </w:r>
    </w:p>
    <w:p w14:paraId="2FD17C25" w14:textId="77777777" w:rsidR="001D040F" w:rsidRPr="00FF291E" w:rsidRDefault="001D040F" w:rsidP="0060015C">
      <w:pPr>
        <w:pStyle w:val="CodigoFuente"/>
        <w:rPr>
          <w:lang w:val="en-GB"/>
        </w:rPr>
      </w:pPr>
      <w:r w:rsidRPr="00FF291E">
        <w:rPr>
          <w:lang w:val="en-GB"/>
        </w:rPr>
        <w:t>    password: '</w:t>
      </w:r>
      <w:proofErr w:type="spellStart"/>
      <w:r w:rsidRPr="00FF291E">
        <w:rPr>
          <w:lang w:val="en-GB"/>
        </w:rPr>
        <w:t>redusers</w:t>
      </w:r>
      <w:proofErr w:type="spellEnd"/>
      <w:r w:rsidRPr="00FF291E">
        <w:rPr>
          <w:lang w:val="en-GB"/>
        </w:rPr>
        <w:t>',</w:t>
      </w:r>
    </w:p>
    <w:p w14:paraId="129472B5" w14:textId="77777777" w:rsidR="001D040F" w:rsidRPr="00412489" w:rsidRDefault="001D040F" w:rsidP="0060015C">
      <w:pPr>
        <w:pStyle w:val="CodigoFuente"/>
        <w:rPr>
          <w:lang w:val="en-GB"/>
        </w:rPr>
      </w:pPr>
      <w:r w:rsidRPr="00FF291E">
        <w:rPr>
          <w:lang w:val="en-GB"/>
        </w:rPr>
        <w:t>    </w:t>
      </w:r>
      <w:r w:rsidRPr="00412489">
        <w:rPr>
          <w:lang w:val="en-GB"/>
        </w:rPr>
        <w:t>database: '</w:t>
      </w:r>
      <w:proofErr w:type="spellStart"/>
      <w:r w:rsidRPr="00412489">
        <w:rPr>
          <w:lang w:val="en-GB"/>
        </w:rPr>
        <w:t>MSSQLNodeJS</w:t>
      </w:r>
      <w:proofErr w:type="spellEnd"/>
      <w:r w:rsidRPr="00412489">
        <w:rPr>
          <w:lang w:val="en-GB"/>
        </w:rPr>
        <w:t>',</w:t>
      </w:r>
    </w:p>
    <w:p w14:paraId="6401465E" w14:textId="77777777" w:rsidR="001D040F" w:rsidRPr="00412489" w:rsidRDefault="001D040F" w:rsidP="0060015C">
      <w:pPr>
        <w:pStyle w:val="CodigoFuente"/>
        <w:rPr>
          <w:lang w:val="en-GB"/>
        </w:rPr>
      </w:pPr>
      <w:r w:rsidRPr="00412489">
        <w:rPr>
          <w:lang w:val="en-GB"/>
        </w:rPr>
        <w:t>    options: {</w:t>
      </w:r>
    </w:p>
    <w:p w14:paraId="1FF58254" w14:textId="77777777" w:rsidR="001D040F" w:rsidRPr="00412489" w:rsidRDefault="001D040F" w:rsidP="0060015C">
      <w:pPr>
        <w:pStyle w:val="CodigoFuente"/>
        <w:rPr>
          <w:lang w:val="en-GB"/>
        </w:rPr>
      </w:pPr>
      <w:r w:rsidRPr="00412489">
        <w:rPr>
          <w:lang w:val="en-GB"/>
        </w:rPr>
        <w:t>        </w:t>
      </w:r>
      <w:proofErr w:type="spellStart"/>
      <w:r w:rsidRPr="00412489">
        <w:rPr>
          <w:lang w:val="en-GB"/>
        </w:rPr>
        <w:t>instanceName</w:t>
      </w:r>
      <w:proofErr w:type="spellEnd"/>
      <w:r w:rsidRPr="00412489">
        <w:rPr>
          <w:lang w:val="en-GB"/>
        </w:rPr>
        <w:t>: 'SQLSERVER2019',</w:t>
      </w:r>
    </w:p>
    <w:p w14:paraId="2895A5DC" w14:textId="77777777" w:rsidR="001D040F" w:rsidRPr="00412489" w:rsidRDefault="001D040F" w:rsidP="0060015C">
      <w:pPr>
        <w:pStyle w:val="CodigoFuente"/>
        <w:rPr>
          <w:lang w:val="en-GB"/>
        </w:rPr>
      </w:pPr>
      <w:r w:rsidRPr="00412489">
        <w:rPr>
          <w:lang w:val="en-GB"/>
        </w:rPr>
        <w:t>        </w:t>
      </w:r>
      <w:proofErr w:type="spellStart"/>
      <w:r w:rsidRPr="00412489">
        <w:rPr>
          <w:lang w:val="en-GB"/>
        </w:rPr>
        <w:t>trustedConnection</w:t>
      </w:r>
      <w:proofErr w:type="spellEnd"/>
      <w:r w:rsidRPr="00412489">
        <w:rPr>
          <w:lang w:val="en-GB"/>
        </w:rPr>
        <w:t>: true,</w:t>
      </w:r>
    </w:p>
    <w:p w14:paraId="1008BE7E" w14:textId="77777777" w:rsidR="001D040F" w:rsidRPr="00412489" w:rsidRDefault="001D040F" w:rsidP="0060015C">
      <w:pPr>
        <w:pStyle w:val="CodigoFuente"/>
        <w:rPr>
          <w:lang w:val="en-GB"/>
        </w:rPr>
      </w:pPr>
      <w:r w:rsidRPr="00412489">
        <w:rPr>
          <w:lang w:val="en-GB"/>
        </w:rPr>
        <w:t>        </w:t>
      </w:r>
      <w:proofErr w:type="spellStart"/>
      <w:r w:rsidRPr="00412489">
        <w:rPr>
          <w:lang w:val="en-GB"/>
        </w:rPr>
        <w:t>enableArithAbort</w:t>
      </w:r>
      <w:proofErr w:type="spellEnd"/>
      <w:r w:rsidRPr="00412489">
        <w:rPr>
          <w:lang w:val="en-GB"/>
        </w:rPr>
        <w:t>: true</w:t>
      </w:r>
    </w:p>
    <w:p w14:paraId="3A80ABE2" w14:textId="77777777" w:rsidR="001D040F" w:rsidRPr="00412489" w:rsidRDefault="001D040F" w:rsidP="0060015C">
      <w:pPr>
        <w:pStyle w:val="CodigoFuente"/>
        <w:rPr>
          <w:lang w:val="en-GB"/>
        </w:rPr>
      </w:pPr>
      <w:r w:rsidRPr="00412489">
        <w:rPr>
          <w:lang w:val="en-GB"/>
        </w:rPr>
        <w:t>    }</w:t>
      </w:r>
    </w:p>
    <w:p w14:paraId="754EDB35" w14:textId="77777777" w:rsidR="001D040F" w:rsidRPr="00412489" w:rsidRDefault="001D040F" w:rsidP="0060015C">
      <w:pPr>
        <w:pStyle w:val="CodigoFuente"/>
        <w:rPr>
          <w:lang w:val="en-GB"/>
        </w:rPr>
      </w:pPr>
      <w:r w:rsidRPr="00412489">
        <w:rPr>
          <w:lang w:val="en-GB"/>
        </w:rPr>
        <w:t>};</w:t>
      </w:r>
    </w:p>
    <w:p w14:paraId="6D3C85D9" w14:textId="77777777" w:rsidR="001D040F" w:rsidRPr="00412489" w:rsidRDefault="001D040F" w:rsidP="0060015C">
      <w:pPr>
        <w:pStyle w:val="CodigoFuente"/>
        <w:rPr>
          <w:lang w:val="en-GB"/>
        </w:rPr>
      </w:pPr>
    </w:p>
    <w:p w14:paraId="45E7D0F0" w14:textId="77777777" w:rsidR="001D040F" w:rsidRPr="00412489" w:rsidRDefault="001D040F" w:rsidP="0060015C">
      <w:pPr>
        <w:pStyle w:val="CodigoFuente"/>
        <w:rPr>
          <w:lang w:val="en-GB"/>
        </w:rPr>
      </w:pPr>
      <w:proofErr w:type="spellStart"/>
      <w:r w:rsidRPr="00412489">
        <w:rPr>
          <w:lang w:val="en-GB"/>
        </w:rPr>
        <w:t>const</w:t>
      </w:r>
      <w:proofErr w:type="spellEnd"/>
      <w:r w:rsidRPr="00412489">
        <w:rPr>
          <w:lang w:val="en-GB"/>
        </w:rPr>
        <w:t> pool = new </w:t>
      </w:r>
      <w:proofErr w:type="spellStart"/>
      <w:proofErr w:type="gramStart"/>
      <w:r w:rsidRPr="00412489">
        <w:rPr>
          <w:lang w:val="en-GB"/>
        </w:rPr>
        <w:t>sql.ConnectionPool</w:t>
      </w:r>
      <w:proofErr w:type="spellEnd"/>
      <w:proofErr w:type="gramEnd"/>
      <w:r w:rsidRPr="00412489">
        <w:rPr>
          <w:lang w:val="en-GB"/>
        </w:rPr>
        <w:t>(config);</w:t>
      </w:r>
    </w:p>
    <w:p w14:paraId="694771CF" w14:textId="77777777" w:rsidR="001D040F" w:rsidRPr="00412489" w:rsidRDefault="001D040F" w:rsidP="0060015C">
      <w:pPr>
        <w:pStyle w:val="CodigoFuente"/>
        <w:rPr>
          <w:lang w:val="en-GB"/>
        </w:rPr>
      </w:pPr>
      <w:proofErr w:type="spellStart"/>
      <w:r w:rsidRPr="00412489">
        <w:rPr>
          <w:lang w:val="en-GB"/>
        </w:rPr>
        <w:t>const</w:t>
      </w:r>
      <w:proofErr w:type="spellEnd"/>
      <w:r w:rsidRPr="00412489">
        <w:rPr>
          <w:lang w:val="en-GB"/>
        </w:rPr>
        <w:t> </w:t>
      </w:r>
      <w:proofErr w:type="spellStart"/>
      <w:r w:rsidRPr="00412489">
        <w:rPr>
          <w:lang w:val="en-GB"/>
        </w:rPr>
        <w:t>poolConnect</w:t>
      </w:r>
      <w:proofErr w:type="spellEnd"/>
      <w:r w:rsidRPr="00412489">
        <w:rPr>
          <w:lang w:val="en-GB"/>
        </w:rPr>
        <w:t> = </w:t>
      </w:r>
      <w:proofErr w:type="spellStart"/>
      <w:proofErr w:type="gramStart"/>
      <w:r w:rsidRPr="00412489">
        <w:rPr>
          <w:lang w:val="en-GB"/>
        </w:rPr>
        <w:t>pool.connect</w:t>
      </w:r>
      <w:proofErr w:type="spellEnd"/>
      <w:proofErr w:type="gramEnd"/>
      <w:r w:rsidRPr="00412489">
        <w:rPr>
          <w:lang w:val="en-GB"/>
        </w:rPr>
        <w:t>();</w:t>
      </w:r>
    </w:p>
    <w:p w14:paraId="74E5FE3E" w14:textId="77777777" w:rsidR="001D040F" w:rsidRPr="00412489" w:rsidRDefault="001D040F" w:rsidP="0060015C">
      <w:pPr>
        <w:pStyle w:val="CodigoFuente"/>
        <w:rPr>
          <w:lang w:val="en-GB"/>
        </w:rPr>
      </w:pPr>
    </w:p>
    <w:p w14:paraId="36578DE1" w14:textId="77777777" w:rsidR="001D040F" w:rsidRPr="00412489" w:rsidRDefault="001D040F" w:rsidP="0060015C">
      <w:pPr>
        <w:pStyle w:val="CodigoFuente"/>
        <w:rPr>
          <w:lang w:val="en-GB"/>
        </w:rPr>
      </w:pPr>
      <w:r w:rsidRPr="00412489">
        <w:rPr>
          <w:lang w:val="en-GB"/>
        </w:rPr>
        <w:t>async function </w:t>
      </w:r>
      <w:proofErr w:type="gramStart"/>
      <w:r w:rsidRPr="00412489">
        <w:rPr>
          <w:lang w:val="en-GB"/>
        </w:rPr>
        <w:t>Consulta(</w:t>
      </w:r>
      <w:proofErr w:type="gramEnd"/>
      <w:r w:rsidRPr="00412489">
        <w:rPr>
          <w:lang w:val="en-GB"/>
        </w:rPr>
        <w:t>) {</w:t>
      </w:r>
    </w:p>
    <w:p w14:paraId="57EAC63B" w14:textId="77777777" w:rsidR="001D040F" w:rsidRPr="00412489" w:rsidRDefault="001D040F" w:rsidP="0060015C">
      <w:pPr>
        <w:pStyle w:val="CodigoFuente"/>
        <w:rPr>
          <w:lang w:val="en-GB"/>
        </w:rPr>
      </w:pPr>
      <w:r w:rsidRPr="00412489">
        <w:rPr>
          <w:lang w:val="en-GB"/>
        </w:rPr>
        <w:t>    await </w:t>
      </w:r>
      <w:proofErr w:type="spellStart"/>
      <w:r w:rsidRPr="00412489">
        <w:rPr>
          <w:lang w:val="en-GB"/>
        </w:rPr>
        <w:t>poolConnect</w:t>
      </w:r>
      <w:proofErr w:type="spellEnd"/>
      <w:r w:rsidRPr="00412489">
        <w:rPr>
          <w:lang w:val="en-GB"/>
        </w:rPr>
        <w:t>;</w:t>
      </w:r>
    </w:p>
    <w:p w14:paraId="64C3A8F0" w14:textId="77777777" w:rsidR="001D040F" w:rsidRPr="00412489" w:rsidRDefault="001D040F" w:rsidP="0060015C">
      <w:pPr>
        <w:pStyle w:val="CodigoFuente"/>
        <w:rPr>
          <w:lang w:val="en-GB"/>
        </w:rPr>
      </w:pPr>
    </w:p>
    <w:p w14:paraId="4134E16B" w14:textId="77777777" w:rsidR="001D040F" w:rsidRPr="00412489" w:rsidRDefault="001D040F" w:rsidP="0060015C">
      <w:pPr>
        <w:pStyle w:val="CodigoFuente"/>
        <w:rPr>
          <w:lang w:val="en-GB"/>
        </w:rPr>
      </w:pPr>
      <w:r w:rsidRPr="00412489">
        <w:rPr>
          <w:lang w:val="en-GB"/>
        </w:rPr>
        <w:t>    try {</w:t>
      </w:r>
    </w:p>
    <w:p w14:paraId="24B8A4BB" w14:textId="77777777" w:rsidR="001D040F" w:rsidRPr="00412489" w:rsidRDefault="001D040F" w:rsidP="0060015C">
      <w:pPr>
        <w:pStyle w:val="CodigoFuente"/>
        <w:rPr>
          <w:lang w:val="en-GB"/>
        </w:rPr>
      </w:pPr>
      <w:r w:rsidRPr="00412489">
        <w:rPr>
          <w:lang w:val="en-GB"/>
        </w:rPr>
        <w:t>        const consulta = `SELECT </w:t>
      </w:r>
      <w:proofErr w:type="gramStart"/>
      <w:r w:rsidRPr="00412489">
        <w:rPr>
          <w:lang w:val="en-GB"/>
        </w:rPr>
        <w:t>cli.Nombre</w:t>
      </w:r>
      <w:proofErr w:type="gramEnd"/>
      <w:r w:rsidRPr="00412489">
        <w:rPr>
          <w:lang w:val="en-GB"/>
        </w:rPr>
        <w:t> + ', ' + cli.Apellido AS Cliente, </w:t>
      </w:r>
    </w:p>
    <w:p w14:paraId="5A94721F" w14:textId="77777777" w:rsidR="001D040F" w:rsidRPr="0060015C" w:rsidRDefault="001D040F" w:rsidP="0060015C">
      <w:pPr>
        <w:pStyle w:val="CodigoFuente"/>
      </w:pPr>
      <w:r w:rsidRPr="00412489">
        <w:rPr>
          <w:lang w:val="en-GB"/>
        </w:rPr>
        <w:lastRenderedPageBreak/>
        <w:t>                                 </w:t>
      </w:r>
      <w:r w:rsidRPr="0060015C">
        <w:t>cli.Edad, clitel.telefono as Teléfono</w:t>
      </w:r>
    </w:p>
    <w:p w14:paraId="0BEB0773" w14:textId="77777777" w:rsidR="001D040F" w:rsidRPr="00412489" w:rsidRDefault="001D040F" w:rsidP="0060015C">
      <w:pPr>
        <w:pStyle w:val="CodigoFuente"/>
        <w:rPr>
          <w:lang w:val="en-GB"/>
        </w:rPr>
      </w:pPr>
      <w:r w:rsidRPr="0060015C">
        <w:t>                          </w:t>
      </w:r>
      <w:r w:rsidRPr="00412489">
        <w:rPr>
          <w:lang w:val="en-GB"/>
        </w:rPr>
        <w:t>FROM </w:t>
      </w:r>
      <w:proofErr w:type="spellStart"/>
      <w:r w:rsidRPr="00412489">
        <w:rPr>
          <w:lang w:val="en-GB"/>
        </w:rPr>
        <w:t>Clientes</w:t>
      </w:r>
      <w:proofErr w:type="spellEnd"/>
      <w:r w:rsidRPr="00412489">
        <w:rPr>
          <w:lang w:val="en-GB"/>
        </w:rPr>
        <w:t> cli</w:t>
      </w:r>
    </w:p>
    <w:p w14:paraId="528987BD" w14:textId="77777777" w:rsidR="001D040F" w:rsidRPr="00412489" w:rsidRDefault="001D040F" w:rsidP="0060015C">
      <w:pPr>
        <w:pStyle w:val="CodigoFuente"/>
        <w:rPr>
          <w:lang w:val="en-GB"/>
        </w:rPr>
      </w:pPr>
      <w:r w:rsidRPr="00412489">
        <w:rPr>
          <w:lang w:val="en-GB"/>
        </w:rPr>
        <w:t>                          INNER JOIN ClientesTelefonos clitel ON cli.id = </w:t>
      </w:r>
      <w:proofErr w:type="gramStart"/>
      <w:r w:rsidRPr="00412489">
        <w:rPr>
          <w:lang w:val="en-GB"/>
        </w:rPr>
        <w:t>clitel.idCliente</w:t>
      </w:r>
      <w:proofErr w:type="gramEnd"/>
      <w:r w:rsidRPr="00412489">
        <w:rPr>
          <w:lang w:val="en-GB"/>
        </w:rPr>
        <w:t>`;</w:t>
      </w:r>
    </w:p>
    <w:p w14:paraId="01294A03" w14:textId="77777777" w:rsidR="001D040F" w:rsidRPr="00412489" w:rsidRDefault="001D040F" w:rsidP="0060015C">
      <w:pPr>
        <w:pStyle w:val="CodigoFuente"/>
        <w:rPr>
          <w:lang w:val="en-GB"/>
        </w:rPr>
      </w:pPr>
    </w:p>
    <w:p w14:paraId="2808FB3B" w14:textId="77777777" w:rsidR="001D040F" w:rsidRPr="00412489" w:rsidRDefault="001D040F" w:rsidP="0060015C">
      <w:pPr>
        <w:pStyle w:val="CodigoFuente"/>
        <w:rPr>
          <w:lang w:val="en-GB"/>
        </w:rPr>
      </w:pPr>
      <w:r w:rsidRPr="00412489">
        <w:rPr>
          <w:lang w:val="en-GB"/>
        </w:rPr>
        <w:t>        let </w:t>
      </w:r>
      <w:proofErr w:type="spellStart"/>
      <w:r w:rsidRPr="00412489">
        <w:rPr>
          <w:lang w:val="en-GB"/>
        </w:rPr>
        <w:t>resultado</w:t>
      </w:r>
      <w:proofErr w:type="spellEnd"/>
      <w:r w:rsidRPr="00412489">
        <w:rPr>
          <w:lang w:val="en-GB"/>
        </w:rPr>
        <w:t> = await </w:t>
      </w:r>
      <w:proofErr w:type="spellStart"/>
      <w:proofErr w:type="gramStart"/>
      <w:r w:rsidRPr="00412489">
        <w:rPr>
          <w:lang w:val="en-GB"/>
        </w:rPr>
        <w:t>pool.request</w:t>
      </w:r>
      <w:proofErr w:type="spellEnd"/>
      <w:proofErr w:type="gramEnd"/>
      <w:r w:rsidRPr="00412489">
        <w:rPr>
          <w:lang w:val="en-GB"/>
        </w:rPr>
        <w:t>().query(consulta);</w:t>
      </w:r>
    </w:p>
    <w:p w14:paraId="7B9ACB5E" w14:textId="77777777" w:rsidR="001D040F" w:rsidRPr="00412489" w:rsidRDefault="001D040F" w:rsidP="0060015C">
      <w:pPr>
        <w:pStyle w:val="CodigoFuente"/>
        <w:rPr>
          <w:lang w:val="en-GB"/>
        </w:rPr>
      </w:pPr>
    </w:p>
    <w:p w14:paraId="7C78BEAE" w14:textId="77777777" w:rsidR="001D040F" w:rsidRPr="0060015C" w:rsidRDefault="001D040F" w:rsidP="0060015C">
      <w:pPr>
        <w:pStyle w:val="CodigoFuente"/>
      </w:pPr>
      <w:r w:rsidRPr="00412489">
        <w:rPr>
          <w:lang w:val="en-GB"/>
        </w:rPr>
        <w:t>        </w:t>
      </w:r>
      <w:r w:rsidRPr="0060015C">
        <w:t>console.table(resultado.recordset)</w:t>
      </w:r>
    </w:p>
    <w:p w14:paraId="3F38269A" w14:textId="77777777" w:rsidR="001D040F" w:rsidRPr="0060015C" w:rsidRDefault="001D040F" w:rsidP="0060015C">
      <w:pPr>
        <w:pStyle w:val="CodigoFuente"/>
      </w:pPr>
      <w:r w:rsidRPr="0060015C">
        <w:t>    } catch (err) {</w:t>
      </w:r>
    </w:p>
    <w:p w14:paraId="682DB27E" w14:textId="77777777" w:rsidR="001D040F" w:rsidRPr="0060015C" w:rsidRDefault="001D040F" w:rsidP="0060015C">
      <w:pPr>
        <w:pStyle w:val="CodigoFuente"/>
      </w:pPr>
      <w:r w:rsidRPr="0060015C">
        <w:t>        console.log(err);</w:t>
      </w:r>
    </w:p>
    <w:p w14:paraId="3C256FBA" w14:textId="77777777" w:rsidR="001D040F" w:rsidRPr="0060015C" w:rsidRDefault="001D040F" w:rsidP="0060015C">
      <w:pPr>
        <w:pStyle w:val="CodigoFuente"/>
      </w:pPr>
      <w:r w:rsidRPr="0060015C">
        <w:t>    }</w:t>
      </w:r>
    </w:p>
    <w:p w14:paraId="033C1841" w14:textId="77777777" w:rsidR="001D040F" w:rsidRPr="0060015C" w:rsidRDefault="001D040F" w:rsidP="0060015C">
      <w:pPr>
        <w:pStyle w:val="CodigoFuente"/>
      </w:pPr>
      <w:r w:rsidRPr="0060015C">
        <w:t>}</w:t>
      </w:r>
    </w:p>
    <w:p w14:paraId="337B1562" w14:textId="77777777" w:rsidR="001D040F" w:rsidRPr="0060015C" w:rsidRDefault="001D040F" w:rsidP="0060015C">
      <w:pPr>
        <w:pStyle w:val="CodigoFuente"/>
      </w:pPr>
    </w:p>
    <w:p w14:paraId="13F02B0C" w14:textId="77777777" w:rsidR="001D040F" w:rsidRPr="0060015C" w:rsidRDefault="001D040F" w:rsidP="0060015C">
      <w:pPr>
        <w:pStyle w:val="CodigoFuente"/>
        <w:rPr>
          <w:lang w:eastAsia="es-MX"/>
        </w:rPr>
      </w:pPr>
      <w:r w:rsidRPr="0060015C">
        <w:t>Consulta();</w:t>
      </w:r>
    </w:p>
    <w:p w14:paraId="7FB018B0" w14:textId="77777777" w:rsidR="001D040F" w:rsidRDefault="001D040F" w:rsidP="00C92CB2">
      <w:pPr>
        <w:pStyle w:val="CodigoFuente"/>
      </w:pPr>
    </w:p>
    <w:p w14:paraId="21B01405" w14:textId="0ED03372" w:rsidR="001D040F" w:rsidRDefault="001D040F" w:rsidP="006F3B63"/>
    <w:p w14:paraId="64524CAA" w14:textId="77777777" w:rsidR="007F217A" w:rsidRDefault="007F217A" w:rsidP="006F3B63"/>
    <w:p w14:paraId="3A293269" w14:textId="77777777" w:rsidR="001D040F" w:rsidRPr="00412489" w:rsidRDefault="001D040F" w:rsidP="0060015C">
      <w:pPr>
        <w:pStyle w:val="CodigoFuente"/>
        <w:rPr>
          <w:lang w:val="en-GB"/>
        </w:rPr>
      </w:pPr>
      <w:r w:rsidRPr="00412489">
        <w:rPr>
          <w:lang w:val="en-GB"/>
        </w:rPr>
        <w:t>async function </w:t>
      </w:r>
      <w:proofErr w:type="spellStart"/>
      <w:proofErr w:type="gramStart"/>
      <w:r w:rsidRPr="00412489">
        <w:rPr>
          <w:lang w:val="en-GB"/>
        </w:rPr>
        <w:t>InsertarCliente</w:t>
      </w:r>
      <w:proofErr w:type="spellEnd"/>
      <w:r w:rsidRPr="00412489">
        <w:rPr>
          <w:lang w:val="en-GB"/>
        </w:rPr>
        <w:t>(</w:t>
      </w:r>
      <w:proofErr w:type="gramEnd"/>
      <w:r w:rsidRPr="00412489">
        <w:rPr>
          <w:lang w:val="en-GB"/>
        </w:rPr>
        <w:t>) {</w:t>
      </w:r>
    </w:p>
    <w:p w14:paraId="597FBB69" w14:textId="77777777" w:rsidR="001D040F" w:rsidRPr="00412489" w:rsidRDefault="001D040F" w:rsidP="0060015C">
      <w:pPr>
        <w:pStyle w:val="CodigoFuente"/>
        <w:rPr>
          <w:lang w:val="en-GB"/>
        </w:rPr>
      </w:pPr>
      <w:r w:rsidRPr="00412489">
        <w:rPr>
          <w:lang w:val="en-GB"/>
        </w:rPr>
        <w:t>    await </w:t>
      </w:r>
      <w:proofErr w:type="spellStart"/>
      <w:r w:rsidRPr="00412489">
        <w:rPr>
          <w:lang w:val="en-GB"/>
        </w:rPr>
        <w:t>poolConnect</w:t>
      </w:r>
      <w:proofErr w:type="spellEnd"/>
      <w:r w:rsidRPr="00412489">
        <w:rPr>
          <w:lang w:val="en-GB"/>
        </w:rPr>
        <w:t>;</w:t>
      </w:r>
    </w:p>
    <w:p w14:paraId="1445A01C" w14:textId="77777777" w:rsidR="001D040F" w:rsidRPr="00412489" w:rsidRDefault="001D040F" w:rsidP="0060015C">
      <w:pPr>
        <w:pStyle w:val="CodigoFuente"/>
        <w:rPr>
          <w:lang w:val="en-GB"/>
        </w:rPr>
      </w:pPr>
    </w:p>
    <w:p w14:paraId="4E1C1A67" w14:textId="77777777" w:rsidR="001D040F" w:rsidRPr="00412489" w:rsidRDefault="001D040F" w:rsidP="0060015C">
      <w:pPr>
        <w:pStyle w:val="CodigoFuente"/>
        <w:rPr>
          <w:lang w:val="en-GB"/>
        </w:rPr>
      </w:pPr>
      <w:r w:rsidRPr="00412489">
        <w:rPr>
          <w:lang w:val="en-GB"/>
        </w:rPr>
        <w:t>    </w:t>
      </w:r>
      <w:proofErr w:type="spellStart"/>
      <w:r w:rsidRPr="00412489">
        <w:rPr>
          <w:lang w:val="en-GB"/>
        </w:rPr>
        <w:t>const</w:t>
      </w:r>
      <w:proofErr w:type="spellEnd"/>
      <w:r w:rsidRPr="00412489">
        <w:rPr>
          <w:lang w:val="en-GB"/>
        </w:rPr>
        <w:t> transaction = new </w:t>
      </w:r>
      <w:proofErr w:type="spellStart"/>
      <w:proofErr w:type="gramStart"/>
      <w:r w:rsidRPr="00412489">
        <w:rPr>
          <w:lang w:val="en-GB"/>
        </w:rPr>
        <w:t>sql.Transaction</w:t>
      </w:r>
      <w:proofErr w:type="spellEnd"/>
      <w:proofErr w:type="gramEnd"/>
      <w:r w:rsidRPr="00412489">
        <w:rPr>
          <w:lang w:val="en-GB"/>
        </w:rPr>
        <w:t>(pool);</w:t>
      </w:r>
    </w:p>
    <w:p w14:paraId="272DBF28" w14:textId="77777777" w:rsidR="001D040F" w:rsidRPr="00412489" w:rsidRDefault="001D040F" w:rsidP="0060015C">
      <w:pPr>
        <w:pStyle w:val="CodigoFuente"/>
        <w:rPr>
          <w:lang w:val="en-GB"/>
        </w:rPr>
      </w:pPr>
    </w:p>
    <w:p w14:paraId="210B1DED" w14:textId="77777777" w:rsidR="001D040F" w:rsidRPr="00412489" w:rsidRDefault="001D040F" w:rsidP="0060015C">
      <w:pPr>
        <w:pStyle w:val="CodigoFuente"/>
        <w:rPr>
          <w:lang w:val="en-GB"/>
        </w:rPr>
      </w:pPr>
      <w:r w:rsidRPr="00412489">
        <w:rPr>
          <w:lang w:val="en-GB"/>
        </w:rPr>
        <w:t>    </w:t>
      </w:r>
      <w:proofErr w:type="spellStart"/>
      <w:proofErr w:type="gramStart"/>
      <w:r w:rsidRPr="00412489">
        <w:rPr>
          <w:lang w:val="en-GB"/>
        </w:rPr>
        <w:t>transaction.begin</w:t>
      </w:r>
      <w:proofErr w:type="spellEnd"/>
      <w:proofErr w:type="gramEnd"/>
      <w:r w:rsidRPr="00412489">
        <w:rPr>
          <w:lang w:val="en-GB"/>
        </w:rPr>
        <w:t>(err =&gt; {</w:t>
      </w:r>
    </w:p>
    <w:p w14:paraId="4287D002" w14:textId="77777777" w:rsidR="001D040F" w:rsidRPr="00412489" w:rsidRDefault="001D040F" w:rsidP="0060015C">
      <w:pPr>
        <w:pStyle w:val="CodigoFuente"/>
        <w:rPr>
          <w:lang w:val="en-GB"/>
        </w:rPr>
      </w:pPr>
      <w:r w:rsidRPr="00412489">
        <w:rPr>
          <w:lang w:val="en-GB"/>
        </w:rPr>
        <w:t>        if (err) {</w:t>
      </w:r>
    </w:p>
    <w:p w14:paraId="6F43BE6E" w14:textId="77777777" w:rsidR="001D040F" w:rsidRPr="0060015C" w:rsidRDefault="001D040F" w:rsidP="0060015C">
      <w:pPr>
        <w:pStyle w:val="CodigoFuente"/>
      </w:pPr>
      <w:r w:rsidRPr="00412489">
        <w:rPr>
          <w:lang w:val="en-GB"/>
        </w:rPr>
        <w:t>            </w:t>
      </w:r>
      <w:r w:rsidRPr="0060015C">
        <w:t>console.log('Ocurrió un error al iniciar la transacción', err);</w:t>
      </w:r>
    </w:p>
    <w:p w14:paraId="14ED7CC5" w14:textId="77777777" w:rsidR="001D040F" w:rsidRPr="0060015C" w:rsidRDefault="001D040F" w:rsidP="0060015C">
      <w:pPr>
        <w:pStyle w:val="CodigoFuente"/>
      </w:pPr>
      <w:r w:rsidRPr="0060015C">
        <w:t>            return;</w:t>
      </w:r>
    </w:p>
    <w:p w14:paraId="75D86050" w14:textId="77777777" w:rsidR="001D040F" w:rsidRPr="0060015C" w:rsidRDefault="001D040F" w:rsidP="0060015C">
      <w:pPr>
        <w:pStyle w:val="CodigoFuente"/>
      </w:pPr>
      <w:r w:rsidRPr="0060015C">
        <w:t>        }</w:t>
      </w:r>
    </w:p>
    <w:p w14:paraId="08F3D999" w14:textId="77777777" w:rsidR="001D040F" w:rsidRPr="0060015C" w:rsidRDefault="001D040F" w:rsidP="0060015C">
      <w:pPr>
        <w:pStyle w:val="CodigoFuente"/>
      </w:pPr>
    </w:p>
    <w:p w14:paraId="0DEF71DD" w14:textId="77777777" w:rsidR="001D040F" w:rsidRPr="0060015C" w:rsidRDefault="001D040F" w:rsidP="0060015C">
      <w:pPr>
        <w:pStyle w:val="CodigoFuente"/>
      </w:pPr>
      <w:r w:rsidRPr="0060015C">
        <w:t>        const cliente = {</w:t>
      </w:r>
    </w:p>
    <w:p w14:paraId="35EFF65D" w14:textId="77777777" w:rsidR="001D040F" w:rsidRPr="0060015C" w:rsidRDefault="001D040F" w:rsidP="0060015C">
      <w:pPr>
        <w:pStyle w:val="CodigoFuente"/>
      </w:pPr>
      <w:r w:rsidRPr="0060015C">
        <w:t>            Nombre: '\'Cliente 4\'',</w:t>
      </w:r>
    </w:p>
    <w:p w14:paraId="51CB27C6" w14:textId="77777777" w:rsidR="001D040F" w:rsidRPr="0060015C" w:rsidRDefault="001D040F" w:rsidP="0060015C">
      <w:pPr>
        <w:pStyle w:val="CodigoFuente"/>
      </w:pPr>
      <w:r w:rsidRPr="0060015C">
        <w:t>            Apellido: '\'Apellido 4\'',</w:t>
      </w:r>
    </w:p>
    <w:p w14:paraId="79C1B689" w14:textId="77777777" w:rsidR="001D040F" w:rsidRPr="00412489" w:rsidRDefault="001D040F" w:rsidP="0060015C">
      <w:pPr>
        <w:pStyle w:val="CodigoFuente"/>
        <w:rPr>
          <w:lang w:val="en-GB"/>
        </w:rPr>
      </w:pPr>
      <w:r w:rsidRPr="0060015C">
        <w:t>            </w:t>
      </w:r>
      <w:proofErr w:type="spellStart"/>
      <w:r w:rsidRPr="00412489">
        <w:rPr>
          <w:lang w:val="en-GB"/>
        </w:rPr>
        <w:t>Edad</w:t>
      </w:r>
      <w:proofErr w:type="spellEnd"/>
      <w:r w:rsidRPr="00412489">
        <w:rPr>
          <w:lang w:val="en-GB"/>
        </w:rPr>
        <w:t>: '44'</w:t>
      </w:r>
    </w:p>
    <w:p w14:paraId="17849D48" w14:textId="77777777" w:rsidR="001D040F" w:rsidRPr="00412489" w:rsidRDefault="001D040F" w:rsidP="0060015C">
      <w:pPr>
        <w:pStyle w:val="CodigoFuente"/>
        <w:rPr>
          <w:lang w:val="en-GB"/>
        </w:rPr>
      </w:pPr>
      <w:r w:rsidRPr="00412489">
        <w:rPr>
          <w:lang w:val="en-GB"/>
        </w:rPr>
        <w:t>        };</w:t>
      </w:r>
    </w:p>
    <w:p w14:paraId="5592A234" w14:textId="77777777" w:rsidR="001D040F" w:rsidRPr="00412489" w:rsidRDefault="001D040F" w:rsidP="0060015C">
      <w:pPr>
        <w:pStyle w:val="CodigoFuente"/>
        <w:rPr>
          <w:lang w:val="en-GB"/>
        </w:rPr>
      </w:pPr>
    </w:p>
    <w:p w14:paraId="756596EE" w14:textId="77777777" w:rsidR="001D040F" w:rsidRPr="00412489" w:rsidRDefault="001D040F" w:rsidP="0060015C">
      <w:pPr>
        <w:pStyle w:val="CodigoFuente"/>
        <w:rPr>
          <w:lang w:val="en-GB"/>
        </w:rPr>
      </w:pPr>
      <w:r w:rsidRPr="00412489">
        <w:rPr>
          <w:lang w:val="en-GB"/>
        </w:rPr>
        <w:t>        </w:t>
      </w:r>
      <w:proofErr w:type="spellStart"/>
      <w:r w:rsidRPr="00412489">
        <w:rPr>
          <w:lang w:val="en-GB"/>
        </w:rPr>
        <w:t>const</w:t>
      </w:r>
      <w:proofErr w:type="spellEnd"/>
      <w:r w:rsidRPr="00412489">
        <w:rPr>
          <w:lang w:val="en-GB"/>
        </w:rPr>
        <w:t> request = new </w:t>
      </w:r>
      <w:proofErr w:type="spellStart"/>
      <w:proofErr w:type="gramStart"/>
      <w:r w:rsidRPr="00412489">
        <w:rPr>
          <w:lang w:val="en-GB"/>
        </w:rPr>
        <w:t>sql.Request</w:t>
      </w:r>
      <w:proofErr w:type="spellEnd"/>
      <w:proofErr w:type="gramEnd"/>
      <w:r w:rsidRPr="00412489">
        <w:rPr>
          <w:lang w:val="en-GB"/>
        </w:rPr>
        <w:t>(transaction)</w:t>
      </w:r>
    </w:p>
    <w:p w14:paraId="555C13D5" w14:textId="77777777" w:rsidR="001D040F" w:rsidRPr="0060015C" w:rsidRDefault="001D040F" w:rsidP="0060015C">
      <w:pPr>
        <w:pStyle w:val="CodigoFuente"/>
      </w:pPr>
      <w:r w:rsidRPr="00412489">
        <w:rPr>
          <w:lang w:val="en-GB"/>
        </w:rPr>
        <w:t>        </w:t>
      </w:r>
      <w:r w:rsidRPr="0060015C">
        <w:t>const consulta = `INSERT INTO Clientes(Nombre, Apellido, Edad) </w:t>
      </w:r>
    </w:p>
    <w:p w14:paraId="4871B775" w14:textId="77777777" w:rsidR="001D040F" w:rsidRPr="0060015C" w:rsidRDefault="001D040F" w:rsidP="0060015C">
      <w:pPr>
        <w:pStyle w:val="CodigoFuente"/>
      </w:pPr>
      <w:r w:rsidRPr="0060015C">
        <w:lastRenderedPageBreak/>
        <w:t>                          VALUES(${cliente.Nombre},${cliente.Apellido},${cliente.Edad})`;</w:t>
      </w:r>
    </w:p>
    <w:p w14:paraId="4D97DE9E" w14:textId="77777777" w:rsidR="001D040F" w:rsidRPr="0060015C" w:rsidRDefault="001D040F" w:rsidP="0060015C">
      <w:pPr>
        <w:pStyle w:val="CodigoFuente"/>
      </w:pPr>
      <w:r w:rsidRPr="0060015C">
        <w:t>        console.log(consulta);</w:t>
      </w:r>
    </w:p>
    <w:p w14:paraId="56442871" w14:textId="77777777" w:rsidR="001D040F" w:rsidRPr="0060015C" w:rsidRDefault="001D040F" w:rsidP="0060015C">
      <w:pPr>
        <w:pStyle w:val="CodigoFuente"/>
      </w:pPr>
      <w:r w:rsidRPr="0060015C">
        <w:t>        request.query(consulta,</w:t>
      </w:r>
    </w:p>
    <w:p w14:paraId="0FD0571D" w14:textId="77777777" w:rsidR="001D040F" w:rsidRPr="0060015C" w:rsidRDefault="001D040F" w:rsidP="0060015C">
      <w:pPr>
        <w:pStyle w:val="CodigoFuente"/>
      </w:pPr>
      <w:r w:rsidRPr="0060015C">
        <w:t>            (err, result) =&gt; {</w:t>
      </w:r>
    </w:p>
    <w:p w14:paraId="46AAA1C4" w14:textId="77777777" w:rsidR="001D040F" w:rsidRPr="0060015C" w:rsidRDefault="001D040F" w:rsidP="0060015C">
      <w:pPr>
        <w:pStyle w:val="CodigoFuente"/>
      </w:pPr>
      <w:r w:rsidRPr="0060015C">
        <w:t>                if (err) {</w:t>
      </w:r>
    </w:p>
    <w:p w14:paraId="1B0CB8D1" w14:textId="77777777" w:rsidR="001D040F" w:rsidRPr="0060015C" w:rsidRDefault="001D040F" w:rsidP="0060015C">
      <w:pPr>
        <w:pStyle w:val="CodigoFuente"/>
      </w:pPr>
      <w:r w:rsidRPr="0060015C">
        <w:t>                    console.log('Ocurrió un error al iniciar ejecutar el insert', err);</w:t>
      </w:r>
    </w:p>
    <w:p w14:paraId="521AF0E2" w14:textId="77777777" w:rsidR="001D040F" w:rsidRPr="00412489" w:rsidRDefault="001D040F" w:rsidP="0060015C">
      <w:pPr>
        <w:pStyle w:val="CodigoFuente"/>
        <w:rPr>
          <w:lang w:val="en-GB"/>
        </w:rPr>
      </w:pPr>
      <w:r w:rsidRPr="0060015C">
        <w:t>                    </w:t>
      </w:r>
      <w:r w:rsidRPr="00412489">
        <w:rPr>
          <w:lang w:val="en-GB"/>
        </w:rPr>
        <w:t>return;</w:t>
      </w:r>
    </w:p>
    <w:p w14:paraId="6E97E876" w14:textId="77777777" w:rsidR="001D040F" w:rsidRPr="00412489" w:rsidRDefault="001D040F" w:rsidP="0060015C">
      <w:pPr>
        <w:pStyle w:val="CodigoFuente"/>
        <w:rPr>
          <w:lang w:val="en-GB"/>
        </w:rPr>
      </w:pPr>
      <w:r w:rsidRPr="00412489">
        <w:rPr>
          <w:lang w:val="en-GB"/>
        </w:rPr>
        <w:t>                }</w:t>
      </w:r>
    </w:p>
    <w:p w14:paraId="54BDF951" w14:textId="77777777" w:rsidR="001D040F" w:rsidRPr="00412489" w:rsidRDefault="001D040F" w:rsidP="0060015C">
      <w:pPr>
        <w:pStyle w:val="CodigoFuente"/>
        <w:rPr>
          <w:lang w:val="en-GB"/>
        </w:rPr>
      </w:pPr>
    </w:p>
    <w:p w14:paraId="17127B69" w14:textId="77777777" w:rsidR="001D040F" w:rsidRPr="00412489" w:rsidRDefault="001D040F" w:rsidP="0060015C">
      <w:pPr>
        <w:pStyle w:val="CodigoFuente"/>
        <w:rPr>
          <w:lang w:val="en-GB"/>
        </w:rPr>
      </w:pPr>
      <w:r w:rsidRPr="00412489">
        <w:rPr>
          <w:lang w:val="en-GB"/>
        </w:rPr>
        <w:t>                </w:t>
      </w:r>
      <w:proofErr w:type="spellStart"/>
      <w:proofErr w:type="gramStart"/>
      <w:r w:rsidRPr="00412489">
        <w:rPr>
          <w:lang w:val="en-GB"/>
        </w:rPr>
        <w:t>transaction.commit</w:t>
      </w:r>
      <w:proofErr w:type="spellEnd"/>
      <w:proofErr w:type="gramEnd"/>
      <w:r w:rsidRPr="00412489">
        <w:rPr>
          <w:lang w:val="en-GB"/>
        </w:rPr>
        <w:t>(err =&gt; {</w:t>
      </w:r>
    </w:p>
    <w:p w14:paraId="3B151C99" w14:textId="77777777" w:rsidR="001D040F" w:rsidRPr="00412489" w:rsidRDefault="001D040F" w:rsidP="0060015C">
      <w:pPr>
        <w:pStyle w:val="CodigoFuente"/>
        <w:rPr>
          <w:lang w:val="en-GB"/>
        </w:rPr>
      </w:pPr>
      <w:r w:rsidRPr="00412489">
        <w:rPr>
          <w:lang w:val="en-GB"/>
        </w:rPr>
        <w:t>                    if (err) {</w:t>
      </w:r>
    </w:p>
    <w:p w14:paraId="33F6EEED" w14:textId="77777777" w:rsidR="001D040F" w:rsidRPr="0060015C" w:rsidRDefault="001D040F" w:rsidP="0060015C">
      <w:pPr>
        <w:pStyle w:val="CodigoFuente"/>
      </w:pPr>
      <w:r w:rsidRPr="00412489">
        <w:rPr>
          <w:lang w:val="en-GB"/>
        </w:rPr>
        <w:t>                        </w:t>
      </w:r>
      <w:r w:rsidRPr="0060015C">
        <w:t>console.log('Ocurrió un error al finalizar la transacción', err);</w:t>
      </w:r>
    </w:p>
    <w:p w14:paraId="2338CFAB" w14:textId="77777777" w:rsidR="001D040F" w:rsidRPr="0060015C" w:rsidRDefault="001D040F" w:rsidP="0060015C">
      <w:pPr>
        <w:pStyle w:val="CodigoFuente"/>
      </w:pPr>
      <w:r w:rsidRPr="0060015C">
        <w:t>                    } else {</w:t>
      </w:r>
    </w:p>
    <w:p w14:paraId="5583973B" w14:textId="77777777" w:rsidR="001D040F" w:rsidRPr="0060015C" w:rsidRDefault="001D040F" w:rsidP="0060015C">
      <w:pPr>
        <w:pStyle w:val="CodigoFuente"/>
      </w:pPr>
      <w:r w:rsidRPr="0060015C">
        <w:t>                        console.log('La transacción finalizó satisfactoriamente');</w:t>
      </w:r>
    </w:p>
    <w:p w14:paraId="344D908B" w14:textId="77777777" w:rsidR="001D040F" w:rsidRPr="0060015C" w:rsidRDefault="001D040F" w:rsidP="0060015C">
      <w:pPr>
        <w:pStyle w:val="CodigoFuente"/>
      </w:pPr>
      <w:r w:rsidRPr="0060015C">
        <w:t>                    }</w:t>
      </w:r>
    </w:p>
    <w:p w14:paraId="1EAF03BB" w14:textId="77777777" w:rsidR="001D040F" w:rsidRPr="0060015C" w:rsidRDefault="001D040F" w:rsidP="0060015C">
      <w:pPr>
        <w:pStyle w:val="CodigoFuente"/>
      </w:pPr>
      <w:r w:rsidRPr="0060015C">
        <w:t>                });</w:t>
      </w:r>
    </w:p>
    <w:p w14:paraId="3B2EF19A" w14:textId="77777777" w:rsidR="001D040F" w:rsidRPr="0060015C" w:rsidRDefault="001D040F" w:rsidP="0060015C">
      <w:pPr>
        <w:pStyle w:val="CodigoFuente"/>
      </w:pPr>
      <w:r w:rsidRPr="0060015C">
        <w:t>            });</w:t>
      </w:r>
    </w:p>
    <w:p w14:paraId="12F78487" w14:textId="77777777" w:rsidR="001D040F" w:rsidRPr="0060015C" w:rsidRDefault="001D040F" w:rsidP="0060015C">
      <w:pPr>
        <w:pStyle w:val="CodigoFuente"/>
      </w:pPr>
      <w:r w:rsidRPr="0060015C">
        <w:t>    });</w:t>
      </w:r>
    </w:p>
    <w:p w14:paraId="3CA3F1E1" w14:textId="77777777" w:rsidR="001D040F" w:rsidRPr="0060015C" w:rsidRDefault="001D040F" w:rsidP="0060015C">
      <w:pPr>
        <w:pStyle w:val="CodigoFuente"/>
      </w:pPr>
      <w:r w:rsidRPr="0060015C">
        <w:t>}</w:t>
      </w:r>
    </w:p>
    <w:p w14:paraId="78831F79" w14:textId="77777777" w:rsidR="001D040F" w:rsidRPr="0060015C" w:rsidRDefault="001D040F" w:rsidP="0060015C">
      <w:pPr>
        <w:pStyle w:val="CodigoFuente"/>
      </w:pPr>
    </w:p>
    <w:p w14:paraId="595B63E2" w14:textId="77777777" w:rsidR="001D040F" w:rsidRPr="0060015C" w:rsidRDefault="001D040F" w:rsidP="001655EC">
      <w:pPr>
        <w:pStyle w:val="CodigoFuente"/>
        <w:rPr>
          <w:color w:val="D4D4D4"/>
          <w:lang w:eastAsia="es-MX"/>
        </w:rPr>
      </w:pPr>
      <w:r w:rsidRPr="0060015C">
        <w:t>InsertarCliente();</w:t>
      </w:r>
    </w:p>
    <w:p w14:paraId="68B8D197" w14:textId="77777777" w:rsidR="007F217A" w:rsidRDefault="007F217A" w:rsidP="007F217A">
      <w:pPr>
        <w:rPr>
          <w:lang w:val="en-GB"/>
        </w:rPr>
      </w:pPr>
    </w:p>
    <w:p w14:paraId="572816F8" w14:textId="77777777" w:rsidR="007F217A" w:rsidRDefault="007F217A" w:rsidP="007F217A">
      <w:pPr>
        <w:rPr>
          <w:lang w:val="en-GB"/>
        </w:rPr>
      </w:pPr>
    </w:p>
    <w:p w14:paraId="003DB592" w14:textId="154D7256" w:rsidR="001D040F" w:rsidRPr="00FF291E" w:rsidRDefault="001D040F" w:rsidP="002B0EB7">
      <w:pPr>
        <w:pStyle w:val="CodigoFuente"/>
        <w:rPr>
          <w:lang w:val="en-GB"/>
        </w:rPr>
      </w:pPr>
      <w:r w:rsidRPr="00FF291E">
        <w:rPr>
          <w:lang w:val="en-GB"/>
        </w:rPr>
        <w:t xml:space="preserve">CREATE ROLE </w:t>
      </w:r>
      <w:proofErr w:type="spellStart"/>
      <w:r w:rsidRPr="00FF291E">
        <w:rPr>
          <w:lang w:val="en-GB"/>
        </w:rPr>
        <w:t>redusers</w:t>
      </w:r>
      <w:proofErr w:type="spellEnd"/>
      <w:r w:rsidRPr="00FF291E">
        <w:rPr>
          <w:lang w:val="en-GB"/>
        </w:rPr>
        <w:t xml:space="preserve"> WITH</w:t>
      </w:r>
    </w:p>
    <w:p w14:paraId="5A6B603A" w14:textId="77777777" w:rsidR="001D040F" w:rsidRPr="00FF291E" w:rsidRDefault="001D040F" w:rsidP="002B0EB7">
      <w:pPr>
        <w:pStyle w:val="CodigoFuente"/>
        <w:rPr>
          <w:lang w:val="en-GB"/>
        </w:rPr>
      </w:pPr>
      <w:r w:rsidRPr="00FF291E">
        <w:rPr>
          <w:lang w:val="en-GB"/>
        </w:rPr>
        <w:tab/>
        <w:t>LOGIN</w:t>
      </w:r>
    </w:p>
    <w:p w14:paraId="64578822" w14:textId="77777777" w:rsidR="001D040F" w:rsidRPr="00FF291E" w:rsidRDefault="001D040F" w:rsidP="002B0EB7">
      <w:pPr>
        <w:pStyle w:val="CodigoFuente"/>
        <w:rPr>
          <w:lang w:val="en-GB"/>
        </w:rPr>
      </w:pPr>
      <w:r w:rsidRPr="00FF291E">
        <w:rPr>
          <w:lang w:val="en-GB"/>
        </w:rPr>
        <w:tab/>
        <w:t>NOSUPERUSER</w:t>
      </w:r>
    </w:p>
    <w:p w14:paraId="0D0E5A45" w14:textId="77777777" w:rsidR="001D040F" w:rsidRDefault="001D040F" w:rsidP="002B0EB7">
      <w:pPr>
        <w:pStyle w:val="CodigoFuente"/>
      </w:pPr>
      <w:r w:rsidRPr="00FF291E">
        <w:rPr>
          <w:lang w:val="en-GB"/>
        </w:rPr>
        <w:tab/>
      </w:r>
      <w:r>
        <w:t>NOCREATEDB</w:t>
      </w:r>
    </w:p>
    <w:p w14:paraId="7AA9BB57" w14:textId="77777777" w:rsidR="001D040F" w:rsidRDefault="001D040F" w:rsidP="002B0EB7">
      <w:pPr>
        <w:pStyle w:val="CodigoFuente"/>
      </w:pPr>
      <w:r>
        <w:tab/>
        <w:t>NOCREATEROLE</w:t>
      </w:r>
    </w:p>
    <w:p w14:paraId="5C84F43C" w14:textId="77777777" w:rsidR="001D040F" w:rsidRPr="00FF291E" w:rsidRDefault="001D040F" w:rsidP="002B0EB7">
      <w:pPr>
        <w:pStyle w:val="CodigoFuente"/>
        <w:rPr>
          <w:lang w:val="en-GB"/>
        </w:rPr>
      </w:pPr>
      <w:r>
        <w:tab/>
      </w:r>
      <w:r w:rsidRPr="00FF291E">
        <w:rPr>
          <w:lang w:val="en-GB"/>
        </w:rPr>
        <w:t>INHERIT</w:t>
      </w:r>
    </w:p>
    <w:p w14:paraId="739A96E8" w14:textId="77777777" w:rsidR="001D040F" w:rsidRPr="00FF291E" w:rsidRDefault="001D040F" w:rsidP="002B0EB7">
      <w:pPr>
        <w:pStyle w:val="CodigoFuente"/>
        <w:rPr>
          <w:lang w:val="en-GB"/>
        </w:rPr>
      </w:pPr>
      <w:r w:rsidRPr="00FF291E">
        <w:rPr>
          <w:lang w:val="en-GB"/>
        </w:rPr>
        <w:tab/>
        <w:t>NOREPLICATION</w:t>
      </w:r>
    </w:p>
    <w:p w14:paraId="0C9C3ED1" w14:textId="77777777" w:rsidR="001D040F" w:rsidRPr="00FF291E" w:rsidRDefault="001D040F" w:rsidP="002B0EB7">
      <w:pPr>
        <w:pStyle w:val="CodigoFuente"/>
        <w:rPr>
          <w:lang w:val="en-GB"/>
        </w:rPr>
      </w:pPr>
      <w:r w:rsidRPr="00FF291E">
        <w:rPr>
          <w:lang w:val="en-GB"/>
        </w:rPr>
        <w:tab/>
        <w:t>CONNECTION LIMIT -1</w:t>
      </w:r>
    </w:p>
    <w:p w14:paraId="61228734" w14:textId="77777777" w:rsidR="001D040F" w:rsidRPr="00FF291E" w:rsidRDefault="001D040F" w:rsidP="002B0EB7">
      <w:pPr>
        <w:pStyle w:val="CodigoFuente"/>
        <w:rPr>
          <w:lang w:val="en-GB"/>
        </w:rPr>
      </w:pPr>
      <w:r w:rsidRPr="00FF291E">
        <w:rPr>
          <w:lang w:val="en-GB"/>
        </w:rPr>
        <w:tab/>
        <w:t>PASSWORD '</w:t>
      </w:r>
      <w:proofErr w:type="spellStart"/>
      <w:r w:rsidRPr="00FF291E">
        <w:rPr>
          <w:lang w:val="en-GB"/>
        </w:rPr>
        <w:t>redusers</w:t>
      </w:r>
      <w:proofErr w:type="spellEnd"/>
      <w:r w:rsidRPr="00FF291E">
        <w:rPr>
          <w:lang w:val="en-GB"/>
        </w:rPr>
        <w:t>';</w:t>
      </w:r>
    </w:p>
    <w:p w14:paraId="04A9C756" w14:textId="77777777" w:rsidR="001D040F" w:rsidRPr="00FF291E" w:rsidRDefault="001D040F" w:rsidP="002B0EB7">
      <w:pPr>
        <w:pStyle w:val="CodigoFuente"/>
        <w:rPr>
          <w:lang w:val="en-GB"/>
        </w:rPr>
      </w:pPr>
    </w:p>
    <w:p w14:paraId="0050E1DF" w14:textId="77777777" w:rsidR="001D040F" w:rsidRPr="00412489" w:rsidRDefault="001D040F" w:rsidP="002B0EB7">
      <w:pPr>
        <w:pStyle w:val="CodigoFuente"/>
        <w:rPr>
          <w:lang w:val="en-GB"/>
        </w:rPr>
      </w:pPr>
      <w:r w:rsidRPr="00412489">
        <w:rPr>
          <w:lang w:val="en-GB"/>
        </w:rPr>
        <w:t xml:space="preserve">GRANT SELECT, USAGE ON SEQUENCE </w:t>
      </w:r>
      <w:proofErr w:type="spellStart"/>
      <w:r w:rsidRPr="00412489">
        <w:rPr>
          <w:lang w:val="en-GB"/>
        </w:rPr>
        <w:t>clientes_seq</w:t>
      </w:r>
      <w:proofErr w:type="spellEnd"/>
      <w:r w:rsidRPr="00412489">
        <w:rPr>
          <w:lang w:val="en-GB"/>
        </w:rPr>
        <w:t xml:space="preserve"> TO </w:t>
      </w:r>
      <w:proofErr w:type="spellStart"/>
      <w:r w:rsidRPr="00412489">
        <w:rPr>
          <w:lang w:val="en-GB"/>
        </w:rPr>
        <w:t>redusers</w:t>
      </w:r>
      <w:proofErr w:type="spellEnd"/>
      <w:r w:rsidRPr="00412489">
        <w:rPr>
          <w:lang w:val="en-GB"/>
        </w:rPr>
        <w:t>;</w:t>
      </w:r>
    </w:p>
    <w:p w14:paraId="39F5E142" w14:textId="77777777" w:rsidR="001D040F" w:rsidRPr="00412489" w:rsidRDefault="001D040F" w:rsidP="002B0EB7">
      <w:pPr>
        <w:pStyle w:val="CodigoFuente"/>
        <w:rPr>
          <w:lang w:val="en-GB"/>
        </w:rPr>
      </w:pPr>
      <w:r w:rsidRPr="00412489">
        <w:rPr>
          <w:lang w:val="en-GB"/>
        </w:rPr>
        <w:lastRenderedPageBreak/>
        <w:t xml:space="preserve">GRANT SELECT, USAGE ON SEQUENCE </w:t>
      </w:r>
      <w:proofErr w:type="spellStart"/>
      <w:r w:rsidRPr="00412489">
        <w:rPr>
          <w:lang w:val="en-GB"/>
        </w:rPr>
        <w:t>clientestelefonos_seq</w:t>
      </w:r>
      <w:proofErr w:type="spellEnd"/>
      <w:r w:rsidRPr="00412489">
        <w:rPr>
          <w:lang w:val="en-GB"/>
        </w:rPr>
        <w:t xml:space="preserve"> TO </w:t>
      </w:r>
      <w:proofErr w:type="spellStart"/>
      <w:r w:rsidRPr="00412489">
        <w:rPr>
          <w:lang w:val="en-GB"/>
        </w:rPr>
        <w:t>redusers</w:t>
      </w:r>
      <w:proofErr w:type="spellEnd"/>
      <w:r w:rsidRPr="00412489">
        <w:rPr>
          <w:lang w:val="en-GB"/>
        </w:rPr>
        <w:t>;</w:t>
      </w:r>
    </w:p>
    <w:p w14:paraId="5DBDCEDE" w14:textId="77777777" w:rsidR="007F217A" w:rsidRDefault="007F217A" w:rsidP="007F217A"/>
    <w:p w14:paraId="43E0C982" w14:textId="77777777" w:rsidR="007F217A" w:rsidRDefault="007F217A" w:rsidP="007F217A"/>
    <w:p w14:paraId="38FB5A45" w14:textId="55B60B6A" w:rsidR="001D040F" w:rsidRPr="002C1878" w:rsidRDefault="001D040F" w:rsidP="002C1878">
      <w:pPr>
        <w:pStyle w:val="CodigoFuente"/>
      </w:pPr>
      <w:r w:rsidRPr="002C1878">
        <w:t>CREATE SEQUENCE Clientes_seq;</w:t>
      </w:r>
    </w:p>
    <w:p w14:paraId="1DC2D2A6" w14:textId="77777777" w:rsidR="001D040F" w:rsidRPr="002C1878" w:rsidRDefault="001D040F" w:rsidP="002C1878">
      <w:pPr>
        <w:pStyle w:val="CodigoFuente"/>
      </w:pPr>
    </w:p>
    <w:p w14:paraId="5617EC04" w14:textId="77777777" w:rsidR="001D040F" w:rsidRPr="002C1878" w:rsidRDefault="001D040F" w:rsidP="002C1878">
      <w:pPr>
        <w:pStyle w:val="CodigoFuente"/>
      </w:pPr>
      <w:r w:rsidRPr="002C1878">
        <w:t>CREATE TABLE Clientes(</w:t>
      </w:r>
    </w:p>
    <w:p w14:paraId="6EC63AC1" w14:textId="77777777" w:rsidR="001D040F" w:rsidRPr="00412489" w:rsidRDefault="001D040F" w:rsidP="002C1878">
      <w:pPr>
        <w:pStyle w:val="CodigoFuente"/>
        <w:rPr>
          <w:lang w:val="en-GB"/>
        </w:rPr>
      </w:pPr>
      <w:r w:rsidRPr="00412489">
        <w:rPr>
          <w:lang w:val="en-GB"/>
        </w:rPr>
        <w:tab/>
        <w:t>id int NOT NULL DEFAULT NEXTVAL ('</w:t>
      </w:r>
      <w:proofErr w:type="spellStart"/>
      <w:r w:rsidRPr="00412489">
        <w:rPr>
          <w:lang w:val="en-GB"/>
        </w:rPr>
        <w:t>Clientes_seq</w:t>
      </w:r>
      <w:proofErr w:type="spellEnd"/>
      <w:r w:rsidRPr="00412489">
        <w:rPr>
          <w:lang w:val="en-GB"/>
        </w:rPr>
        <w:t>'),</w:t>
      </w:r>
    </w:p>
    <w:p w14:paraId="45C8EE22" w14:textId="77777777" w:rsidR="001D040F" w:rsidRPr="002C1878" w:rsidRDefault="001D040F" w:rsidP="002C1878">
      <w:pPr>
        <w:pStyle w:val="CodigoFuente"/>
      </w:pPr>
      <w:r w:rsidRPr="00412489">
        <w:rPr>
          <w:lang w:val="en-GB"/>
        </w:rPr>
        <w:tab/>
      </w:r>
      <w:r w:rsidRPr="002C1878">
        <w:t>Nombre varchar(50) NOT NULL,</w:t>
      </w:r>
    </w:p>
    <w:p w14:paraId="4864571B" w14:textId="77777777" w:rsidR="001D040F" w:rsidRPr="002C1878" w:rsidRDefault="001D040F" w:rsidP="002C1878">
      <w:pPr>
        <w:pStyle w:val="CodigoFuente"/>
      </w:pPr>
      <w:r w:rsidRPr="002C1878">
        <w:tab/>
        <w:t>Apellido varchar(50) NOT NULL,</w:t>
      </w:r>
    </w:p>
    <w:p w14:paraId="4C6E8EF5" w14:textId="77777777" w:rsidR="001D040F" w:rsidRPr="00412489" w:rsidRDefault="001D040F" w:rsidP="002C1878">
      <w:pPr>
        <w:pStyle w:val="CodigoFuente"/>
        <w:rPr>
          <w:lang w:val="en-GB"/>
        </w:rPr>
      </w:pPr>
      <w:r w:rsidRPr="002C1878">
        <w:tab/>
      </w:r>
      <w:proofErr w:type="spellStart"/>
      <w:r w:rsidRPr="00412489">
        <w:rPr>
          <w:lang w:val="en-GB"/>
        </w:rPr>
        <w:t>Edad</w:t>
      </w:r>
      <w:proofErr w:type="spellEnd"/>
      <w:r w:rsidRPr="00412489">
        <w:rPr>
          <w:lang w:val="en-GB"/>
        </w:rPr>
        <w:t xml:space="preserve"> </w:t>
      </w:r>
      <w:proofErr w:type="spellStart"/>
      <w:r w:rsidRPr="00412489">
        <w:rPr>
          <w:lang w:val="en-GB"/>
        </w:rPr>
        <w:t>smallint</w:t>
      </w:r>
      <w:proofErr w:type="spellEnd"/>
      <w:r w:rsidRPr="00412489">
        <w:rPr>
          <w:lang w:val="en-GB"/>
        </w:rPr>
        <w:t xml:space="preserve"> NOT NULL,</w:t>
      </w:r>
    </w:p>
    <w:p w14:paraId="486F3946" w14:textId="77777777" w:rsidR="001D040F" w:rsidRPr="00412489" w:rsidRDefault="001D040F" w:rsidP="002C1878">
      <w:pPr>
        <w:pStyle w:val="CodigoFuente"/>
        <w:rPr>
          <w:lang w:val="en-GB"/>
        </w:rPr>
      </w:pPr>
      <w:r w:rsidRPr="00412489">
        <w:rPr>
          <w:lang w:val="en-GB"/>
        </w:rPr>
        <w:t xml:space="preserve"> CONSTRAINT </w:t>
      </w:r>
      <w:proofErr w:type="spellStart"/>
      <w:r w:rsidRPr="00412489">
        <w:rPr>
          <w:lang w:val="en-GB"/>
        </w:rPr>
        <w:t>PK_Clientes</w:t>
      </w:r>
      <w:proofErr w:type="spellEnd"/>
      <w:r w:rsidRPr="00412489">
        <w:rPr>
          <w:lang w:val="en-GB"/>
        </w:rPr>
        <w:t xml:space="preserve"> PRIMARY KEY (id)</w:t>
      </w:r>
    </w:p>
    <w:p w14:paraId="6DF51E53" w14:textId="77777777" w:rsidR="001D040F" w:rsidRPr="002C1878" w:rsidRDefault="001D040F" w:rsidP="002C1878">
      <w:pPr>
        <w:pStyle w:val="CodigoFuente"/>
      </w:pPr>
      <w:r w:rsidRPr="002C1878">
        <w:t>);</w:t>
      </w:r>
    </w:p>
    <w:p w14:paraId="6F994591" w14:textId="77777777" w:rsidR="001D040F" w:rsidRPr="002C1878" w:rsidRDefault="001D040F" w:rsidP="002C1878">
      <w:pPr>
        <w:pStyle w:val="CodigoFuente"/>
      </w:pPr>
    </w:p>
    <w:p w14:paraId="660ECFC6" w14:textId="77777777" w:rsidR="001D040F" w:rsidRPr="002C1878" w:rsidRDefault="001D040F" w:rsidP="002C1878">
      <w:pPr>
        <w:pStyle w:val="CodigoFuente"/>
      </w:pPr>
      <w:r w:rsidRPr="002C1878">
        <w:t>CREATE SEQUENCE ClientesTelefonos_seq;</w:t>
      </w:r>
    </w:p>
    <w:p w14:paraId="6145C1C2" w14:textId="77777777" w:rsidR="001D040F" w:rsidRPr="002C1878" w:rsidRDefault="001D040F" w:rsidP="002C1878">
      <w:pPr>
        <w:pStyle w:val="CodigoFuente"/>
      </w:pPr>
    </w:p>
    <w:p w14:paraId="4C271FB8" w14:textId="77777777" w:rsidR="001D040F" w:rsidRPr="002C1878" w:rsidRDefault="001D040F" w:rsidP="002C1878">
      <w:pPr>
        <w:pStyle w:val="CodigoFuente"/>
      </w:pPr>
      <w:r w:rsidRPr="002C1878">
        <w:t>CREATE TABLE ClientesTelefonos(</w:t>
      </w:r>
    </w:p>
    <w:p w14:paraId="13F8B36F" w14:textId="77777777" w:rsidR="001D040F" w:rsidRPr="00412489" w:rsidRDefault="001D040F" w:rsidP="002C1878">
      <w:pPr>
        <w:pStyle w:val="CodigoFuente"/>
        <w:rPr>
          <w:lang w:val="en-GB"/>
        </w:rPr>
      </w:pPr>
      <w:r w:rsidRPr="002C1878">
        <w:tab/>
      </w:r>
      <w:r w:rsidRPr="00412489">
        <w:rPr>
          <w:lang w:val="en-GB"/>
        </w:rPr>
        <w:t>id int NOT NULL DEFAULT NEXTVAL ('</w:t>
      </w:r>
      <w:proofErr w:type="spellStart"/>
      <w:r w:rsidRPr="00412489">
        <w:rPr>
          <w:lang w:val="en-GB"/>
        </w:rPr>
        <w:t>ClientesTelefonos_seq</w:t>
      </w:r>
      <w:proofErr w:type="spellEnd"/>
      <w:r w:rsidRPr="00412489">
        <w:rPr>
          <w:lang w:val="en-GB"/>
        </w:rPr>
        <w:t>'),</w:t>
      </w:r>
    </w:p>
    <w:p w14:paraId="470857C8" w14:textId="77777777" w:rsidR="001D040F" w:rsidRPr="00412489" w:rsidRDefault="001D040F" w:rsidP="002C1878">
      <w:pPr>
        <w:pStyle w:val="CodigoFuente"/>
        <w:rPr>
          <w:lang w:val="en-GB"/>
        </w:rPr>
      </w:pPr>
      <w:r w:rsidRPr="00412489">
        <w:rPr>
          <w:lang w:val="en-GB"/>
        </w:rPr>
        <w:tab/>
      </w:r>
      <w:proofErr w:type="spellStart"/>
      <w:r w:rsidRPr="00412489">
        <w:rPr>
          <w:lang w:val="en-GB"/>
        </w:rPr>
        <w:t>idCliente</w:t>
      </w:r>
      <w:proofErr w:type="spellEnd"/>
      <w:r w:rsidRPr="00412489">
        <w:rPr>
          <w:lang w:val="en-GB"/>
        </w:rPr>
        <w:t xml:space="preserve"> int NOT NULL,</w:t>
      </w:r>
    </w:p>
    <w:p w14:paraId="261C5ED0" w14:textId="77777777" w:rsidR="001D040F" w:rsidRPr="00412489" w:rsidRDefault="001D040F" w:rsidP="002C1878">
      <w:pPr>
        <w:pStyle w:val="CodigoFuente"/>
        <w:rPr>
          <w:lang w:val="en-GB"/>
        </w:rPr>
      </w:pPr>
      <w:r w:rsidRPr="00412489">
        <w:rPr>
          <w:lang w:val="en-GB"/>
        </w:rPr>
        <w:tab/>
      </w:r>
      <w:proofErr w:type="spellStart"/>
      <w:r w:rsidRPr="00412489">
        <w:rPr>
          <w:lang w:val="en-GB"/>
        </w:rPr>
        <w:t>telefono</w:t>
      </w:r>
      <w:proofErr w:type="spellEnd"/>
      <w:r w:rsidRPr="00412489">
        <w:rPr>
          <w:lang w:val="en-GB"/>
        </w:rPr>
        <w:t xml:space="preserve"> </w:t>
      </w:r>
      <w:proofErr w:type="gramStart"/>
      <w:r w:rsidRPr="00412489">
        <w:rPr>
          <w:lang w:val="en-GB"/>
        </w:rPr>
        <w:t>varchar(</w:t>
      </w:r>
      <w:proofErr w:type="gramEnd"/>
      <w:r w:rsidRPr="00412489">
        <w:rPr>
          <w:lang w:val="en-GB"/>
        </w:rPr>
        <w:t>50) NOT NULL,</w:t>
      </w:r>
    </w:p>
    <w:p w14:paraId="296E0C28" w14:textId="77777777" w:rsidR="001D040F" w:rsidRPr="00412489" w:rsidRDefault="001D040F" w:rsidP="002C1878">
      <w:pPr>
        <w:pStyle w:val="CodigoFuente"/>
        <w:rPr>
          <w:lang w:val="en-GB"/>
        </w:rPr>
      </w:pPr>
      <w:r w:rsidRPr="00412489">
        <w:rPr>
          <w:lang w:val="en-GB"/>
        </w:rPr>
        <w:t xml:space="preserve"> CONSTRAINT </w:t>
      </w:r>
      <w:proofErr w:type="spellStart"/>
      <w:r w:rsidRPr="00412489">
        <w:rPr>
          <w:lang w:val="en-GB"/>
        </w:rPr>
        <w:t>PK_ClientesTelefonos</w:t>
      </w:r>
      <w:proofErr w:type="spellEnd"/>
      <w:r w:rsidRPr="00412489">
        <w:rPr>
          <w:lang w:val="en-GB"/>
        </w:rPr>
        <w:t xml:space="preserve"> PRIMARY KEY (id)</w:t>
      </w:r>
    </w:p>
    <w:p w14:paraId="7DD53604" w14:textId="77777777" w:rsidR="001D040F" w:rsidRPr="00412489" w:rsidRDefault="001D040F" w:rsidP="002C1878">
      <w:pPr>
        <w:pStyle w:val="CodigoFuente"/>
        <w:rPr>
          <w:lang w:val="en-GB"/>
        </w:rPr>
      </w:pPr>
      <w:r w:rsidRPr="00412489">
        <w:rPr>
          <w:lang w:val="en-GB"/>
        </w:rPr>
        <w:t>);</w:t>
      </w:r>
    </w:p>
    <w:p w14:paraId="77862F56" w14:textId="77777777" w:rsidR="001D040F" w:rsidRPr="00412489" w:rsidRDefault="001D040F" w:rsidP="002C1878">
      <w:pPr>
        <w:pStyle w:val="CodigoFuente"/>
        <w:rPr>
          <w:lang w:val="en-GB"/>
        </w:rPr>
      </w:pPr>
    </w:p>
    <w:p w14:paraId="71D2E80E" w14:textId="77777777" w:rsidR="001D040F" w:rsidRPr="00412489" w:rsidRDefault="001D040F" w:rsidP="002C1878">
      <w:pPr>
        <w:pStyle w:val="CodigoFuente"/>
        <w:rPr>
          <w:lang w:val="en-GB"/>
        </w:rPr>
      </w:pPr>
      <w:r w:rsidRPr="00412489">
        <w:rPr>
          <w:lang w:val="en-GB"/>
        </w:rPr>
        <w:t xml:space="preserve">ALTER TABLE </w:t>
      </w:r>
      <w:proofErr w:type="spellStart"/>
      <w:r w:rsidRPr="00412489">
        <w:rPr>
          <w:lang w:val="en-GB"/>
        </w:rPr>
        <w:t>ClientesTelefonos</w:t>
      </w:r>
      <w:proofErr w:type="spellEnd"/>
      <w:r w:rsidRPr="00412489">
        <w:rPr>
          <w:lang w:val="en-GB"/>
        </w:rPr>
        <w:t xml:space="preserve"> ADD CONSTRAINT "</w:t>
      </w:r>
      <w:proofErr w:type="spellStart"/>
      <w:r w:rsidRPr="00412489">
        <w:rPr>
          <w:lang w:val="en-GB"/>
        </w:rPr>
        <w:t>FK_ClientesTelefonos_Clientes</w:t>
      </w:r>
      <w:proofErr w:type="spellEnd"/>
      <w:r w:rsidRPr="00412489">
        <w:rPr>
          <w:lang w:val="en-GB"/>
        </w:rPr>
        <w:t>" FOREIGN KEY (</w:t>
      </w:r>
      <w:proofErr w:type="spellStart"/>
      <w:r w:rsidRPr="00412489">
        <w:rPr>
          <w:lang w:val="en-GB"/>
        </w:rPr>
        <w:t>idCliente</w:t>
      </w:r>
      <w:proofErr w:type="spellEnd"/>
      <w:r w:rsidRPr="00412489">
        <w:rPr>
          <w:lang w:val="en-GB"/>
        </w:rPr>
        <w:t xml:space="preserve">) REFERENCES </w:t>
      </w:r>
      <w:proofErr w:type="spellStart"/>
      <w:r w:rsidRPr="00412489">
        <w:rPr>
          <w:lang w:val="en-GB"/>
        </w:rPr>
        <w:t>Clientes</w:t>
      </w:r>
      <w:proofErr w:type="spellEnd"/>
      <w:r w:rsidRPr="00412489">
        <w:rPr>
          <w:lang w:val="en-GB"/>
        </w:rPr>
        <w:t xml:space="preserve"> (id) MATCH SIMPLE ON UPDATE RESTRICT ON DELETE RESTRICT;</w:t>
      </w:r>
    </w:p>
    <w:p w14:paraId="79FB8816" w14:textId="77777777" w:rsidR="007F217A" w:rsidRDefault="007F217A" w:rsidP="007F217A"/>
    <w:p w14:paraId="4A8D122C" w14:textId="77777777" w:rsidR="007F217A" w:rsidRDefault="007F217A" w:rsidP="007F217A"/>
    <w:p w14:paraId="1EE89304" w14:textId="41A0A2A9" w:rsidR="001D040F" w:rsidRDefault="001D040F" w:rsidP="002B0EB7">
      <w:pPr>
        <w:pStyle w:val="CodigoFuente"/>
      </w:pPr>
      <w:r>
        <w:t>INSERT INTO clientes(nombre, apellido, edad) VALUES('Cliente 1','Apellido 1',34);</w:t>
      </w:r>
    </w:p>
    <w:p w14:paraId="5B5CCE14" w14:textId="77777777" w:rsidR="001D040F" w:rsidRDefault="001D040F" w:rsidP="002B0EB7">
      <w:pPr>
        <w:pStyle w:val="CodigoFuente"/>
      </w:pPr>
      <w:r>
        <w:t>INSERT INTO clientes(nombre, apellido, edad) VALUES('Cliente 2','Apellido 2',56);</w:t>
      </w:r>
    </w:p>
    <w:p w14:paraId="125AB600" w14:textId="77777777" w:rsidR="001D040F" w:rsidRDefault="001D040F" w:rsidP="002B0EB7">
      <w:pPr>
        <w:pStyle w:val="CodigoFuente"/>
      </w:pPr>
      <w:r>
        <w:t>INSERT INTO clientes(nombre, apellido, edad) VALUES('Cliente 3','Apellido 3',28);</w:t>
      </w:r>
    </w:p>
    <w:p w14:paraId="3D04E495" w14:textId="77777777" w:rsidR="001D040F" w:rsidRDefault="001D040F" w:rsidP="002B0EB7">
      <w:pPr>
        <w:pStyle w:val="CodigoFuente"/>
      </w:pPr>
    </w:p>
    <w:p w14:paraId="7FC20603" w14:textId="77777777" w:rsidR="001D040F" w:rsidRDefault="001D040F" w:rsidP="002B0EB7">
      <w:pPr>
        <w:pStyle w:val="CodigoFuente"/>
      </w:pPr>
      <w:r>
        <w:t>INSERT INTO clientesTelefonos(idCliente,telefono) VALUES(1, '+541122223333');</w:t>
      </w:r>
    </w:p>
    <w:p w14:paraId="516D91C8" w14:textId="77777777" w:rsidR="001D040F" w:rsidRDefault="001D040F" w:rsidP="002B0EB7">
      <w:pPr>
        <w:pStyle w:val="CodigoFuente"/>
      </w:pPr>
      <w:r>
        <w:lastRenderedPageBreak/>
        <w:t>INSERT INTO clientesTelefonos(idCliente,telefono) VALUES(1, '+541145645645');</w:t>
      </w:r>
    </w:p>
    <w:p w14:paraId="737E86B0" w14:textId="77777777" w:rsidR="001D040F" w:rsidRDefault="001D040F" w:rsidP="002B0EB7">
      <w:pPr>
        <w:pStyle w:val="CodigoFuente"/>
      </w:pPr>
      <w:r>
        <w:t>INSERT INTO clientesTelefonos(idCliente,telefono) VALUES(2, '+541132132132');</w:t>
      </w:r>
    </w:p>
    <w:p w14:paraId="5801F064" w14:textId="77777777" w:rsidR="001D040F" w:rsidRDefault="001D040F" w:rsidP="002B0EB7">
      <w:pPr>
        <w:pStyle w:val="CodigoFuente"/>
      </w:pPr>
      <w:r>
        <w:t>INSERT INTO clientesTelefonos(idCliente,telefono) VALUES(3, '+541111223344');</w:t>
      </w:r>
    </w:p>
    <w:p w14:paraId="5D70203E" w14:textId="77777777" w:rsidR="001D040F" w:rsidRDefault="001D040F" w:rsidP="002B0EB7">
      <w:pPr>
        <w:pStyle w:val="CodigoFuente"/>
      </w:pPr>
      <w:r>
        <w:t>INSERT INTO clientesTelefonos(idCliente,telefono) VALUES(3, '+541155443322');</w:t>
      </w:r>
    </w:p>
    <w:p w14:paraId="72D2EB04" w14:textId="77777777" w:rsidR="007F217A" w:rsidRDefault="007F217A" w:rsidP="007F217A">
      <w:pPr>
        <w:rPr>
          <w:lang w:val="en-GB"/>
        </w:rPr>
      </w:pPr>
    </w:p>
    <w:p w14:paraId="289B2EB5" w14:textId="77777777" w:rsidR="007F217A" w:rsidRDefault="007F217A" w:rsidP="007F217A">
      <w:pPr>
        <w:rPr>
          <w:lang w:val="en-GB"/>
        </w:rPr>
      </w:pPr>
    </w:p>
    <w:p w14:paraId="1952C833" w14:textId="208EFD61" w:rsidR="001D040F" w:rsidRPr="00412489" w:rsidRDefault="001D040F" w:rsidP="001B2057">
      <w:pPr>
        <w:pStyle w:val="CodigoFuente"/>
        <w:rPr>
          <w:lang w:val="en-GB"/>
        </w:rPr>
      </w:pPr>
      <w:proofErr w:type="spellStart"/>
      <w:r w:rsidRPr="00412489">
        <w:rPr>
          <w:lang w:val="en-GB"/>
        </w:rPr>
        <w:t>const</w:t>
      </w:r>
      <w:proofErr w:type="spellEnd"/>
      <w:r w:rsidRPr="00412489">
        <w:rPr>
          <w:lang w:val="en-GB"/>
        </w:rPr>
        <w:t> </w:t>
      </w:r>
      <w:proofErr w:type="gramStart"/>
      <w:r w:rsidRPr="00412489">
        <w:rPr>
          <w:lang w:val="en-GB"/>
        </w:rPr>
        <w:t>{ Pool</w:t>
      </w:r>
      <w:proofErr w:type="gramEnd"/>
      <w:r w:rsidRPr="00412489">
        <w:rPr>
          <w:lang w:val="en-GB"/>
        </w:rPr>
        <w:t> } = require('</w:t>
      </w:r>
      <w:proofErr w:type="spellStart"/>
      <w:r w:rsidRPr="00412489">
        <w:rPr>
          <w:lang w:val="en-GB"/>
        </w:rPr>
        <w:t>pg</w:t>
      </w:r>
      <w:proofErr w:type="spellEnd"/>
      <w:r w:rsidRPr="00412489">
        <w:rPr>
          <w:lang w:val="en-GB"/>
        </w:rPr>
        <w:t>')</w:t>
      </w:r>
    </w:p>
    <w:p w14:paraId="17D7052D" w14:textId="77777777" w:rsidR="001D040F" w:rsidRPr="00412489" w:rsidRDefault="001D040F" w:rsidP="001B2057">
      <w:pPr>
        <w:pStyle w:val="CodigoFuente"/>
        <w:rPr>
          <w:lang w:val="en-GB"/>
        </w:rPr>
      </w:pPr>
    </w:p>
    <w:p w14:paraId="2EEE4F1D" w14:textId="77777777" w:rsidR="001D040F" w:rsidRPr="00412489" w:rsidRDefault="001D040F" w:rsidP="001B2057">
      <w:pPr>
        <w:pStyle w:val="CodigoFuente"/>
        <w:rPr>
          <w:lang w:val="en-GB"/>
        </w:rPr>
      </w:pPr>
      <w:proofErr w:type="spellStart"/>
      <w:r w:rsidRPr="00412489">
        <w:rPr>
          <w:lang w:val="en-GB"/>
        </w:rPr>
        <w:t>const</w:t>
      </w:r>
      <w:proofErr w:type="spellEnd"/>
      <w:r w:rsidRPr="00412489">
        <w:rPr>
          <w:lang w:val="en-GB"/>
        </w:rPr>
        <w:t> config = {</w:t>
      </w:r>
    </w:p>
    <w:p w14:paraId="075DD51E" w14:textId="77777777" w:rsidR="001D040F" w:rsidRPr="00412489" w:rsidRDefault="001D040F" w:rsidP="001B2057">
      <w:pPr>
        <w:pStyle w:val="CodigoFuente"/>
        <w:rPr>
          <w:lang w:val="en-GB"/>
        </w:rPr>
      </w:pPr>
      <w:r w:rsidRPr="00412489">
        <w:rPr>
          <w:lang w:val="en-GB"/>
        </w:rPr>
        <w:t>    user: '</w:t>
      </w:r>
      <w:proofErr w:type="spellStart"/>
      <w:r w:rsidRPr="00412489">
        <w:rPr>
          <w:lang w:val="en-GB"/>
        </w:rPr>
        <w:t>redusers</w:t>
      </w:r>
      <w:proofErr w:type="spellEnd"/>
      <w:r w:rsidRPr="00412489">
        <w:rPr>
          <w:lang w:val="en-GB"/>
        </w:rPr>
        <w:t>',</w:t>
      </w:r>
    </w:p>
    <w:p w14:paraId="35C5A19D" w14:textId="77777777" w:rsidR="001D040F" w:rsidRPr="00412489" w:rsidRDefault="001D040F" w:rsidP="001B2057">
      <w:pPr>
        <w:pStyle w:val="CodigoFuente"/>
        <w:rPr>
          <w:lang w:val="en-GB"/>
        </w:rPr>
      </w:pPr>
      <w:r w:rsidRPr="00412489">
        <w:rPr>
          <w:lang w:val="en-GB"/>
        </w:rPr>
        <w:t>    host: 'localhost',</w:t>
      </w:r>
    </w:p>
    <w:p w14:paraId="79D5C2F9" w14:textId="77777777" w:rsidR="001D040F" w:rsidRPr="00412489" w:rsidRDefault="001D040F" w:rsidP="001B2057">
      <w:pPr>
        <w:pStyle w:val="CodigoFuente"/>
        <w:rPr>
          <w:lang w:val="en-GB"/>
        </w:rPr>
      </w:pPr>
      <w:r w:rsidRPr="00412489">
        <w:rPr>
          <w:lang w:val="en-GB"/>
        </w:rPr>
        <w:t>    database: '</w:t>
      </w:r>
      <w:proofErr w:type="spellStart"/>
      <w:r w:rsidRPr="00412489">
        <w:rPr>
          <w:lang w:val="en-GB"/>
        </w:rPr>
        <w:t>PostgreSQLNodeJS</w:t>
      </w:r>
      <w:proofErr w:type="spellEnd"/>
      <w:r w:rsidRPr="00412489">
        <w:rPr>
          <w:lang w:val="en-GB"/>
        </w:rPr>
        <w:t>',</w:t>
      </w:r>
    </w:p>
    <w:p w14:paraId="18A5BA7A" w14:textId="77777777" w:rsidR="001D040F" w:rsidRPr="00412489" w:rsidRDefault="001D040F" w:rsidP="001B2057">
      <w:pPr>
        <w:pStyle w:val="CodigoFuente"/>
        <w:rPr>
          <w:lang w:val="en-GB"/>
        </w:rPr>
      </w:pPr>
      <w:r w:rsidRPr="00412489">
        <w:rPr>
          <w:lang w:val="en-GB"/>
        </w:rPr>
        <w:t>    password: '</w:t>
      </w:r>
      <w:proofErr w:type="spellStart"/>
      <w:r w:rsidRPr="00412489">
        <w:rPr>
          <w:lang w:val="en-GB"/>
        </w:rPr>
        <w:t>redusers</w:t>
      </w:r>
      <w:proofErr w:type="spellEnd"/>
      <w:r w:rsidRPr="00412489">
        <w:rPr>
          <w:lang w:val="en-GB"/>
        </w:rPr>
        <w:t>',</w:t>
      </w:r>
    </w:p>
    <w:p w14:paraId="28EFA314" w14:textId="77777777" w:rsidR="001D040F" w:rsidRPr="00412489" w:rsidRDefault="001D040F" w:rsidP="001B2057">
      <w:pPr>
        <w:pStyle w:val="CodigoFuente"/>
        <w:rPr>
          <w:lang w:val="en-GB"/>
        </w:rPr>
      </w:pPr>
      <w:r w:rsidRPr="00412489">
        <w:rPr>
          <w:lang w:val="en-GB"/>
        </w:rPr>
        <w:t>    port: 5432,</w:t>
      </w:r>
    </w:p>
    <w:p w14:paraId="0C4FF80E" w14:textId="77777777" w:rsidR="001D040F" w:rsidRPr="00412489" w:rsidRDefault="001D040F" w:rsidP="001B2057">
      <w:pPr>
        <w:pStyle w:val="CodigoFuente"/>
        <w:rPr>
          <w:lang w:val="en-GB"/>
        </w:rPr>
      </w:pPr>
      <w:r w:rsidRPr="00412489">
        <w:rPr>
          <w:lang w:val="en-GB"/>
        </w:rPr>
        <w:t>};</w:t>
      </w:r>
    </w:p>
    <w:p w14:paraId="72EBF6FE" w14:textId="77777777" w:rsidR="001D040F" w:rsidRPr="00412489" w:rsidRDefault="001D040F" w:rsidP="001B2057">
      <w:pPr>
        <w:pStyle w:val="CodigoFuente"/>
        <w:rPr>
          <w:lang w:val="en-GB"/>
        </w:rPr>
      </w:pPr>
    </w:p>
    <w:p w14:paraId="616F5A2B" w14:textId="77777777" w:rsidR="001D040F" w:rsidRPr="00412489" w:rsidRDefault="001D040F" w:rsidP="001B2057">
      <w:pPr>
        <w:pStyle w:val="CodigoFuente"/>
        <w:rPr>
          <w:lang w:val="en-GB"/>
        </w:rPr>
      </w:pPr>
      <w:proofErr w:type="spellStart"/>
      <w:r w:rsidRPr="00412489">
        <w:rPr>
          <w:lang w:val="en-GB"/>
        </w:rPr>
        <w:t>const</w:t>
      </w:r>
      <w:proofErr w:type="spellEnd"/>
      <w:r w:rsidRPr="00412489">
        <w:rPr>
          <w:lang w:val="en-GB"/>
        </w:rPr>
        <w:t> pool = new Pool(config);</w:t>
      </w:r>
    </w:p>
    <w:p w14:paraId="07E3130B" w14:textId="77777777" w:rsidR="001D040F" w:rsidRPr="00412489" w:rsidRDefault="001D040F" w:rsidP="001B2057">
      <w:pPr>
        <w:pStyle w:val="CodigoFuente"/>
        <w:rPr>
          <w:lang w:val="en-GB"/>
        </w:rPr>
      </w:pPr>
    </w:p>
    <w:p w14:paraId="2D5E444B" w14:textId="77777777" w:rsidR="001D040F" w:rsidRPr="00412489" w:rsidRDefault="001D040F" w:rsidP="001B2057">
      <w:pPr>
        <w:pStyle w:val="CodigoFuente"/>
        <w:rPr>
          <w:lang w:val="en-GB"/>
        </w:rPr>
      </w:pPr>
      <w:r w:rsidRPr="00412489">
        <w:rPr>
          <w:lang w:val="en-GB"/>
        </w:rPr>
        <w:t>async function </w:t>
      </w:r>
      <w:proofErr w:type="gramStart"/>
      <w:r w:rsidRPr="00412489">
        <w:rPr>
          <w:lang w:val="en-GB"/>
        </w:rPr>
        <w:t>Consulta(</w:t>
      </w:r>
      <w:proofErr w:type="gramEnd"/>
      <w:r w:rsidRPr="00412489">
        <w:rPr>
          <w:lang w:val="en-GB"/>
        </w:rPr>
        <w:t>) {</w:t>
      </w:r>
    </w:p>
    <w:p w14:paraId="146ECD09" w14:textId="77777777" w:rsidR="001D040F" w:rsidRPr="00412489" w:rsidRDefault="001D040F" w:rsidP="001B2057">
      <w:pPr>
        <w:pStyle w:val="CodigoFuente"/>
        <w:rPr>
          <w:lang w:val="en-GB"/>
        </w:rPr>
      </w:pPr>
      <w:r w:rsidRPr="00412489">
        <w:rPr>
          <w:lang w:val="en-GB"/>
        </w:rPr>
        <w:t>    try {</w:t>
      </w:r>
    </w:p>
    <w:p w14:paraId="79BC994C" w14:textId="77777777" w:rsidR="001D040F" w:rsidRPr="00412489" w:rsidRDefault="001D040F" w:rsidP="001B2057">
      <w:pPr>
        <w:pStyle w:val="CodigoFuente"/>
        <w:rPr>
          <w:lang w:val="en-GB"/>
        </w:rPr>
      </w:pPr>
      <w:r w:rsidRPr="00412489">
        <w:rPr>
          <w:lang w:val="en-GB"/>
        </w:rPr>
        <w:t>        const consulta = `SELECT </w:t>
      </w:r>
      <w:proofErr w:type="gramStart"/>
      <w:r w:rsidRPr="00412489">
        <w:rPr>
          <w:lang w:val="en-GB"/>
        </w:rPr>
        <w:t>cli.Nombre</w:t>
      </w:r>
      <w:proofErr w:type="gramEnd"/>
      <w:r w:rsidRPr="00412489">
        <w:rPr>
          <w:lang w:val="en-GB"/>
        </w:rPr>
        <w:t> || ', ' || cli.Apellido AS Cliente, </w:t>
      </w:r>
    </w:p>
    <w:p w14:paraId="5352004E" w14:textId="77777777" w:rsidR="001D040F" w:rsidRPr="00412489" w:rsidRDefault="001D040F" w:rsidP="001B2057">
      <w:pPr>
        <w:pStyle w:val="CodigoFuente"/>
        <w:rPr>
          <w:lang w:val="en-GB"/>
        </w:rPr>
      </w:pPr>
      <w:r w:rsidRPr="00412489">
        <w:rPr>
          <w:lang w:val="en-GB"/>
        </w:rPr>
        <w:t>                                 cli.Edad, </w:t>
      </w:r>
      <w:proofErr w:type="gramStart"/>
      <w:r w:rsidRPr="00412489">
        <w:rPr>
          <w:lang w:val="en-GB"/>
        </w:rPr>
        <w:t>clitel.telefono</w:t>
      </w:r>
      <w:proofErr w:type="gramEnd"/>
      <w:r w:rsidRPr="00412489">
        <w:rPr>
          <w:lang w:val="en-GB"/>
        </w:rPr>
        <w:t> as Teléfono</w:t>
      </w:r>
    </w:p>
    <w:p w14:paraId="0BE28861" w14:textId="77777777" w:rsidR="001D040F" w:rsidRPr="00412489" w:rsidRDefault="001D040F" w:rsidP="001B2057">
      <w:pPr>
        <w:pStyle w:val="CodigoFuente"/>
        <w:rPr>
          <w:lang w:val="en-GB"/>
        </w:rPr>
      </w:pPr>
      <w:r w:rsidRPr="00412489">
        <w:rPr>
          <w:lang w:val="en-GB"/>
        </w:rPr>
        <w:t>                          FROM </w:t>
      </w:r>
      <w:proofErr w:type="spellStart"/>
      <w:r w:rsidRPr="00412489">
        <w:rPr>
          <w:lang w:val="en-GB"/>
        </w:rPr>
        <w:t>Clientes</w:t>
      </w:r>
      <w:proofErr w:type="spellEnd"/>
      <w:r w:rsidRPr="00412489">
        <w:rPr>
          <w:lang w:val="en-GB"/>
        </w:rPr>
        <w:t> cli</w:t>
      </w:r>
    </w:p>
    <w:p w14:paraId="0C96B520" w14:textId="77777777" w:rsidR="001D040F" w:rsidRPr="00412489" w:rsidRDefault="001D040F" w:rsidP="001B2057">
      <w:pPr>
        <w:pStyle w:val="CodigoFuente"/>
        <w:rPr>
          <w:lang w:val="en-GB"/>
        </w:rPr>
      </w:pPr>
      <w:r w:rsidRPr="00412489">
        <w:rPr>
          <w:lang w:val="en-GB"/>
        </w:rPr>
        <w:t>                          INNER JOIN ClientesTelefonos clitel ON cli.id = </w:t>
      </w:r>
      <w:proofErr w:type="gramStart"/>
      <w:r w:rsidRPr="00412489">
        <w:rPr>
          <w:lang w:val="en-GB"/>
        </w:rPr>
        <w:t>clitel.idCliente</w:t>
      </w:r>
      <w:proofErr w:type="gramEnd"/>
      <w:r w:rsidRPr="00412489">
        <w:rPr>
          <w:lang w:val="en-GB"/>
        </w:rPr>
        <w:t>`;</w:t>
      </w:r>
    </w:p>
    <w:p w14:paraId="0CAF55D5" w14:textId="77777777" w:rsidR="001D040F" w:rsidRPr="00412489" w:rsidRDefault="001D040F" w:rsidP="001B2057">
      <w:pPr>
        <w:pStyle w:val="CodigoFuente"/>
        <w:rPr>
          <w:lang w:val="en-GB"/>
        </w:rPr>
      </w:pPr>
    </w:p>
    <w:p w14:paraId="3D7C919D" w14:textId="77777777" w:rsidR="001D040F" w:rsidRPr="00412489" w:rsidRDefault="001D040F" w:rsidP="001B2057">
      <w:pPr>
        <w:pStyle w:val="CodigoFuente"/>
        <w:rPr>
          <w:lang w:val="en-GB"/>
        </w:rPr>
      </w:pPr>
      <w:r w:rsidRPr="00412489">
        <w:rPr>
          <w:lang w:val="en-GB"/>
        </w:rPr>
        <w:t>        let </w:t>
      </w:r>
      <w:proofErr w:type="spellStart"/>
      <w:r w:rsidRPr="00412489">
        <w:rPr>
          <w:lang w:val="en-GB"/>
        </w:rPr>
        <w:t>resultado</w:t>
      </w:r>
      <w:proofErr w:type="spellEnd"/>
      <w:r w:rsidRPr="00412489">
        <w:rPr>
          <w:lang w:val="en-GB"/>
        </w:rPr>
        <w:t> = await </w:t>
      </w:r>
      <w:proofErr w:type="spellStart"/>
      <w:proofErr w:type="gramStart"/>
      <w:r w:rsidRPr="00412489">
        <w:rPr>
          <w:lang w:val="en-GB"/>
        </w:rPr>
        <w:t>pool.query</w:t>
      </w:r>
      <w:proofErr w:type="spellEnd"/>
      <w:proofErr w:type="gramEnd"/>
      <w:r w:rsidRPr="00412489">
        <w:rPr>
          <w:lang w:val="en-GB"/>
        </w:rPr>
        <w:t>(consulta);</w:t>
      </w:r>
    </w:p>
    <w:p w14:paraId="6EEB0794" w14:textId="77777777" w:rsidR="001D040F" w:rsidRPr="00412489" w:rsidRDefault="001D040F" w:rsidP="001B2057">
      <w:pPr>
        <w:pStyle w:val="CodigoFuente"/>
        <w:rPr>
          <w:lang w:val="en-GB"/>
        </w:rPr>
      </w:pPr>
    </w:p>
    <w:p w14:paraId="498EA6E9" w14:textId="77777777" w:rsidR="001D040F" w:rsidRPr="001B2057" w:rsidRDefault="001D040F" w:rsidP="001B2057">
      <w:pPr>
        <w:pStyle w:val="CodigoFuente"/>
      </w:pPr>
      <w:r w:rsidRPr="00412489">
        <w:rPr>
          <w:lang w:val="en-GB"/>
        </w:rPr>
        <w:t>        </w:t>
      </w:r>
      <w:r w:rsidRPr="001B2057">
        <w:t>console.table(resultado.rows);</w:t>
      </w:r>
    </w:p>
    <w:p w14:paraId="00A61316" w14:textId="77777777" w:rsidR="001D040F" w:rsidRPr="001B2057" w:rsidRDefault="001D040F" w:rsidP="001B2057">
      <w:pPr>
        <w:pStyle w:val="CodigoFuente"/>
      </w:pPr>
      <w:r w:rsidRPr="001B2057">
        <w:t>    } catch (err) {</w:t>
      </w:r>
    </w:p>
    <w:p w14:paraId="7E36EFAE" w14:textId="77777777" w:rsidR="001D040F" w:rsidRPr="001B2057" w:rsidRDefault="001D040F" w:rsidP="001B2057">
      <w:pPr>
        <w:pStyle w:val="CodigoFuente"/>
      </w:pPr>
      <w:r w:rsidRPr="001B2057">
        <w:t>        console.log(err);</w:t>
      </w:r>
    </w:p>
    <w:p w14:paraId="1C95EB5D" w14:textId="77777777" w:rsidR="001D040F" w:rsidRPr="001B2057" w:rsidRDefault="001D040F" w:rsidP="001B2057">
      <w:pPr>
        <w:pStyle w:val="CodigoFuente"/>
      </w:pPr>
      <w:r w:rsidRPr="001B2057">
        <w:t>    }</w:t>
      </w:r>
    </w:p>
    <w:p w14:paraId="3E730542" w14:textId="77777777" w:rsidR="001D040F" w:rsidRPr="001B2057" w:rsidRDefault="001D040F" w:rsidP="001B2057">
      <w:pPr>
        <w:pStyle w:val="CodigoFuente"/>
      </w:pPr>
      <w:r w:rsidRPr="001B2057">
        <w:t>}</w:t>
      </w:r>
    </w:p>
    <w:p w14:paraId="5D9D90D6" w14:textId="77777777" w:rsidR="001D040F" w:rsidRPr="001B2057" w:rsidRDefault="001D040F" w:rsidP="001B2057">
      <w:pPr>
        <w:pStyle w:val="CodigoFuente"/>
      </w:pPr>
    </w:p>
    <w:p w14:paraId="00CA561C" w14:textId="77777777" w:rsidR="001D040F" w:rsidRPr="001B2057" w:rsidRDefault="001D040F" w:rsidP="001B2057">
      <w:pPr>
        <w:pStyle w:val="CodigoFuente"/>
      </w:pPr>
      <w:r w:rsidRPr="001B2057">
        <w:lastRenderedPageBreak/>
        <w:t>Consulta();</w:t>
      </w:r>
    </w:p>
    <w:p w14:paraId="2A07E770" w14:textId="77777777" w:rsidR="007F217A" w:rsidRDefault="007F217A" w:rsidP="007F217A">
      <w:pPr>
        <w:rPr>
          <w:lang w:val="en-GB"/>
        </w:rPr>
      </w:pPr>
    </w:p>
    <w:p w14:paraId="08EFAE62" w14:textId="77777777" w:rsidR="007F217A" w:rsidRDefault="007F217A" w:rsidP="007F217A">
      <w:pPr>
        <w:rPr>
          <w:lang w:val="en-GB"/>
        </w:rPr>
      </w:pPr>
    </w:p>
    <w:p w14:paraId="52A72BE1" w14:textId="0C468883" w:rsidR="001D040F" w:rsidRPr="00412489" w:rsidRDefault="001D040F" w:rsidP="007D049E">
      <w:pPr>
        <w:pStyle w:val="CodigoFuente"/>
        <w:rPr>
          <w:lang w:val="en-GB"/>
        </w:rPr>
      </w:pPr>
      <w:r w:rsidRPr="00412489">
        <w:rPr>
          <w:lang w:val="en-GB"/>
        </w:rPr>
        <w:t>async function </w:t>
      </w:r>
      <w:proofErr w:type="spellStart"/>
      <w:proofErr w:type="gramStart"/>
      <w:r w:rsidRPr="00412489">
        <w:rPr>
          <w:lang w:val="en-GB"/>
        </w:rPr>
        <w:t>InsertarCliente</w:t>
      </w:r>
      <w:proofErr w:type="spellEnd"/>
      <w:r w:rsidRPr="00412489">
        <w:rPr>
          <w:lang w:val="en-GB"/>
        </w:rPr>
        <w:t>(</w:t>
      </w:r>
      <w:proofErr w:type="gramEnd"/>
      <w:r w:rsidRPr="00412489">
        <w:rPr>
          <w:lang w:val="en-GB"/>
        </w:rPr>
        <w:t>) {</w:t>
      </w:r>
    </w:p>
    <w:p w14:paraId="724B3DBC" w14:textId="77777777" w:rsidR="001D040F" w:rsidRPr="00412489" w:rsidRDefault="001D040F" w:rsidP="007D049E">
      <w:pPr>
        <w:pStyle w:val="CodigoFuente"/>
        <w:rPr>
          <w:lang w:val="en-GB"/>
        </w:rPr>
      </w:pPr>
      <w:r w:rsidRPr="00412489">
        <w:rPr>
          <w:lang w:val="en-GB"/>
        </w:rPr>
        <w:t>    </w:t>
      </w:r>
      <w:proofErr w:type="spellStart"/>
      <w:r w:rsidRPr="00412489">
        <w:rPr>
          <w:lang w:val="en-GB"/>
        </w:rPr>
        <w:t>const</w:t>
      </w:r>
      <w:proofErr w:type="spellEnd"/>
      <w:r w:rsidRPr="00412489">
        <w:rPr>
          <w:lang w:val="en-GB"/>
        </w:rPr>
        <w:t> client = await </w:t>
      </w:r>
      <w:proofErr w:type="spellStart"/>
      <w:proofErr w:type="gramStart"/>
      <w:r w:rsidRPr="00412489">
        <w:rPr>
          <w:lang w:val="en-GB"/>
        </w:rPr>
        <w:t>pool.connect</w:t>
      </w:r>
      <w:proofErr w:type="spellEnd"/>
      <w:proofErr w:type="gramEnd"/>
      <w:r w:rsidRPr="00412489">
        <w:rPr>
          <w:lang w:val="en-GB"/>
        </w:rPr>
        <w:t>()</w:t>
      </w:r>
    </w:p>
    <w:p w14:paraId="4B8C44B7" w14:textId="77777777" w:rsidR="001D040F" w:rsidRPr="00412489" w:rsidRDefault="001D040F" w:rsidP="007D049E">
      <w:pPr>
        <w:pStyle w:val="CodigoFuente"/>
        <w:rPr>
          <w:lang w:val="en-GB"/>
        </w:rPr>
      </w:pPr>
    </w:p>
    <w:p w14:paraId="5F34FE37" w14:textId="77777777" w:rsidR="001D040F" w:rsidRPr="007D049E" w:rsidRDefault="001D040F" w:rsidP="007D049E">
      <w:pPr>
        <w:pStyle w:val="CodigoFuente"/>
      </w:pPr>
      <w:r w:rsidRPr="00412489">
        <w:rPr>
          <w:lang w:val="en-GB"/>
        </w:rPr>
        <w:t>    </w:t>
      </w:r>
      <w:r w:rsidRPr="007D049E">
        <w:t>const cliente = {</w:t>
      </w:r>
    </w:p>
    <w:p w14:paraId="0F0966BD" w14:textId="77777777" w:rsidR="001D040F" w:rsidRPr="007D049E" w:rsidRDefault="001D040F" w:rsidP="007D049E">
      <w:pPr>
        <w:pStyle w:val="CodigoFuente"/>
      </w:pPr>
      <w:r w:rsidRPr="007D049E">
        <w:t>        Nombre: 'Cliente 4',</w:t>
      </w:r>
    </w:p>
    <w:p w14:paraId="76B72391" w14:textId="77777777" w:rsidR="001D040F" w:rsidRPr="007D049E" w:rsidRDefault="001D040F" w:rsidP="007D049E">
      <w:pPr>
        <w:pStyle w:val="CodigoFuente"/>
      </w:pPr>
      <w:r w:rsidRPr="007D049E">
        <w:t>        Apellido: 'Apellido 4',</w:t>
      </w:r>
    </w:p>
    <w:p w14:paraId="6ADC79BE" w14:textId="77777777" w:rsidR="001D040F" w:rsidRPr="007D049E" w:rsidRDefault="001D040F" w:rsidP="007D049E">
      <w:pPr>
        <w:pStyle w:val="CodigoFuente"/>
      </w:pPr>
      <w:r w:rsidRPr="007D049E">
        <w:t>        Edad: '44'</w:t>
      </w:r>
    </w:p>
    <w:p w14:paraId="273768D5" w14:textId="77777777" w:rsidR="001D040F" w:rsidRPr="007D049E" w:rsidRDefault="001D040F" w:rsidP="007D049E">
      <w:pPr>
        <w:pStyle w:val="CodigoFuente"/>
      </w:pPr>
      <w:r w:rsidRPr="007D049E">
        <w:t>    };</w:t>
      </w:r>
    </w:p>
    <w:p w14:paraId="13BD8222" w14:textId="77777777" w:rsidR="001D040F" w:rsidRPr="007D049E" w:rsidRDefault="001D040F" w:rsidP="007D049E">
      <w:pPr>
        <w:pStyle w:val="CodigoFuente"/>
      </w:pPr>
    </w:p>
    <w:p w14:paraId="68360227" w14:textId="77777777" w:rsidR="001D040F" w:rsidRPr="00412489" w:rsidRDefault="001D040F" w:rsidP="007D049E">
      <w:pPr>
        <w:pStyle w:val="CodigoFuente"/>
        <w:rPr>
          <w:lang w:val="en-GB"/>
        </w:rPr>
      </w:pPr>
      <w:r w:rsidRPr="007D049E">
        <w:t>    </w:t>
      </w:r>
      <w:r w:rsidRPr="00412489">
        <w:rPr>
          <w:lang w:val="en-GB"/>
        </w:rPr>
        <w:t>try {</w:t>
      </w:r>
    </w:p>
    <w:p w14:paraId="7AFD8E05" w14:textId="77777777" w:rsidR="001D040F" w:rsidRPr="00412489" w:rsidRDefault="001D040F" w:rsidP="007D049E">
      <w:pPr>
        <w:pStyle w:val="CodigoFuente"/>
        <w:rPr>
          <w:lang w:val="en-GB"/>
        </w:rPr>
      </w:pPr>
      <w:r w:rsidRPr="00412489">
        <w:rPr>
          <w:lang w:val="en-GB"/>
        </w:rPr>
        <w:t>        await </w:t>
      </w:r>
      <w:proofErr w:type="spellStart"/>
      <w:proofErr w:type="gramStart"/>
      <w:r w:rsidRPr="00412489">
        <w:rPr>
          <w:lang w:val="en-GB"/>
        </w:rPr>
        <w:t>client.query</w:t>
      </w:r>
      <w:proofErr w:type="spellEnd"/>
      <w:proofErr w:type="gramEnd"/>
      <w:r w:rsidRPr="00412489">
        <w:rPr>
          <w:lang w:val="en-GB"/>
        </w:rPr>
        <w:t>('BEGIN');</w:t>
      </w:r>
    </w:p>
    <w:p w14:paraId="6C3E5FAF" w14:textId="77777777" w:rsidR="001D040F" w:rsidRPr="00412489" w:rsidRDefault="001D040F" w:rsidP="007D049E">
      <w:pPr>
        <w:pStyle w:val="CodigoFuente"/>
        <w:rPr>
          <w:lang w:val="en-GB"/>
        </w:rPr>
      </w:pPr>
    </w:p>
    <w:p w14:paraId="2FE99ECE" w14:textId="77777777" w:rsidR="001D040F" w:rsidRPr="00412489" w:rsidRDefault="001D040F" w:rsidP="007D049E">
      <w:pPr>
        <w:pStyle w:val="CodigoFuente"/>
        <w:rPr>
          <w:lang w:val="en-GB"/>
        </w:rPr>
      </w:pPr>
      <w:r w:rsidRPr="00412489">
        <w:rPr>
          <w:lang w:val="en-GB"/>
        </w:rPr>
        <w:t>        const consulta = `INSERT INTO </w:t>
      </w:r>
      <w:proofErr w:type="gramStart"/>
      <w:r w:rsidRPr="00412489">
        <w:rPr>
          <w:lang w:val="en-GB"/>
        </w:rPr>
        <w:t>Clientes(</w:t>
      </w:r>
      <w:proofErr w:type="gramEnd"/>
      <w:r w:rsidRPr="00412489">
        <w:rPr>
          <w:lang w:val="en-GB"/>
        </w:rPr>
        <w:t>Nombre, Apellido, Edad) VALUES($1,$2,$3) RETURNING id`;</w:t>
      </w:r>
    </w:p>
    <w:p w14:paraId="307E23C5" w14:textId="77777777" w:rsidR="001D040F" w:rsidRPr="00412489" w:rsidRDefault="001D040F" w:rsidP="007D049E">
      <w:pPr>
        <w:pStyle w:val="CodigoFuente"/>
        <w:rPr>
          <w:lang w:val="en-GB"/>
        </w:rPr>
      </w:pPr>
    </w:p>
    <w:p w14:paraId="722F1BB9" w14:textId="77777777" w:rsidR="001D040F" w:rsidRPr="00412489" w:rsidRDefault="001D040F" w:rsidP="007D049E">
      <w:pPr>
        <w:pStyle w:val="CodigoFuente"/>
        <w:rPr>
          <w:lang w:val="en-GB"/>
        </w:rPr>
      </w:pPr>
      <w:r w:rsidRPr="00412489">
        <w:rPr>
          <w:lang w:val="en-GB"/>
        </w:rPr>
        <w:t>        const res = await </w:t>
      </w:r>
      <w:proofErr w:type="gramStart"/>
      <w:r w:rsidRPr="00412489">
        <w:rPr>
          <w:lang w:val="en-GB"/>
        </w:rPr>
        <w:t>client.query</w:t>
      </w:r>
      <w:proofErr w:type="gramEnd"/>
      <w:r w:rsidRPr="00412489">
        <w:rPr>
          <w:lang w:val="en-GB"/>
        </w:rPr>
        <w:t>(consulta, [cliente.Nombre, cliente.Apellido, cliente.Edad]);</w:t>
      </w:r>
    </w:p>
    <w:p w14:paraId="14477C46" w14:textId="77777777" w:rsidR="001D040F" w:rsidRPr="00412489" w:rsidRDefault="001D040F" w:rsidP="007D049E">
      <w:pPr>
        <w:pStyle w:val="CodigoFuente"/>
        <w:rPr>
          <w:lang w:val="en-GB"/>
        </w:rPr>
      </w:pPr>
    </w:p>
    <w:p w14:paraId="15774AD8" w14:textId="77777777" w:rsidR="001D040F" w:rsidRPr="007D049E" w:rsidRDefault="001D040F" w:rsidP="007D049E">
      <w:pPr>
        <w:pStyle w:val="CodigoFuente"/>
      </w:pPr>
      <w:r w:rsidRPr="00412489">
        <w:rPr>
          <w:lang w:val="en-GB"/>
        </w:rPr>
        <w:t>        </w:t>
      </w:r>
      <w:r w:rsidRPr="007D049E">
        <w:t>await client.query('COMMIT');</w:t>
      </w:r>
    </w:p>
    <w:p w14:paraId="1C7F09E7" w14:textId="77777777" w:rsidR="001D040F" w:rsidRPr="007D049E" w:rsidRDefault="001D040F" w:rsidP="007D049E">
      <w:pPr>
        <w:pStyle w:val="CodigoFuente"/>
      </w:pPr>
      <w:r w:rsidRPr="007D049E">
        <w:t>        console.log('La transacción finalizó satisfactoriamente');</w:t>
      </w:r>
    </w:p>
    <w:p w14:paraId="50AB96B1" w14:textId="77777777" w:rsidR="001D040F" w:rsidRPr="00412489" w:rsidRDefault="001D040F" w:rsidP="007D049E">
      <w:pPr>
        <w:pStyle w:val="CodigoFuente"/>
        <w:rPr>
          <w:lang w:val="en-GB"/>
        </w:rPr>
      </w:pPr>
      <w:r w:rsidRPr="007D049E">
        <w:t>    </w:t>
      </w:r>
      <w:r w:rsidRPr="00412489">
        <w:rPr>
          <w:lang w:val="en-GB"/>
        </w:rPr>
        <w:t>} catch (e) {</w:t>
      </w:r>
    </w:p>
    <w:p w14:paraId="61C0F1D8" w14:textId="77777777" w:rsidR="001D040F" w:rsidRPr="00412489" w:rsidRDefault="001D040F" w:rsidP="007D049E">
      <w:pPr>
        <w:pStyle w:val="CodigoFuente"/>
        <w:rPr>
          <w:lang w:val="en-GB"/>
        </w:rPr>
      </w:pPr>
      <w:r w:rsidRPr="00412489">
        <w:rPr>
          <w:lang w:val="en-GB"/>
        </w:rPr>
        <w:t>        await </w:t>
      </w:r>
      <w:proofErr w:type="spellStart"/>
      <w:proofErr w:type="gramStart"/>
      <w:r w:rsidRPr="00412489">
        <w:rPr>
          <w:lang w:val="en-GB"/>
        </w:rPr>
        <w:t>client.query</w:t>
      </w:r>
      <w:proofErr w:type="spellEnd"/>
      <w:proofErr w:type="gramEnd"/>
      <w:r w:rsidRPr="00412489">
        <w:rPr>
          <w:lang w:val="en-GB"/>
        </w:rPr>
        <w:t>('ROLLBACK');</w:t>
      </w:r>
    </w:p>
    <w:p w14:paraId="420ADABD" w14:textId="77777777" w:rsidR="001D040F" w:rsidRPr="007D049E" w:rsidRDefault="001D040F" w:rsidP="007D049E">
      <w:pPr>
        <w:pStyle w:val="CodigoFuente"/>
      </w:pPr>
      <w:r w:rsidRPr="00412489">
        <w:rPr>
          <w:lang w:val="en-GB"/>
        </w:rPr>
        <w:t>        </w:t>
      </w:r>
      <w:r w:rsidRPr="007D049E">
        <w:t>console.log('Ocurrió un error al finalizar la transacción', e);</w:t>
      </w:r>
    </w:p>
    <w:p w14:paraId="35765463" w14:textId="77777777" w:rsidR="001D040F" w:rsidRPr="007D049E" w:rsidRDefault="001D040F" w:rsidP="007D049E">
      <w:pPr>
        <w:pStyle w:val="CodigoFuente"/>
      </w:pPr>
      <w:r w:rsidRPr="007D049E">
        <w:t>    } finally {</w:t>
      </w:r>
    </w:p>
    <w:p w14:paraId="179017A2" w14:textId="77777777" w:rsidR="001D040F" w:rsidRPr="007D049E" w:rsidRDefault="001D040F" w:rsidP="007D049E">
      <w:pPr>
        <w:pStyle w:val="CodigoFuente"/>
      </w:pPr>
      <w:r w:rsidRPr="007D049E">
        <w:t>        client.release();</w:t>
      </w:r>
    </w:p>
    <w:p w14:paraId="0DE76823" w14:textId="77777777" w:rsidR="001D040F" w:rsidRPr="007D049E" w:rsidRDefault="001D040F" w:rsidP="007D049E">
      <w:pPr>
        <w:pStyle w:val="CodigoFuente"/>
      </w:pPr>
      <w:r w:rsidRPr="007D049E">
        <w:t>    }</w:t>
      </w:r>
    </w:p>
    <w:p w14:paraId="0192C8BB" w14:textId="77777777" w:rsidR="001D040F" w:rsidRPr="007D049E" w:rsidRDefault="001D040F" w:rsidP="007D049E">
      <w:pPr>
        <w:pStyle w:val="CodigoFuente"/>
      </w:pPr>
      <w:r w:rsidRPr="007D049E">
        <w:t>}</w:t>
      </w:r>
    </w:p>
    <w:p w14:paraId="772B6261" w14:textId="77777777" w:rsidR="001D040F" w:rsidRPr="007D049E" w:rsidRDefault="001D040F" w:rsidP="007D049E">
      <w:pPr>
        <w:pStyle w:val="CodigoFuente"/>
      </w:pPr>
    </w:p>
    <w:p w14:paraId="566A2923" w14:textId="77777777" w:rsidR="001D040F" w:rsidRDefault="001D040F" w:rsidP="00225E89">
      <w:pPr>
        <w:pStyle w:val="CodigoFuente"/>
      </w:pPr>
      <w:r w:rsidRPr="007D049E">
        <w:t>InsertarCliente();</w:t>
      </w:r>
    </w:p>
    <w:p w14:paraId="4F6B79A7" w14:textId="77777777" w:rsidR="007F217A" w:rsidRDefault="007F217A" w:rsidP="007F217A">
      <w:pPr>
        <w:rPr>
          <w:lang w:val="en-GB"/>
        </w:rPr>
      </w:pPr>
    </w:p>
    <w:p w14:paraId="109D7C21" w14:textId="77777777" w:rsidR="007F217A" w:rsidRDefault="007F217A" w:rsidP="007F217A">
      <w:pPr>
        <w:rPr>
          <w:lang w:val="en-GB"/>
        </w:rPr>
      </w:pPr>
    </w:p>
    <w:p w14:paraId="11E3547F" w14:textId="6926CD43" w:rsidR="001D040F" w:rsidRPr="00412489" w:rsidRDefault="001D040F" w:rsidP="002A7C9A">
      <w:pPr>
        <w:pStyle w:val="CodigoFuente"/>
        <w:rPr>
          <w:lang w:val="en-GB"/>
        </w:rPr>
      </w:pPr>
      <w:r w:rsidRPr="00412489">
        <w:rPr>
          <w:lang w:val="en-GB"/>
        </w:rPr>
        <w:t>CREATE TABLE `redusers_schema</w:t>
      </w:r>
      <w:proofErr w:type="gramStart"/>
      <w:r w:rsidRPr="00412489">
        <w:rPr>
          <w:lang w:val="en-GB"/>
        </w:rPr>
        <w:t>`.`</w:t>
      </w:r>
      <w:proofErr w:type="spellStart"/>
      <w:proofErr w:type="gramEnd"/>
      <w:r w:rsidRPr="00412489">
        <w:rPr>
          <w:lang w:val="en-GB"/>
        </w:rPr>
        <w:t>clientes</w:t>
      </w:r>
      <w:proofErr w:type="spellEnd"/>
      <w:r w:rsidRPr="00412489">
        <w:rPr>
          <w:lang w:val="en-GB"/>
        </w:rPr>
        <w:t>` (</w:t>
      </w:r>
    </w:p>
    <w:p w14:paraId="592D3E90" w14:textId="77777777" w:rsidR="001D040F" w:rsidRPr="00412489" w:rsidRDefault="001D040F" w:rsidP="002A7C9A">
      <w:pPr>
        <w:pStyle w:val="CodigoFuente"/>
        <w:rPr>
          <w:lang w:val="en-GB"/>
        </w:rPr>
      </w:pPr>
      <w:r w:rsidRPr="00412489">
        <w:rPr>
          <w:lang w:val="en-GB"/>
        </w:rPr>
        <w:t xml:space="preserve">  `id` INT NOT NULL AUTO_INCREMENT,</w:t>
      </w:r>
    </w:p>
    <w:p w14:paraId="37C5FD85" w14:textId="77777777" w:rsidR="001D040F" w:rsidRPr="002A7C9A" w:rsidRDefault="001D040F" w:rsidP="002A7C9A">
      <w:pPr>
        <w:pStyle w:val="CodigoFuente"/>
      </w:pPr>
      <w:r w:rsidRPr="00412489">
        <w:rPr>
          <w:lang w:val="en-GB"/>
        </w:rPr>
        <w:t xml:space="preserve">  </w:t>
      </w:r>
      <w:r w:rsidRPr="002A7C9A">
        <w:t>`nombre` VARCHAR(50) NOT NULL,</w:t>
      </w:r>
    </w:p>
    <w:p w14:paraId="419B9DAD" w14:textId="77777777" w:rsidR="001D040F" w:rsidRPr="002A7C9A" w:rsidRDefault="001D040F" w:rsidP="002A7C9A">
      <w:pPr>
        <w:pStyle w:val="CodigoFuente"/>
      </w:pPr>
      <w:r w:rsidRPr="002A7C9A">
        <w:t xml:space="preserve">  `apellido` VARCHAR(50) NOT NULL,</w:t>
      </w:r>
    </w:p>
    <w:p w14:paraId="09FCBED5" w14:textId="77777777" w:rsidR="001D040F" w:rsidRPr="00412489" w:rsidRDefault="001D040F" w:rsidP="002A7C9A">
      <w:pPr>
        <w:pStyle w:val="CodigoFuente"/>
        <w:rPr>
          <w:lang w:val="en-GB"/>
        </w:rPr>
      </w:pPr>
      <w:r w:rsidRPr="002A7C9A">
        <w:lastRenderedPageBreak/>
        <w:t xml:space="preserve">  </w:t>
      </w:r>
      <w:r w:rsidRPr="00412489">
        <w:rPr>
          <w:lang w:val="en-GB"/>
        </w:rPr>
        <w:t>`</w:t>
      </w:r>
      <w:proofErr w:type="spellStart"/>
      <w:r w:rsidRPr="00412489">
        <w:rPr>
          <w:lang w:val="en-GB"/>
        </w:rPr>
        <w:t>edad</w:t>
      </w:r>
      <w:proofErr w:type="spellEnd"/>
      <w:r w:rsidRPr="00412489">
        <w:rPr>
          <w:lang w:val="en-GB"/>
        </w:rPr>
        <w:t>` TINYINT NOT NULL,</w:t>
      </w:r>
    </w:p>
    <w:p w14:paraId="4031A1B5" w14:textId="77777777" w:rsidR="001D040F" w:rsidRPr="00412489" w:rsidRDefault="001D040F" w:rsidP="002A7C9A">
      <w:pPr>
        <w:pStyle w:val="CodigoFuente"/>
        <w:rPr>
          <w:lang w:val="en-GB"/>
        </w:rPr>
      </w:pPr>
      <w:r w:rsidRPr="00412489">
        <w:rPr>
          <w:lang w:val="en-GB"/>
        </w:rPr>
        <w:t xml:space="preserve">  PRIMARY KEY (`id`));</w:t>
      </w:r>
    </w:p>
    <w:p w14:paraId="4B157CA9" w14:textId="77777777" w:rsidR="001D040F" w:rsidRPr="00412489" w:rsidRDefault="001D040F" w:rsidP="002A7C9A">
      <w:pPr>
        <w:pStyle w:val="CodigoFuente"/>
        <w:rPr>
          <w:lang w:val="en-GB"/>
        </w:rPr>
      </w:pPr>
      <w:r w:rsidRPr="00412489">
        <w:rPr>
          <w:lang w:val="en-GB"/>
        </w:rPr>
        <w:t xml:space="preserve">  </w:t>
      </w:r>
    </w:p>
    <w:p w14:paraId="125C4C6B" w14:textId="77777777" w:rsidR="001D040F" w:rsidRPr="00412489" w:rsidRDefault="001D040F" w:rsidP="002A7C9A">
      <w:pPr>
        <w:pStyle w:val="CodigoFuente"/>
        <w:rPr>
          <w:lang w:val="en-GB"/>
        </w:rPr>
      </w:pPr>
      <w:r w:rsidRPr="00412489">
        <w:rPr>
          <w:lang w:val="en-GB"/>
        </w:rPr>
        <w:t>CREATE TABLE `redusers_schema</w:t>
      </w:r>
      <w:proofErr w:type="gramStart"/>
      <w:r w:rsidRPr="00412489">
        <w:rPr>
          <w:lang w:val="en-GB"/>
        </w:rPr>
        <w:t>`.`</w:t>
      </w:r>
      <w:proofErr w:type="spellStart"/>
      <w:proofErr w:type="gramEnd"/>
      <w:r w:rsidRPr="00412489">
        <w:rPr>
          <w:lang w:val="en-GB"/>
        </w:rPr>
        <w:t>clientestelefonos</w:t>
      </w:r>
      <w:proofErr w:type="spellEnd"/>
      <w:r w:rsidRPr="00412489">
        <w:rPr>
          <w:lang w:val="en-GB"/>
        </w:rPr>
        <w:t>` (</w:t>
      </w:r>
    </w:p>
    <w:p w14:paraId="79EC635C" w14:textId="77777777" w:rsidR="001D040F" w:rsidRPr="00412489" w:rsidRDefault="001D040F" w:rsidP="002A7C9A">
      <w:pPr>
        <w:pStyle w:val="CodigoFuente"/>
        <w:rPr>
          <w:lang w:val="en-GB"/>
        </w:rPr>
      </w:pPr>
      <w:r w:rsidRPr="00412489">
        <w:rPr>
          <w:lang w:val="en-GB"/>
        </w:rPr>
        <w:t xml:space="preserve">  `id` INT NOT NULL AUTO_INCREMENT,</w:t>
      </w:r>
    </w:p>
    <w:p w14:paraId="7CACACFD" w14:textId="77777777" w:rsidR="001D040F" w:rsidRPr="00412489" w:rsidRDefault="001D040F" w:rsidP="002A7C9A">
      <w:pPr>
        <w:pStyle w:val="CodigoFuente"/>
        <w:rPr>
          <w:lang w:val="en-GB"/>
        </w:rPr>
      </w:pPr>
      <w:r w:rsidRPr="00412489">
        <w:rPr>
          <w:lang w:val="en-GB"/>
        </w:rPr>
        <w:t xml:space="preserve">  `</w:t>
      </w:r>
      <w:proofErr w:type="spellStart"/>
      <w:r w:rsidRPr="00412489">
        <w:rPr>
          <w:lang w:val="en-GB"/>
        </w:rPr>
        <w:t>idCliente</w:t>
      </w:r>
      <w:proofErr w:type="spellEnd"/>
      <w:r w:rsidRPr="00412489">
        <w:rPr>
          <w:lang w:val="en-GB"/>
        </w:rPr>
        <w:t>` INT NOT NULL,</w:t>
      </w:r>
    </w:p>
    <w:p w14:paraId="07756DC2" w14:textId="77777777" w:rsidR="001D040F" w:rsidRPr="00412489" w:rsidRDefault="001D040F" w:rsidP="002A7C9A">
      <w:pPr>
        <w:pStyle w:val="CodigoFuente"/>
        <w:rPr>
          <w:lang w:val="en-GB"/>
        </w:rPr>
      </w:pPr>
      <w:r w:rsidRPr="00412489">
        <w:rPr>
          <w:lang w:val="en-GB"/>
        </w:rPr>
        <w:t xml:space="preserve">  `</w:t>
      </w:r>
      <w:proofErr w:type="spellStart"/>
      <w:r w:rsidRPr="00412489">
        <w:rPr>
          <w:lang w:val="en-GB"/>
        </w:rPr>
        <w:t>telefono</w:t>
      </w:r>
      <w:proofErr w:type="spellEnd"/>
      <w:r w:rsidRPr="00412489">
        <w:rPr>
          <w:lang w:val="en-GB"/>
        </w:rPr>
        <w:t xml:space="preserve">` </w:t>
      </w:r>
      <w:proofErr w:type="gramStart"/>
      <w:r w:rsidRPr="00412489">
        <w:rPr>
          <w:lang w:val="en-GB"/>
        </w:rPr>
        <w:t>VARCHAR(</w:t>
      </w:r>
      <w:proofErr w:type="gramEnd"/>
      <w:r w:rsidRPr="00412489">
        <w:rPr>
          <w:lang w:val="en-GB"/>
        </w:rPr>
        <w:t>50) NOT NULL,</w:t>
      </w:r>
    </w:p>
    <w:p w14:paraId="3F006B17" w14:textId="77777777" w:rsidR="001D040F" w:rsidRPr="00412489" w:rsidRDefault="001D040F" w:rsidP="002A7C9A">
      <w:pPr>
        <w:pStyle w:val="CodigoFuente"/>
        <w:rPr>
          <w:lang w:val="en-GB"/>
        </w:rPr>
      </w:pPr>
      <w:r w:rsidRPr="00412489">
        <w:rPr>
          <w:lang w:val="en-GB"/>
        </w:rPr>
        <w:t xml:space="preserve">  PRIMARY KEY (`id`),</w:t>
      </w:r>
    </w:p>
    <w:p w14:paraId="0E19335D" w14:textId="77777777" w:rsidR="001D040F" w:rsidRPr="00412489" w:rsidRDefault="001D040F" w:rsidP="002A7C9A">
      <w:pPr>
        <w:pStyle w:val="CodigoFuente"/>
        <w:rPr>
          <w:lang w:val="en-GB"/>
        </w:rPr>
      </w:pPr>
      <w:r w:rsidRPr="00412489">
        <w:rPr>
          <w:lang w:val="en-GB"/>
        </w:rPr>
        <w:t xml:space="preserve">  INDEX `</w:t>
      </w:r>
      <w:proofErr w:type="spellStart"/>
      <w:r w:rsidRPr="00412489">
        <w:rPr>
          <w:lang w:val="en-GB"/>
        </w:rPr>
        <w:t>fk_clientes_id_idx</w:t>
      </w:r>
      <w:proofErr w:type="spellEnd"/>
      <w:r w:rsidRPr="00412489">
        <w:rPr>
          <w:lang w:val="en-GB"/>
        </w:rPr>
        <w:t>` (`</w:t>
      </w:r>
      <w:proofErr w:type="spellStart"/>
      <w:r w:rsidRPr="00412489">
        <w:rPr>
          <w:lang w:val="en-GB"/>
        </w:rPr>
        <w:t>idCliente</w:t>
      </w:r>
      <w:proofErr w:type="spellEnd"/>
      <w:r w:rsidRPr="00412489">
        <w:rPr>
          <w:lang w:val="en-GB"/>
        </w:rPr>
        <w:t>` ASC) VISIBLE,</w:t>
      </w:r>
    </w:p>
    <w:p w14:paraId="77D440BC" w14:textId="77777777" w:rsidR="001D040F" w:rsidRPr="00412489" w:rsidRDefault="001D040F" w:rsidP="002A7C9A">
      <w:pPr>
        <w:pStyle w:val="CodigoFuente"/>
        <w:rPr>
          <w:lang w:val="en-GB"/>
        </w:rPr>
      </w:pPr>
      <w:r w:rsidRPr="00412489">
        <w:rPr>
          <w:lang w:val="en-GB"/>
        </w:rPr>
        <w:t xml:space="preserve">  CONSTRAINT `</w:t>
      </w:r>
      <w:proofErr w:type="spellStart"/>
      <w:r w:rsidRPr="00412489">
        <w:rPr>
          <w:lang w:val="en-GB"/>
        </w:rPr>
        <w:t>fk_clientes_id</w:t>
      </w:r>
      <w:proofErr w:type="spellEnd"/>
      <w:r w:rsidRPr="00412489">
        <w:rPr>
          <w:lang w:val="en-GB"/>
        </w:rPr>
        <w:t>`</w:t>
      </w:r>
    </w:p>
    <w:p w14:paraId="24C47737" w14:textId="77777777" w:rsidR="001D040F" w:rsidRPr="00412489" w:rsidRDefault="001D040F" w:rsidP="002A7C9A">
      <w:pPr>
        <w:pStyle w:val="CodigoFuente"/>
        <w:rPr>
          <w:lang w:val="en-GB"/>
        </w:rPr>
      </w:pPr>
      <w:r w:rsidRPr="00412489">
        <w:rPr>
          <w:lang w:val="en-GB"/>
        </w:rPr>
        <w:t xml:space="preserve">    FOREIGN KEY (`</w:t>
      </w:r>
      <w:proofErr w:type="spellStart"/>
      <w:r w:rsidRPr="00412489">
        <w:rPr>
          <w:lang w:val="en-GB"/>
        </w:rPr>
        <w:t>idCliente</w:t>
      </w:r>
      <w:proofErr w:type="spellEnd"/>
      <w:r w:rsidRPr="00412489">
        <w:rPr>
          <w:lang w:val="en-GB"/>
        </w:rPr>
        <w:t>`)</w:t>
      </w:r>
    </w:p>
    <w:p w14:paraId="201E49D5" w14:textId="77777777" w:rsidR="001D040F" w:rsidRPr="00412489" w:rsidRDefault="001D040F" w:rsidP="002A7C9A">
      <w:pPr>
        <w:pStyle w:val="CodigoFuente"/>
        <w:rPr>
          <w:lang w:val="en-GB"/>
        </w:rPr>
      </w:pPr>
      <w:r w:rsidRPr="00412489">
        <w:rPr>
          <w:lang w:val="en-GB"/>
        </w:rPr>
        <w:t xml:space="preserve">    REFERENCES `redusers_schema</w:t>
      </w:r>
      <w:proofErr w:type="gramStart"/>
      <w:r w:rsidRPr="00412489">
        <w:rPr>
          <w:lang w:val="en-GB"/>
        </w:rPr>
        <w:t>`.`</w:t>
      </w:r>
      <w:proofErr w:type="spellStart"/>
      <w:proofErr w:type="gramEnd"/>
      <w:r w:rsidRPr="00412489">
        <w:rPr>
          <w:lang w:val="en-GB"/>
        </w:rPr>
        <w:t>clientes</w:t>
      </w:r>
      <w:proofErr w:type="spellEnd"/>
      <w:r w:rsidRPr="00412489">
        <w:rPr>
          <w:lang w:val="en-GB"/>
        </w:rPr>
        <w:t>` (`id`)</w:t>
      </w:r>
    </w:p>
    <w:p w14:paraId="4503237B" w14:textId="77777777" w:rsidR="001D040F" w:rsidRPr="00412489" w:rsidRDefault="001D040F" w:rsidP="002A7C9A">
      <w:pPr>
        <w:pStyle w:val="CodigoFuente"/>
        <w:rPr>
          <w:lang w:val="en-GB"/>
        </w:rPr>
      </w:pPr>
      <w:r w:rsidRPr="00412489">
        <w:rPr>
          <w:lang w:val="en-GB"/>
        </w:rPr>
        <w:t xml:space="preserve">    ON DELETE NO ACTION</w:t>
      </w:r>
    </w:p>
    <w:p w14:paraId="2474FAE1" w14:textId="77777777" w:rsidR="001D040F" w:rsidRPr="002A7C9A" w:rsidRDefault="001D040F" w:rsidP="002A7C9A">
      <w:pPr>
        <w:pStyle w:val="CodigoFuente"/>
      </w:pPr>
      <w:r w:rsidRPr="00412489">
        <w:rPr>
          <w:lang w:val="en-GB"/>
        </w:rPr>
        <w:t xml:space="preserve">    </w:t>
      </w:r>
      <w:r w:rsidRPr="002A7C9A">
        <w:t>ON UPDATE NO ACTION);</w:t>
      </w:r>
    </w:p>
    <w:p w14:paraId="621880D5" w14:textId="77777777" w:rsidR="007F217A" w:rsidRDefault="007F217A" w:rsidP="007F217A"/>
    <w:p w14:paraId="3F8656A6" w14:textId="77777777" w:rsidR="007F217A" w:rsidRDefault="007F217A" w:rsidP="007F217A"/>
    <w:p w14:paraId="1F73AC39" w14:textId="6113613D" w:rsidR="001D040F" w:rsidRDefault="001D040F" w:rsidP="002A7C9A">
      <w:pPr>
        <w:pStyle w:val="CodigoFuente"/>
      </w:pPr>
      <w:r>
        <w:t>INSERT INTO clientes(nombre, apellido, edad) VALUES('Cliente 1','Apellido 1',34);</w:t>
      </w:r>
    </w:p>
    <w:p w14:paraId="33A2B7DC" w14:textId="77777777" w:rsidR="001D040F" w:rsidRDefault="001D040F" w:rsidP="002A7C9A">
      <w:pPr>
        <w:pStyle w:val="CodigoFuente"/>
      </w:pPr>
      <w:r>
        <w:t>INSERT INTO clientes(nombre, apellido, edad) VALUES('Cliente 2','Apellido 2',56);</w:t>
      </w:r>
    </w:p>
    <w:p w14:paraId="047452C2" w14:textId="77777777" w:rsidR="001D040F" w:rsidRDefault="001D040F" w:rsidP="002A7C9A">
      <w:pPr>
        <w:pStyle w:val="CodigoFuente"/>
      </w:pPr>
      <w:r>
        <w:t>INSERT INTO clientes(nombre, apellido, edad) VALUES('Cliente 3','Apellido 3',28);</w:t>
      </w:r>
    </w:p>
    <w:p w14:paraId="7D979C2A" w14:textId="77777777" w:rsidR="001D040F" w:rsidRDefault="001D040F" w:rsidP="002A7C9A">
      <w:pPr>
        <w:pStyle w:val="CodigoFuente"/>
      </w:pPr>
    </w:p>
    <w:p w14:paraId="3C4EE03C" w14:textId="77777777" w:rsidR="001D040F" w:rsidRDefault="001D040F" w:rsidP="002A7C9A">
      <w:pPr>
        <w:pStyle w:val="CodigoFuente"/>
      </w:pPr>
      <w:r>
        <w:t>INSERT INTO clientesTelefonos(idCliente,telefono) VALUES(1, '+541122223333');</w:t>
      </w:r>
    </w:p>
    <w:p w14:paraId="38FD23B5" w14:textId="77777777" w:rsidR="001D040F" w:rsidRDefault="001D040F" w:rsidP="002A7C9A">
      <w:pPr>
        <w:pStyle w:val="CodigoFuente"/>
      </w:pPr>
      <w:r>
        <w:t>INSERT INTO clientesTelefonos(idCliente,telefono) VALUES(1, '+541145645645');</w:t>
      </w:r>
    </w:p>
    <w:p w14:paraId="624F9C49" w14:textId="77777777" w:rsidR="001D040F" w:rsidRDefault="001D040F" w:rsidP="002A7C9A">
      <w:pPr>
        <w:pStyle w:val="CodigoFuente"/>
      </w:pPr>
      <w:r>
        <w:t>INSERT INTO clientesTelefonos(idCliente,telefono) VALUES(2, '+541132132132');</w:t>
      </w:r>
    </w:p>
    <w:p w14:paraId="232B8BF1" w14:textId="77777777" w:rsidR="001D040F" w:rsidRDefault="001D040F" w:rsidP="002A7C9A">
      <w:pPr>
        <w:pStyle w:val="CodigoFuente"/>
      </w:pPr>
      <w:r>
        <w:t>INSERT INTO clientesTelefonos(idCliente,telefono) VALUES(3, '+541111223344');</w:t>
      </w:r>
    </w:p>
    <w:p w14:paraId="58A453D9" w14:textId="77777777" w:rsidR="001D040F" w:rsidRDefault="001D040F" w:rsidP="002A7C9A">
      <w:pPr>
        <w:pStyle w:val="CodigoFuente"/>
      </w:pPr>
      <w:r>
        <w:t>INSERT INTO clientesTelefonos(idCliente,telefono) VALUES(3, '+541155443322');</w:t>
      </w:r>
    </w:p>
    <w:p w14:paraId="48468187" w14:textId="77777777" w:rsidR="007F217A" w:rsidRDefault="007F217A" w:rsidP="007F217A">
      <w:pPr>
        <w:rPr>
          <w:lang w:val="en-GB"/>
        </w:rPr>
      </w:pPr>
    </w:p>
    <w:p w14:paraId="6C7DE8DB" w14:textId="77777777" w:rsidR="007F217A" w:rsidRDefault="007F217A" w:rsidP="007F217A">
      <w:pPr>
        <w:rPr>
          <w:lang w:val="en-GB"/>
        </w:rPr>
      </w:pPr>
    </w:p>
    <w:p w14:paraId="56D7C884" w14:textId="53E3FD6C" w:rsidR="001D040F" w:rsidRPr="00412489" w:rsidRDefault="001D040F" w:rsidP="006940A8">
      <w:pPr>
        <w:pStyle w:val="CodigoFuente"/>
        <w:rPr>
          <w:lang w:val="en-GB"/>
        </w:rPr>
      </w:pPr>
      <w:r w:rsidRPr="00412489">
        <w:rPr>
          <w:lang w:val="en-GB"/>
        </w:rPr>
        <w:t>var </w:t>
      </w:r>
      <w:proofErr w:type="spellStart"/>
      <w:r w:rsidRPr="00412489">
        <w:rPr>
          <w:lang w:val="en-GB"/>
        </w:rPr>
        <w:t>mysql</w:t>
      </w:r>
      <w:proofErr w:type="spellEnd"/>
      <w:r w:rsidRPr="00412489">
        <w:rPr>
          <w:lang w:val="en-GB"/>
        </w:rPr>
        <w:t> = require('</w:t>
      </w:r>
      <w:proofErr w:type="spellStart"/>
      <w:r w:rsidRPr="00412489">
        <w:rPr>
          <w:lang w:val="en-GB"/>
        </w:rPr>
        <w:t>mysql</w:t>
      </w:r>
      <w:proofErr w:type="spellEnd"/>
      <w:r w:rsidRPr="00412489">
        <w:rPr>
          <w:lang w:val="en-GB"/>
        </w:rPr>
        <w:t>');</w:t>
      </w:r>
    </w:p>
    <w:p w14:paraId="2F3457CE" w14:textId="77777777" w:rsidR="001D040F" w:rsidRPr="00412489" w:rsidRDefault="001D040F" w:rsidP="006940A8">
      <w:pPr>
        <w:pStyle w:val="CodigoFuente"/>
        <w:rPr>
          <w:lang w:val="en-GB"/>
        </w:rPr>
      </w:pPr>
    </w:p>
    <w:p w14:paraId="06194A3D" w14:textId="77777777" w:rsidR="001D040F" w:rsidRPr="00412489" w:rsidRDefault="001D040F" w:rsidP="006940A8">
      <w:pPr>
        <w:pStyle w:val="CodigoFuente"/>
        <w:rPr>
          <w:lang w:val="en-GB"/>
        </w:rPr>
      </w:pPr>
      <w:proofErr w:type="spellStart"/>
      <w:r w:rsidRPr="00412489">
        <w:rPr>
          <w:lang w:val="en-GB"/>
        </w:rPr>
        <w:t>const</w:t>
      </w:r>
      <w:proofErr w:type="spellEnd"/>
      <w:r w:rsidRPr="00412489">
        <w:rPr>
          <w:lang w:val="en-GB"/>
        </w:rPr>
        <w:t> config = {</w:t>
      </w:r>
    </w:p>
    <w:p w14:paraId="1341B5D1" w14:textId="77777777" w:rsidR="001D040F" w:rsidRPr="00412489" w:rsidRDefault="001D040F" w:rsidP="006940A8">
      <w:pPr>
        <w:pStyle w:val="CodigoFuente"/>
        <w:rPr>
          <w:lang w:val="en-GB"/>
        </w:rPr>
      </w:pPr>
      <w:r w:rsidRPr="00412489">
        <w:rPr>
          <w:lang w:val="en-GB"/>
        </w:rPr>
        <w:t>    </w:t>
      </w:r>
      <w:proofErr w:type="spellStart"/>
      <w:r w:rsidRPr="00412489">
        <w:rPr>
          <w:lang w:val="en-GB"/>
        </w:rPr>
        <w:t>connectionLimit</w:t>
      </w:r>
      <w:proofErr w:type="spellEnd"/>
      <w:r w:rsidRPr="00412489">
        <w:rPr>
          <w:lang w:val="en-GB"/>
        </w:rPr>
        <w:t>: 50,</w:t>
      </w:r>
    </w:p>
    <w:p w14:paraId="5AE8DA7B" w14:textId="77777777" w:rsidR="001D040F" w:rsidRPr="00412489" w:rsidRDefault="001D040F" w:rsidP="006940A8">
      <w:pPr>
        <w:pStyle w:val="CodigoFuente"/>
        <w:rPr>
          <w:lang w:val="en-GB"/>
        </w:rPr>
      </w:pPr>
      <w:r w:rsidRPr="00412489">
        <w:rPr>
          <w:lang w:val="en-GB"/>
        </w:rPr>
        <w:lastRenderedPageBreak/>
        <w:t>    host: 'localhost',</w:t>
      </w:r>
    </w:p>
    <w:p w14:paraId="32128C6F" w14:textId="77777777" w:rsidR="001D040F" w:rsidRPr="00412489" w:rsidRDefault="001D040F" w:rsidP="006940A8">
      <w:pPr>
        <w:pStyle w:val="CodigoFuente"/>
        <w:rPr>
          <w:lang w:val="en-GB"/>
        </w:rPr>
      </w:pPr>
      <w:r w:rsidRPr="00412489">
        <w:rPr>
          <w:lang w:val="en-GB"/>
        </w:rPr>
        <w:t>    user: '</w:t>
      </w:r>
      <w:proofErr w:type="spellStart"/>
      <w:r w:rsidRPr="00412489">
        <w:rPr>
          <w:lang w:val="en-GB"/>
        </w:rPr>
        <w:t>redusers</w:t>
      </w:r>
      <w:proofErr w:type="spellEnd"/>
      <w:r w:rsidRPr="00412489">
        <w:rPr>
          <w:lang w:val="en-GB"/>
        </w:rPr>
        <w:t>',</w:t>
      </w:r>
    </w:p>
    <w:p w14:paraId="0CA23972" w14:textId="77777777" w:rsidR="001D040F" w:rsidRPr="00412489" w:rsidRDefault="001D040F" w:rsidP="006940A8">
      <w:pPr>
        <w:pStyle w:val="CodigoFuente"/>
        <w:rPr>
          <w:lang w:val="en-GB"/>
        </w:rPr>
      </w:pPr>
      <w:r w:rsidRPr="00412489">
        <w:rPr>
          <w:lang w:val="en-GB"/>
        </w:rPr>
        <w:t>    password: '</w:t>
      </w:r>
      <w:proofErr w:type="spellStart"/>
      <w:r w:rsidRPr="00412489">
        <w:rPr>
          <w:lang w:val="en-GB"/>
        </w:rPr>
        <w:t>redusers</w:t>
      </w:r>
      <w:proofErr w:type="spellEnd"/>
      <w:r w:rsidRPr="00412489">
        <w:rPr>
          <w:lang w:val="en-GB"/>
        </w:rPr>
        <w:t>',</w:t>
      </w:r>
    </w:p>
    <w:p w14:paraId="468289F4" w14:textId="77777777" w:rsidR="001D040F" w:rsidRPr="00412489" w:rsidRDefault="001D040F" w:rsidP="006940A8">
      <w:pPr>
        <w:pStyle w:val="CodigoFuente"/>
        <w:rPr>
          <w:lang w:val="en-GB"/>
        </w:rPr>
      </w:pPr>
      <w:r w:rsidRPr="00412489">
        <w:rPr>
          <w:lang w:val="en-GB"/>
        </w:rPr>
        <w:t>    database: `</w:t>
      </w:r>
      <w:proofErr w:type="spellStart"/>
      <w:r w:rsidRPr="00412489">
        <w:rPr>
          <w:lang w:val="en-GB"/>
        </w:rPr>
        <w:t>redusers_schema</w:t>
      </w:r>
      <w:proofErr w:type="spellEnd"/>
      <w:r w:rsidRPr="00412489">
        <w:rPr>
          <w:lang w:val="en-GB"/>
        </w:rPr>
        <w:t>`</w:t>
      </w:r>
    </w:p>
    <w:p w14:paraId="18F330AE" w14:textId="77777777" w:rsidR="001D040F" w:rsidRPr="00412489" w:rsidRDefault="001D040F" w:rsidP="006940A8">
      <w:pPr>
        <w:pStyle w:val="CodigoFuente"/>
        <w:rPr>
          <w:lang w:val="en-GB"/>
        </w:rPr>
      </w:pPr>
      <w:r w:rsidRPr="00412489">
        <w:rPr>
          <w:lang w:val="en-GB"/>
        </w:rPr>
        <w:t>};</w:t>
      </w:r>
    </w:p>
    <w:p w14:paraId="449F5149" w14:textId="77777777" w:rsidR="001D040F" w:rsidRPr="00412489" w:rsidRDefault="001D040F" w:rsidP="006940A8">
      <w:pPr>
        <w:pStyle w:val="CodigoFuente"/>
        <w:rPr>
          <w:lang w:val="en-GB"/>
        </w:rPr>
      </w:pPr>
    </w:p>
    <w:p w14:paraId="2EFE41B3" w14:textId="77777777" w:rsidR="001D040F" w:rsidRPr="00412489" w:rsidRDefault="001D040F" w:rsidP="006940A8">
      <w:pPr>
        <w:pStyle w:val="CodigoFuente"/>
        <w:rPr>
          <w:lang w:val="en-GB"/>
        </w:rPr>
      </w:pPr>
      <w:proofErr w:type="spellStart"/>
      <w:r w:rsidRPr="00412489">
        <w:rPr>
          <w:lang w:val="en-GB"/>
        </w:rPr>
        <w:t>const</w:t>
      </w:r>
      <w:proofErr w:type="spellEnd"/>
      <w:r w:rsidRPr="00412489">
        <w:rPr>
          <w:lang w:val="en-GB"/>
        </w:rPr>
        <w:t> pool = </w:t>
      </w:r>
      <w:proofErr w:type="spellStart"/>
      <w:proofErr w:type="gramStart"/>
      <w:r w:rsidRPr="00412489">
        <w:rPr>
          <w:lang w:val="en-GB"/>
        </w:rPr>
        <w:t>mysql.createPool</w:t>
      </w:r>
      <w:proofErr w:type="spellEnd"/>
      <w:proofErr w:type="gramEnd"/>
      <w:r w:rsidRPr="00412489">
        <w:rPr>
          <w:lang w:val="en-GB"/>
        </w:rPr>
        <w:t>(config);</w:t>
      </w:r>
    </w:p>
    <w:p w14:paraId="6B2B443F" w14:textId="77777777" w:rsidR="001D040F" w:rsidRPr="00412489" w:rsidRDefault="001D040F" w:rsidP="006940A8">
      <w:pPr>
        <w:pStyle w:val="CodigoFuente"/>
        <w:rPr>
          <w:lang w:val="en-GB"/>
        </w:rPr>
      </w:pPr>
    </w:p>
    <w:p w14:paraId="75E60504" w14:textId="77777777" w:rsidR="001D040F" w:rsidRPr="006940A8" w:rsidRDefault="001D040F" w:rsidP="006940A8">
      <w:pPr>
        <w:pStyle w:val="CodigoFuente"/>
      </w:pPr>
      <w:r w:rsidRPr="006940A8">
        <w:t>function Consulta() {</w:t>
      </w:r>
    </w:p>
    <w:p w14:paraId="145B6C75" w14:textId="77777777" w:rsidR="001D040F" w:rsidRPr="006940A8" w:rsidRDefault="001D040F" w:rsidP="006940A8">
      <w:pPr>
        <w:pStyle w:val="CodigoFuente"/>
      </w:pPr>
      <w:r w:rsidRPr="006940A8">
        <w:t>    const consulta = `SELECT CONCAT(cli.nombre, ", ", cli.apellido) AS Cliente, </w:t>
      </w:r>
    </w:p>
    <w:p w14:paraId="125C7DAD" w14:textId="77777777" w:rsidR="001D040F" w:rsidRPr="006940A8" w:rsidRDefault="001D040F" w:rsidP="006940A8">
      <w:pPr>
        <w:pStyle w:val="CodigoFuente"/>
      </w:pPr>
      <w:r w:rsidRPr="006940A8">
        <w:t>                             cli.edad, clitel.telefono as Teléfono</w:t>
      </w:r>
    </w:p>
    <w:p w14:paraId="014E2008" w14:textId="77777777" w:rsidR="001D040F" w:rsidRPr="00412489" w:rsidRDefault="001D040F" w:rsidP="006940A8">
      <w:pPr>
        <w:pStyle w:val="CodigoFuente"/>
        <w:rPr>
          <w:lang w:val="en-GB"/>
        </w:rPr>
      </w:pPr>
      <w:r w:rsidRPr="006940A8">
        <w:t>                      </w:t>
      </w:r>
      <w:r w:rsidRPr="00412489">
        <w:rPr>
          <w:lang w:val="en-GB"/>
        </w:rPr>
        <w:t>FROM </w:t>
      </w:r>
      <w:proofErr w:type="spellStart"/>
      <w:r w:rsidRPr="00412489">
        <w:rPr>
          <w:lang w:val="en-GB"/>
        </w:rPr>
        <w:t>Clientes</w:t>
      </w:r>
      <w:proofErr w:type="spellEnd"/>
      <w:r w:rsidRPr="00412489">
        <w:rPr>
          <w:lang w:val="en-GB"/>
        </w:rPr>
        <w:t> cli</w:t>
      </w:r>
    </w:p>
    <w:p w14:paraId="2D2F7FA4" w14:textId="77777777" w:rsidR="001D040F" w:rsidRPr="00412489" w:rsidRDefault="001D040F" w:rsidP="006940A8">
      <w:pPr>
        <w:pStyle w:val="CodigoFuente"/>
        <w:rPr>
          <w:lang w:val="en-GB"/>
        </w:rPr>
      </w:pPr>
      <w:r w:rsidRPr="00412489">
        <w:rPr>
          <w:lang w:val="en-GB"/>
        </w:rPr>
        <w:t>                      INNER JOIN ClientesTelefonos clitel ON cli.id = </w:t>
      </w:r>
      <w:proofErr w:type="gramStart"/>
      <w:r w:rsidRPr="00412489">
        <w:rPr>
          <w:lang w:val="en-GB"/>
        </w:rPr>
        <w:t>clitel.idCliente</w:t>
      </w:r>
      <w:proofErr w:type="gramEnd"/>
      <w:r w:rsidRPr="00412489">
        <w:rPr>
          <w:lang w:val="en-GB"/>
        </w:rPr>
        <w:t>;`;</w:t>
      </w:r>
    </w:p>
    <w:p w14:paraId="12407AEB" w14:textId="77777777" w:rsidR="001D040F" w:rsidRPr="00412489" w:rsidRDefault="001D040F" w:rsidP="006940A8">
      <w:pPr>
        <w:pStyle w:val="CodigoFuente"/>
        <w:rPr>
          <w:lang w:val="en-GB"/>
        </w:rPr>
      </w:pPr>
    </w:p>
    <w:p w14:paraId="4EB83B29" w14:textId="77777777" w:rsidR="001D040F" w:rsidRPr="00412489" w:rsidRDefault="001D040F" w:rsidP="006940A8">
      <w:pPr>
        <w:pStyle w:val="CodigoFuente"/>
        <w:rPr>
          <w:lang w:val="en-GB"/>
        </w:rPr>
      </w:pPr>
      <w:r w:rsidRPr="00412489">
        <w:rPr>
          <w:lang w:val="en-GB"/>
        </w:rPr>
        <w:t>    </w:t>
      </w:r>
      <w:proofErr w:type="spellStart"/>
      <w:proofErr w:type="gramStart"/>
      <w:r w:rsidRPr="00412489">
        <w:rPr>
          <w:lang w:val="en-GB"/>
        </w:rPr>
        <w:t>pool.query</w:t>
      </w:r>
      <w:proofErr w:type="spellEnd"/>
      <w:proofErr w:type="gramEnd"/>
      <w:r w:rsidRPr="00412489">
        <w:rPr>
          <w:lang w:val="en-GB"/>
        </w:rPr>
        <w:t>(consulta, function (error, results, fields) {</w:t>
      </w:r>
    </w:p>
    <w:p w14:paraId="0CC2756B" w14:textId="77777777" w:rsidR="001D040F" w:rsidRPr="006940A8" w:rsidRDefault="001D040F" w:rsidP="006940A8">
      <w:pPr>
        <w:pStyle w:val="CodigoFuente"/>
      </w:pPr>
      <w:r w:rsidRPr="00412489">
        <w:rPr>
          <w:lang w:val="en-GB"/>
        </w:rPr>
        <w:t>        </w:t>
      </w:r>
      <w:r w:rsidRPr="006940A8">
        <w:t>if (error) throw error;</w:t>
      </w:r>
    </w:p>
    <w:p w14:paraId="1B1F39AE" w14:textId="77777777" w:rsidR="001D040F" w:rsidRPr="006940A8" w:rsidRDefault="001D040F" w:rsidP="006940A8">
      <w:pPr>
        <w:pStyle w:val="CodigoFuente"/>
      </w:pPr>
      <w:r w:rsidRPr="006940A8">
        <w:t>        console.table(results);</w:t>
      </w:r>
    </w:p>
    <w:p w14:paraId="17F47758" w14:textId="77777777" w:rsidR="001D040F" w:rsidRPr="006940A8" w:rsidRDefault="001D040F" w:rsidP="006940A8">
      <w:pPr>
        <w:pStyle w:val="CodigoFuente"/>
      </w:pPr>
      <w:r w:rsidRPr="006940A8">
        <w:t>    });</w:t>
      </w:r>
    </w:p>
    <w:p w14:paraId="1893281D" w14:textId="77777777" w:rsidR="001D040F" w:rsidRPr="006940A8" w:rsidRDefault="001D040F" w:rsidP="006940A8">
      <w:pPr>
        <w:pStyle w:val="CodigoFuente"/>
      </w:pPr>
      <w:r w:rsidRPr="006940A8">
        <w:t>}</w:t>
      </w:r>
    </w:p>
    <w:p w14:paraId="60769C67" w14:textId="77777777" w:rsidR="001D040F" w:rsidRPr="006940A8" w:rsidRDefault="001D040F" w:rsidP="006940A8">
      <w:pPr>
        <w:pStyle w:val="CodigoFuente"/>
      </w:pPr>
    </w:p>
    <w:p w14:paraId="415AFA47" w14:textId="77777777" w:rsidR="001D040F" w:rsidRPr="006940A8" w:rsidRDefault="001D040F" w:rsidP="006940A8">
      <w:pPr>
        <w:pStyle w:val="CodigoFuente"/>
      </w:pPr>
      <w:r w:rsidRPr="006940A8">
        <w:t>Consulta();</w:t>
      </w:r>
    </w:p>
    <w:p w14:paraId="7FC7C450" w14:textId="77777777" w:rsidR="007F217A" w:rsidRDefault="007F217A" w:rsidP="007F217A">
      <w:pPr>
        <w:rPr>
          <w:lang w:val="en-GB"/>
        </w:rPr>
      </w:pPr>
    </w:p>
    <w:p w14:paraId="326B84DD" w14:textId="77777777" w:rsidR="007F217A" w:rsidRDefault="007F217A" w:rsidP="007F217A">
      <w:pPr>
        <w:rPr>
          <w:lang w:val="en-GB"/>
        </w:rPr>
      </w:pPr>
    </w:p>
    <w:p w14:paraId="124FDDB6" w14:textId="2DC324E7" w:rsidR="001D040F" w:rsidRPr="00412489" w:rsidRDefault="001D040F" w:rsidP="005A6D1C">
      <w:pPr>
        <w:pStyle w:val="CodigoFuente"/>
        <w:rPr>
          <w:lang w:val="en-GB"/>
        </w:rPr>
      </w:pPr>
      <w:r w:rsidRPr="00412489">
        <w:rPr>
          <w:lang w:val="en-GB"/>
        </w:rPr>
        <w:t>function </w:t>
      </w:r>
      <w:proofErr w:type="spellStart"/>
      <w:proofErr w:type="gramStart"/>
      <w:r w:rsidRPr="00412489">
        <w:rPr>
          <w:lang w:val="en-GB"/>
        </w:rPr>
        <w:t>InsertarCliente</w:t>
      </w:r>
      <w:proofErr w:type="spellEnd"/>
      <w:r w:rsidRPr="00412489">
        <w:rPr>
          <w:lang w:val="en-GB"/>
        </w:rPr>
        <w:t>(</w:t>
      </w:r>
      <w:proofErr w:type="gramEnd"/>
      <w:r w:rsidRPr="00412489">
        <w:rPr>
          <w:lang w:val="en-GB"/>
        </w:rPr>
        <w:t>) {</w:t>
      </w:r>
    </w:p>
    <w:p w14:paraId="1CF94FEF" w14:textId="77777777" w:rsidR="001D040F" w:rsidRPr="00412489" w:rsidRDefault="001D040F" w:rsidP="005A6D1C">
      <w:pPr>
        <w:pStyle w:val="CodigoFuente"/>
        <w:rPr>
          <w:lang w:val="en-GB"/>
        </w:rPr>
      </w:pPr>
      <w:r w:rsidRPr="00412489">
        <w:rPr>
          <w:lang w:val="en-GB"/>
        </w:rPr>
        <w:t>    </w:t>
      </w:r>
      <w:proofErr w:type="spellStart"/>
      <w:proofErr w:type="gramStart"/>
      <w:r w:rsidRPr="00412489">
        <w:rPr>
          <w:lang w:val="en-GB"/>
        </w:rPr>
        <w:t>pool.getConnection</w:t>
      </w:r>
      <w:proofErr w:type="spellEnd"/>
      <w:proofErr w:type="gramEnd"/>
      <w:r w:rsidRPr="00412489">
        <w:rPr>
          <w:lang w:val="en-GB"/>
        </w:rPr>
        <w:t>(function (err, connection) {</w:t>
      </w:r>
    </w:p>
    <w:p w14:paraId="237C3BDF" w14:textId="77777777" w:rsidR="001D040F" w:rsidRPr="00412489" w:rsidRDefault="001D040F" w:rsidP="005A6D1C">
      <w:pPr>
        <w:pStyle w:val="CodigoFuente"/>
        <w:rPr>
          <w:lang w:val="en-GB"/>
        </w:rPr>
      </w:pPr>
      <w:r w:rsidRPr="00412489">
        <w:rPr>
          <w:lang w:val="en-GB"/>
        </w:rPr>
        <w:t>        </w:t>
      </w:r>
      <w:proofErr w:type="spellStart"/>
      <w:proofErr w:type="gramStart"/>
      <w:r w:rsidRPr="00412489">
        <w:rPr>
          <w:lang w:val="en-GB"/>
        </w:rPr>
        <w:t>connection.beginTransaction</w:t>
      </w:r>
      <w:proofErr w:type="spellEnd"/>
      <w:proofErr w:type="gramEnd"/>
      <w:r w:rsidRPr="00412489">
        <w:rPr>
          <w:lang w:val="en-GB"/>
        </w:rPr>
        <w:t>(function (err) {</w:t>
      </w:r>
    </w:p>
    <w:p w14:paraId="7011AEC1" w14:textId="77777777" w:rsidR="001D040F" w:rsidRPr="00412489" w:rsidRDefault="001D040F" w:rsidP="005A6D1C">
      <w:pPr>
        <w:pStyle w:val="CodigoFuente"/>
        <w:rPr>
          <w:lang w:val="en-GB"/>
        </w:rPr>
      </w:pPr>
      <w:r w:rsidRPr="00412489">
        <w:rPr>
          <w:lang w:val="en-GB"/>
        </w:rPr>
        <w:t>            if (err) </w:t>
      </w:r>
      <w:proofErr w:type="gramStart"/>
      <w:r w:rsidRPr="00412489">
        <w:rPr>
          <w:lang w:val="en-GB"/>
        </w:rPr>
        <w:t>{ throw</w:t>
      </w:r>
      <w:proofErr w:type="gramEnd"/>
      <w:r w:rsidRPr="00412489">
        <w:rPr>
          <w:lang w:val="en-GB"/>
        </w:rPr>
        <w:t> err; }</w:t>
      </w:r>
    </w:p>
    <w:p w14:paraId="716A0CA9" w14:textId="77777777" w:rsidR="001D040F" w:rsidRPr="00412489" w:rsidRDefault="001D040F" w:rsidP="005A6D1C">
      <w:pPr>
        <w:pStyle w:val="CodigoFuente"/>
        <w:rPr>
          <w:lang w:val="en-GB"/>
        </w:rPr>
      </w:pPr>
      <w:r w:rsidRPr="00412489">
        <w:rPr>
          <w:lang w:val="en-GB"/>
        </w:rPr>
        <w:t>            </w:t>
      </w:r>
    </w:p>
    <w:p w14:paraId="0C7494A0" w14:textId="77777777" w:rsidR="001D040F" w:rsidRPr="005A6D1C" w:rsidRDefault="001D040F" w:rsidP="005A6D1C">
      <w:pPr>
        <w:pStyle w:val="CodigoFuente"/>
      </w:pPr>
      <w:r w:rsidRPr="00412489">
        <w:rPr>
          <w:lang w:val="en-GB"/>
        </w:rPr>
        <w:t>            </w:t>
      </w:r>
      <w:r w:rsidRPr="005A6D1C">
        <w:t>const cliente = {</w:t>
      </w:r>
    </w:p>
    <w:p w14:paraId="6F7680E2" w14:textId="77777777" w:rsidR="001D040F" w:rsidRPr="005A6D1C" w:rsidRDefault="001D040F" w:rsidP="005A6D1C">
      <w:pPr>
        <w:pStyle w:val="CodigoFuente"/>
      </w:pPr>
      <w:r w:rsidRPr="005A6D1C">
        <w:t>                nombre: 'Cliente 4',</w:t>
      </w:r>
    </w:p>
    <w:p w14:paraId="303B583C" w14:textId="77777777" w:rsidR="001D040F" w:rsidRPr="00412489" w:rsidRDefault="001D040F" w:rsidP="005A6D1C">
      <w:pPr>
        <w:pStyle w:val="CodigoFuente"/>
        <w:rPr>
          <w:lang w:val="en-GB"/>
        </w:rPr>
      </w:pPr>
      <w:r w:rsidRPr="005A6D1C">
        <w:t>                </w:t>
      </w:r>
      <w:proofErr w:type="spellStart"/>
      <w:r w:rsidRPr="00412489">
        <w:rPr>
          <w:lang w:val="en-GB"/>
        </w:rPr>
        <w:t>apellido</w:t>
      </w:r>
      <w:proofErr w:type="spellEnd"/>
      <w:r w:rsidRPr="00412489">
        <w:rPr>
          <w:lang w:val="en-GB"/>
        </w:rPr>
        <w:t>: '</w:t>
      </w:r>
      <w:proofErr w:type="spellStart"/>
      <w:r w:rsidRPr="00412489">
        <w:rPr>
          <w:lang w:val="en-GB"/>
        </w:rPr>
        <w:t>Apellido</w:t>
      </w:r>
      <w:proofErr w:type="spellEnd"/>
      <w:r w:rsidRPr="00412489">
        <w:rPr>
          <w:lang w:val="en-GB"/>
        </w:rPr>
        <w:t> 4',</w:t>
      </w:r>
    </w:p>
    <w:p w14:paraId="6FB4D2A1" w14:textId="77777777" w:rsidR="001D040F" w:rsidRPr="00412489" w:rsidRDefault="001D040F" w:rsidP="005A6D1C">
      <w:pPr>
        <w:pStyle w:val="CodigoFuente"/>
        <w:rPr>
          <w:lang w:val="en-GB"/>
        </w:rPr>
      </w:pPr>
      <w:r w:rsidRPr="00412489">
        <w:rPr>
          <w:lang w:val="en-GB"/>
        </w:rPr>
        <w:t>                </w:t>
      </w:r>
      <w:proofErr w:type="spellStart"/>
      <w:r w:rsidRPr="00412489">
        <w:rPr>
          <w:lang w:val="en-GB"/>
        </w:rPr>
        <w:t>edad</w:t>
      </w:r>
      <w:proofErr w:type="spellEnd"/>
      <w:r w:rsidRPr="00412489">
        <w:rPr>
          <w:lang w:val="en-GB"/>
        </w:rPr>
        <w:t>: 44</w:t>
      </w:r>
    </w:p>
    <w:p w14:paraId="07016CB8" w14:textId="77777777" w:rsidR="001D040F" w:rsidRPr="00412489" w:rsidRDefault="001D040F" w:rsidP="005A6D1C">
      <w:pPr>
        <w:pStyle w:val="CodigoFuente"/>
        <w:rPr>
          <w:lang w:val="en-GB"/>
        </w:rPr>
      </w:pPr>
      <w:r w:rsidRPr="00412489">
        <w:rPr>
          <w:lang w:val="en-GB"/>
        </w:rPr>
        <w:t>            };</w:t>
      </w:r>
    </w:p>
    <w:p w14:paraId="5CB476A1" w14:textId="77777777" w:rsidR="001D040F" w:rsidRPr="00412489" w:rsidRDefault="001D040F" w:rsidP="005A6D1C">
      <w:pPr>
        <w:pStyle w:val="CodigoFuente"/>
        <w:rPr>
          <w:lang w:val="en-GB"/>
        </w:rPr>
      </w:pPr>
    </w:p>
    <w:p w14:paraId="1237E9A4" w14:textId="77777777" w:rsidR="001D040F" w:rsidRPr="00412489" w:rsidRDefault="001D040F" w:rsidP="005A6D1C">
      <w:pPr>
        <w:pStyle w:val="CodigoFuente"/>
        <w:rPr>
          <w:lang w:val="en-GB"/>
        </w:rPr>
      </w:pPr>
      <w:r w:rsidRPr="00412489">
        <w:rPr>
          <w:lang w:val="en-GB"/>
        </w:rPr>
        <w:t>            </w:t>
      </w:r>
      <w:proofErr w:type="gramStart"/>
      <w:r w:rsidRPr="00412489">
        <w:rPr>
          <w:lang w:val="en-GB"/>
        </w:rPr>
        <w:t>connection.query</w:t>
      </w:r>
      <w:proofErr w:type="gramEnd"/>
      <w:r w:rsidRPr="00412489">
        <w:rPr>
          <w:lang w:val="en-GB"/>
        </w:rPr>
        <w:t>('INSERT INTO clientes SET ?', cliente, function (error, results, fields) {</w:t>
      </w:r>
    </w:p>
    <w:p w14:paraId="060AE251" w14:textId="77777777" w:rsidR="001D040F" w:rsidRPr="00412489" w:rsidRDefault="001D040F" w:rsidP="005A6D1C">
      <w:pPr>
        <w:pStyle w:val="CodigoFuente"/>
        <w:rPr>
          <w:lang w:val="en-GB"/>
        </w:rPr>
      </w:pPr>
      <w:r w:rsidRPr="00412489">
        <w:rPr>
          <w:lang w:val="en-GB"/>
        </w:rPr>
        <w:lastRenderedPageBreak/>
        <w:t>                if (error) {</w:t>
      </w:r>
    </w:p>
    <w:p w14:paraId="6A98F791" w14:textId="77777777" w:rsidR="001D040F" w:rsidRPr="00412489" w:rsidRDefault="001D040F" w:rsidP="005A6D1C">
      <w:pPr>
        <w:pStyle w:val="CodigoFuente"/>
        <w:rPr>
          <w:lang w:val="en-GB"/>
        </w:rPr>
      </w:pPr>
      <w:r w:rsidRPr="00412489">
        <w:rPr>
          <w:lang w:val="en-GB"/>
        </w:rPr>
        <w:t>                    return </w:t>
      </w:r>
      <w:proofErr w:type="spellStart"/>
      <w:proofErr w:type="gramStart"/>
      <w:r w:rsidRPr="00412489">
        <w:rPr>
          <w:lang w:val="en-GB"/>
        </w:rPr>
        <w:t>connection.rollback</w:t>
      </w:r>
      <w:proofErr w:type="spellEnd"/>
      <w:proofErr w:type="gramEnd"/>
      <w:r w:rsidRPr="00412489">
        <w:rPr>
          <w:lang w:val="en-GB"/>
        </w:rPr>
        <w:t>(function () {</w:t>
      </w:r>
    </w:p>
    <w:p w14:paraId="095E7415" w14:textId="77777777" w:rsidR="001D040F" w:rsidRPr="00412489" w:rsidRDefault="001D040F" w:rsidP="005A6D1C">
      <w:pPr>
        <w:pStyle w:val="CodigoFuente"/>
        <w:rPr>
          <w:lang w:val="en-GB"/>
        </w:rPr>
      </w:pPr>
      <w:r w:rsidRPr="00412489">
        <w:rPr>
          <w:lang w:val="en-GB"/>
        </w:rPr>
        <w:t>                        throw error;</w:t>
      </w:r>
    </w:p>
    <w:p w14:paraId="07980D85" w14:textId="77777777" w:rsidR="001D040F" w:rsidRPr="00412489" w:rsidRDefault="001D040F" w:rsidP="005A6D1C">
      <w:pPr>
        <w:pStyle w:val="CodigoFuente"/>
        <w:rPr>
          <w:lang w:val="en-GB"/>
        </w:rPr>
      </w:pPr>
      <w:r w:rsidRPr="00412489">
        <w:rPr>
          <w:lang w:val="en-GB"/>
        </w:rPr>
        <w:t>                    });</w:t>
      </w:r>
    </w:p>
    <w:p w14:paraId="6F4B4A28" w14:textId="77777777" w:rsidR="001D040F" w:rsidRPr="00412489" w:rsidRDefault="001D040F" w:rsidP="005A6D1C">
      <w:pPr>
        <w:pStyle w:val="CodigoFuente"/>
        <w:rPr>
          <w:lang w:val="en-GB"/>
        </w:rPr>
      </w:pPr>
      <w:r w:rsidRPr="00412489">
        <w:rPr>
          <w:lang w:val="en-GB"/>
        </w:rPr>
        <w:t>                }</w:t>
      </w:r>
    </w:p>
    <w:p w14:paraId="3668CC21" w14:textId="77777777" w:rsidR="001D040F" w:rsidRPr="00412489" w:rsidRDefault="001D040F" w:rsidP="005A6D1C">
      <w:pPr>
        <w:pStyle w:val="CodigoFuente"/>
        <w:rPr>
          <w:lang w:val="en-GB"/>
        </w:rPr>
      </w:pPr>
      <w:r w:rsidRPr="00412489">
        <w:rPr>
          <w:lang w:val="en-GB"/>
        </w:rPr>
        <w:t>                </w:t>
      </w:r>
      <w:proofErr w:type="spellStart"/>
      <w:proofErr w:type="gramStart"/>
      <w:r w:rsidRPr="00412489">
        <w:rPr>
          <w:lang w:val="en-GB"/>
        </w:rPr>
        <w:t>connection.commit</w:t>
      </w:r>
      <w:proofErr w:type="spellEnd"/>
      <w:proofErr w:type="gramEnd"/>
      <w:r w:rsidRPr="00412489">
        <w:rPr>
          <w:lang w:val="en-GB"/>
        </w:rPr>
        <w:t>(function (err) {</w:t>
      </w:r>
    </w:p>
    <w:p w14:paraId="6D6BE188" w14:textId="77777777" w:rsidR="001D040F" w:rsidRPr="00412489" w:rsidRDefault="001D040F" w:rsidP="005A6D1C">
      <w:pPr>
        <w:pStyle w:val="CodigoFuente"/>
        <w:rPr>
          <w:lang w:val="en-GB"/>
        </w:rPr>
      </w:pPr>
      <w:r w:rsidRPr="00412489">
        <w:rPr>
          <w:lang w:val="en-GB"/>
        </w:rPr>
        <w:t>                    if (err) {</w:t>
      </w:r>
    </w:p>
    <w:p w14:paraId="5EB80C8D" w14:textId="77777777" w:rsidR="001D040F" w:rsidRPr="00412489" w:rsidRDefault="001D040F" w:rsidP="005A6D1C">
      <w:pPr>
        <w:pStyle w:val="CodigoFuente"/>
        <w:rPr>
          <w:lang w:val="en-GB"/>
        </w:rPr>
      </w:pPr>
      <w:r w:rsidRPr="00412489">
        <w:rPr>
          <w:lang w:val="en-GB"/>
        </w:rPr>
        <w:t>                        return </w:t>
      </w:r>
      <w:proofErr w:type="spellStart"/>
      <w:proofErr w:type="gramStart"/>
      <w:r w:rsidRPr="00412489">
        <w:rPr>
          <w:lang w:val="en-GB"/>
        </w:rPr>
        <w:t>connection.rollback</w:t>
      </w:r>
      <w:proofErr w:type="spellEnd"/>
      <w:proofErr w:type="gramEnd"/>
      <w:r w:rsidRPr="00412489">
        <w:rPr>
          <w:lang w:val="en-GB"/>
        </w:rPr>
        <w:t>(function () {</w:t>
      </w:r>
    </w:p>
    <w:p w14:paraId="55C657A9" w14:textId="77777777" w:rsidR="001D040F" w:rsidRPr="00412489" w:rsidRDefault="001D040F" w:rsidP="005A6D1C">
      <w:pPr>
        <w:pStyle w:val="CodigoFuente"/>
        <w:rPr>
          <w:lang w:val="en-GB"/>
        </w:rPr>
      </w:pPr>
      <w:r w:rsidRPr="00412489">
        <w:rPr>
          <w:lang w:val="en-GB"/>
        </w:rPr>
        <w:t>                            throw err;</w:t>
      </w:r>
    </w:p>
    <w:p w14:paraId="351DD173" w14:textId="77777777" w:rsidR="001D040F" w:rsidRPr="00412489" w:rsidRDefault="001D040F" w:rsidP="005A6D1C">
      <w:pPr>
        <w:pStyle w:val="CodigoFuente"/>
        <w:rPr>
          <w:lang w:val="en-GB"/>
        </w:rPr>
      </w:pPr>
      <w:r w:rsidRPr="00412489">
        <w:rPr>
          <w:lang w:val="en-GB"/>
        </w:rPr>
        <w:t>                        });</w:t>
      </w:r>
    </w:p>
    <w:p w14:paraId="53F90790" w14:textId="77777777" w:rsidR="001D040F" w:rsidRPr="00412489" w:rsidRDefault="001D040F" w:rsidP="005A6D1C">
      <w:pPr>
        <w:pStyle w:val="CodigoFuente"/>
        <w:rPr>
          <w:lang w:val="en-GB"/>
        </w:rPr>
      </w:pPr>
      <w:r w:rsidRPr="00412489">
        <w:rPr>
          <w:lang w:val="en-GB"/>
        </w:rPr>
        <w:t>                    }</w:t>
      </w:r>
    </w:p>
    <w:p w14:paraId="13A3F08A" w14:textId="77777777" w:rsidR="001D040F" w:rsidRPr="00412489" w:rsidRDefault="001D040F" w:rsidP="005A6D1C">
      <w:pPr>
        <w:pStyle w:val="CodigoFuente"/>
        <w:rPr>
          <w:lang w:val="en-GB"/>
        </w:rPr>
      </w:pPr>
      <w:r w:rsidRPr="00412489">
        <w:rPr>
          <w:lang w:val="en-GB"/>
        </w:rPr>
        <w:t>                    console.log('success!');</w:t>
      </w:r>
    </w:p>
    <w:p w14:paraId="134F8DB7" w14:textId="77777777" w:rsidR="001D040F" w:rsidRPr="005A6D1C" w:rsidRDefault="001D040F" w:rsidP="005A6D1C">
      <w:pPr>
        <w:pStyle w:val="CodigoFuente"/>
      </w:pPr>
      <w:r w:rsidRPr="00412489">
        <w:rPr>
          <w:lang w:val="en-GB"/>
        </w:rPr>
        <w:t>                </w:t>
      </w:r>
      <w:r w:rsidRPr="005A6D1C">
        <w:t>});</w:t>
      </w:r>
    </w:p>
    <w:p w14:paraId="6DFC6611" w14:textId="77777777" w:rsidR="001D040F" w:rsidRPr="005A6D1C" w:rsidRDefault="001D040F" w:rsidP="005A6D1C">
      <w:pPr>
        <w:pStyle w:val="CodigoFuente"/>
      </w:pPr>
      <w:r w:rsidRPr="005A6D1C">
        <w:t>            });</w:t>
      </w:r>
    </w:p>
    <w:p w14:paraId="06E48A0C" w14:textId="77777777" w:rsidR="001D040F" w:rsidRPr="005A6D1C" w:rsidRDefault="001D040F" w:rsidP="005A6D1C">
      <w:pPr>
        <w:pStyle w:val="CodigoFuente"/>
      </w:pPr>
      <w:r w:rsidRPr="005A6D1C">
        <w:t>        });</w:t>
      </w:r>
    </w:p>
    <w:p w14:paraId="0890A92F" w14:textId="77777777" w:rsidR="001D040F" w:rsidRPr="005A6D1C" w:rsidRDefault="001D040F" w:rsidP="005A6D1C">
      <w:pPr>
        <w:pStyle w:val="CodigoFuente"/>
      </w:pPr>
      <w:r w:rsidRPr="005A6D1C">
        <w:t>    });</w:t>
      </w:r>
    </w:p>
    <w:p w14:paraId="30B713BE" w14:textId="77777777" w:rsidR="001D040F" w:rsidRPr="005A6D1C" w:rsidRDefault="001D040F" w:rsidP="005A6D1C">
      <w:pPr>
        <w:pStyle w:val="CodigoFuente"/>
      </w:pPr>
      <w:r w:rsidRPr="005A6D1C">
        <w:t>}</w:t>
      </w:r>
    </w:p>
    <w:p w14:paraId="7A7D252E" w14:textId="77777777" w:rsidR="001D040F" w:rsidRPr="005A6D1C" w:rsidRDefault="001D040F" w:rsidP="005A6D1C">
      <w:pPr>
        <w:pStyle w:val="CodigoFuente"/>
      </w:pPr>
    </w:p>
    <w:p w14:paraId="2E0848A7" w14:textId="77777777" w:rsidR="001D040F" w:rsidRPr="005A6D1C" w:rsidRDefault="001D040F" w:rsidP="005A6D1C">
      <w:pPr>
        <w:pStyle w:val="CodigoFuente"/>
      </w:pPr>
      <w:r w:rsidRPr="005A6D1C">
        <w:t>InsertarCliente();</w:t>
      </w:r>
    </w:p>
    <w:p w14:paraId="40E37441" w14:textId="77777777" w:rsidR="007F217A" w:rsidRDefault="007F217A" w:rsidP="007F217A"/>
    <w:p w14:paraId="36CF1022" w14:textId="77777777" w:rsidR="007F217A" w:rsidRDefault="007F217A" w:rsidP="007F217A"/>
    <w:p w14:paraId="5EFB2A6C" w14:textId="70EFB3BB" w:rsidR="001D040F" w:rsidRDefault="001D040F" w:rsidP="00591433">
      <w:pPr>
        <w:pStyle w:val="CodigoFuente"/>
      </w:pPr>
      <w:r>
        <w:t>[</w:t>
      </w:r>
    </w:p>
    <w:p w14:paraId="64975CAE" w14:textId="77777777" w:rsidR="001D040F" w:rsidRDefault="001D040F" w:rsidP="00591433">
      <w:pPr>
        <w:pStyle w:val="CodigoFuente"/>
      </w:pPr>
      <w:r>
        <w:t xml:space="preserve">  {</w:t>
      </w:r>
    </w:p>
    <w:p w14:paraId="1DCB6B2F" w14:textId="77777777" w:rsidR="001D040F" w:rsidRDefault="001D040F" w:rsidP="00591433">
      <w:pPr>
        <w:pStyle w:val="CodigoFuente"/>
      </w:pPr>
      <w:r>
        <w:t xml:space="preserve">  "nombre":"Cliente 1",</w:t>
      </w:r>
    </w:p>
    <w:p w14:paraId="1FDBBA1A" w14:textId="77777777" w:rsidR="001D040F" w:rsidRDefault="001D040F" w:rsidP="00591433">
      <w:pPr>
        <w:pStyle w:val="CodigoFuente"/>
      </w:pPr>
      <w:r>
        <w:t xml:space="preserve">  "apellido":"Apellido 1",</w:t>
      </w:r>
    </w:p>
    <w:p w14:paraId="4B7F2A9F" w14:textId="77777777" w:rsidR="001D040F" w:rsidRDefault="001D040F" w:rsidP="00591433">
      <w:pPr>
        <w:pStyle w:val="CodigoFuente"/>
      </w:pPr>
      <w:r>
        <w:t xml:space="preserve">  "edad":"34",</w:t>
      </w:r>
    </w:p>
    <w:p w14:paraId="6892F1EC" w14:textId="77777777" w:rsidR="001D040F" w:rsidRDefault="001D040F" w:rsidP="00591433">
      <w:pPr>
        <w:pStyle w:val="CodigoFuente"/>
      </w:pPr>
      <w:r>
        <w:t xml:space="preserve">  "telefonos":[</w:t>
      </w:r>
    </w:p>
    <w:p w14:paraId="6857D49B" w14:textId="77777777" w:rsidR="001D040F" w:rsidRDefault="001D040F" w:rsidP="00591433">
      <w:pPr>
        <w:pStyle w:val="CodigoFuente"/>
      </w:pPr>
      <w:r>
        <w:t xml:space="preserve">    {"telefono":"+541122223333"},</w:t>
      </w:r>
    </w:p>
    <w:p w14:paraId="0C843167" w14:textId="77777777" w:rsidR="001D040F" w:rsidRDefault="001D040F" w:rsidP="00591433">
      <w:pPr>
        <w:pStyle w:val="CodigoFuente"/>
      </w:pPr>
      <w:r>
        <w:t xml:space="preserve">    {"telefono":"+541145645645"}    </w:t>
      </w:r>
    </w:p>
    <w:p w14:paraId="4667EFE5" w14:textId="77777777" w:rsidR="001D040F" w:rsidRDefault="001D040F" w:rsidP="00591433">
      <w:pPr>
        <w:pStyle w:val="CodigoFuente"/>
      </w:pPr>
      <w:r>
        <w:t xml:space="preserve">  ]</w:t>
      </w:r>
    </w:p>
    <w:p w14:paraId="1C6AF5DE" w14:textId="77777777" w:rsidR="001D040F" w:rsidRDefault="001D040F" w:rsidP="00591433">
      <w:pPr>
        <w:pStyle w:val="CodigoFuente"/>
      </w:pPr>
      <w:r>
        <w:t xml:space="preserve"> },</w:t>
      </w:r>
    </w:p>
    <w:p w14:paraId="4E66F8AD" w14:textId="77777777" w:rsidR="001D040F" w:rsidRDefault="001D040F" w:rsidP="00591433">
      <w:pPr>
        <w:pStyle w:val="CodigoFuente"/>
      </w:pPr>
      <w:r>
        <w:t xml:space="preserve">  {</w:t>
      </w:r>
    </w:p>
    <w:p w14:paraId="5F5ED312" w14:textId="77777777" w:rsidR="001D040F" w:rsidRDefault="001D040F" w:rsidP="00591433">
      <w:pPr>
        <w:pStyle w:val="CodigoFuente"/>
      </w:pPr>
      <w:r>
        <w:t xml:space="preserve">  "nombre":"Cliente 2",</w:t>
      </w:r>
    </w:p>
    <w:p w14:paraId="53D44BA7" w14:textId="77777777" w:rsidR="001D040F" w:rsidRDefault="001D040F" w:rsidP="00591433">
      <w:pPr>
        <w:pStyle w:val="CodigoFuente"/>
      </w:pPr>
      <w:r>
        <w:t xml:space="preserve">  "apellido":"Apellido 2",</w:t>
      </w:r>
    </w:p>
    <w:p w14:paraId="12673803" w14:textId="77777777" w:rsidR="001D040F" w:rsidRDefault="001D040F" w:rsidP="00591433">
      <w:pPr>
        <w:pStyle w:val="CodigoFuente"/>
      </w:pPr>
      <w:r>
        <w:t xml:space="preserve">  "edad":"56",</w:t>
      </w:r>
    </w:p>
    <w:p w14:paraId="1CDC859C" w14:textId="77777777" w:rsidR="001D040F" w:rsidRDefault="001D040F" w:rsidP="00591433">
      <w:pPr>
        <w:pStyle w:val="CodigoFuente"/>
      </w:pPr>
      <w:r>
        <w:t xml:space="preserve">  "telefonos":[</w:t>
      </w:r>
    </w:p>
    <w:p w14:paraId="52FE8631" w14:textId="77777777" w:rsidR="001D040F" w:rsidRDefault="001D040F" w:rsidP="00591433">
      <w:pPr>
        <w:pStyle w:val="CodigoFuente"/>
      </w:pPr>
      <w:r>
        <w:t xml:space="preserve">    {"telefono":"+541132132132'"}</w:t>
      </w:r>
    </w:p>
    <w:p w14:paraId="096EDB73" w14:textId="77777777" w:rsidR="001D040F" w:rsidRDefault="001D040F" w:rsidP="00591433">
      <w:pPr>
        <w:pStyle w:val="CodigoFuente"/>
      </w:pPr>
      <w:r>
        <w:t xml:space="preserve">  ]</w:t>
      </w:r>
    </w:p>
    <w:p w14:paraId="7CE56F7D" w14:textId="77777777" w:rsidR="001D040F" w:rsidRDefault="001D040F" w:rsidP="00591433">
      <w:pPr>
        <w:pStyle w:val="CodigoFuente"/>
      </w:pPr>
      <w:r>
        <w:lastRenderedPageBreak/>
        <w:t xml:space="preserve"> },</w:t>
      </w:r>
    </w:p>
    <w:p w14:paraId="08F30EC4" w14:textId="77777777" w:rsidR="001D040F" w:rsidRDefault="001D040F" w:rsidP="00591433">
      <w:pPr>
        <w:pStyle w:val="CodigoFuente"/>
      </w:pPr>
      <w:r>
        <w:t xml:space="preserve">  {</w:t>
      </w:r>
    </w:p>
    <w:p w14:paraId="6F8A2E85" w14:textId="77777777" w:rsidR="001D040F" w:rsidRDefault="001D040F" w:rsidP="00591433">
      <w:pPr>
        <w:pStyle w:val="CodigoFuente"/>
      </w:pPr>
      <w:r>
        <w:t xml:space="preserve">  "nombre":"Cliente 3",</w:t>
      </w:r>
    </w:p>
    <w:p w14:paraId="2327A2CC" w14:textId="77777777" w:rsidR="001D040F" w:rsidRDefault="001D040F" w:rsidP="00591433">
      <w:pPr>
        <w:pStyle w:val="CodigoFuente"/>
      </w:pPr>
      <w:r>
        <w:t xml:space="preserve">  "apellido":"Apellido 3",</w:t>
      </w:r>
    </w:p>
    <w:p w14:paraId="429D36F7" w14:textId="77777777" w:rsidR="001D040F" w:rsidRDefault="001D040F" w:rsidP="00591433">
      <w:pPr>
        <w:pStyle w:val="CodigoFuente"/>
      </w:pPr>
      <w:r>
        <w:t xml:space="preserve">  "edad":"28",</w:t>
      </w:r>
    </w:p>
    <w:p w14:paraId="245266D1" w14:textId="77777777" w:rsidR="001D040F" w:rsidRDefault="001D040F" w:rsidP="00591433">
      <w:pPr>
        <w:pStyle w:val="CodigoFuente"/>
      </w:pPr>
      <w:r>
        <w:t xml:space="preserve">  "telefonos":[</w:t>
      </w:r>
    </w:p>
    <w:p w14:paraId="083F258A" w14:textId="77777777" w:rsidR="001D040F" w:rsidRDefault="001D040F" w:rsidP="00591433">
      <w:pPr>
        <w:pStyle w:val="CodigoFuente"/>
      </w:pPr>
      <w:r>
        <w:t xml:space="preserve">    {"telefono":"+541111223344'"},</w:t>
      </w:r>
    </w:p>
    <w:p w14:paraId="798FC8CA" w14:textId="77777777" w:rsidR="001D040F" w:rsidRDefault="001D040F" w:rsidP="00591433">
      <w:pPr>
        <w:pStyle w:val="CodigoFuente"/>
      </w:pPr>
      <w:r>
        <w:t xml:space="preserve">    {"telefono":"+541155443322"}    </w:t>
      </w:r>
    </w:p>
    <w:p w14:paraId="1C16ED4A" w14:textId="77777777" w:rsidR="001D040F" w:rsidRDefault="001D040F" w:rsidP="00591433">
      <w:pPr>
        <w:pStyle w:val="CodigoFuente"/>
      </w:pPr>
      <w:r>
        <w:t xml:space="preserve">  ]</w:t>
      </w:r>
    </w:p>
    <w:p w14:paraId="3699E5C2" w14:textId="77777777" w:rsidR="001D040F" w:rsidRDefault="001D040F" w:rsidP="00591433">
      <w:pPr>
        <w:pStyle w:val="CodigoFuente"/>
      </w:pPr>
      <w:r>
        <w:t xml:space="preserve"> }</w:t>
      </w:r>
    </w:p>
    <w:p w14:paraId="49100DF4" w14:textId="77777777" w:rsidR="001D040F" w:rsidRDefault="001D040F" w:rsidP="00591433">
      <w:pPr>
        <w:pStyle w:val="CodigoFuente"/>
      </w:pPr>
      <w:r>
        <w:t>]</w:t>
      </w:r>
    </w:p>
    <w:p w14:paraId="72391FD9" w14:textId="77777777" w:rsidR="007F217A" w:rsidRDefault="007F217A" w:rsidP="007F217A">
      <w:pPr>
        <w:rPr>
          <w:lang w:val="en-GB"/>
        </w:rPr>
      </w:pPr>
    </w:p>
    <w:p w14:paraId="37F5144F" w14:textId="77777777" w:rsidR="007F217A" w:rsidRDefault="007F217A" w:rsidP="007F217A">
      <w:pPr>
        <w:rPr>
          <w:lang w:val="en-GB"/>
        </w:rPr>
      </w:pPr>
    </w:p>
    <w:p w14:paraId="1DAED57F" w14:textId="1487C74A" w:rsidR="001D040F" w:rsidRPr="00412489" w:rsidRDefault="001D040F" w:rsidP="0013379A">
      <w:pPr>
        <w:pStyle w:val="CodigoFuente"/>
        <w:rPr>
          <w:lang w:val="en-GB"/>
        </w:rPr>
      </w:pPr>
      <w:r w:rsidRPr="00412489">
        <w:rPr>
          <w:lang w:val="en-GB"/>
        </w:rPr>
        <w:t>var mongoose = require('mongoose');</w:t>
      </w:r>
    </w:p>
    <w:p w14:paraId="57411AD0" w14:textId="77777777" w:rsidR="001D040F" w:rsidRPr="00412489" w:rsidRDefault="001D040F" w:rsidP="0013379A">
      <w:pPr>
        <w:pStyle w:val="CodigoFuente"/>
        <w:rPr>
          <w:lang w:val="en-GB"/>
        </w:rPr>
      </w:pPr>
      <w:r w:rsidRPr="00412489">
        <w:rPr>
          <w:lang w:val="en-GB"/>
        </w:rPr>
        <w:t>var Schema = </w:t>
      </w:r>
      <w:proofErr w:type="spellStart"/>
      <w:proofErr w:type="gramStart"/>
      <w:r w:rsidRPr="00412489">
        <w:rPr>
          <w:lang w:val="en-GB"/>
        </w:rPr>
        <w:t>mongoose.Schema</w:t>
      </w:r>
      <w:proofErr w:type="spellEnd"/>
      <w:proofErr w:type="gramEnd"/>
      <w:r w:rsidRPr="00412489">
        <w:rPr>
          <w:lang w:val="en-GB"/>
        </w:rPr>
        <w:t>;</w:t>
      </w:r>
    </w:p>
    <w:p w14:paraId="77AE87CF" w14:textId="77777777" w:rsidR="001D040F" w:rsidRPr="00412489" w:rsidRDefault="001D040F" w:rsidP="0013379A">
      <w:pPr>
        <w:pStyle w:val="CodigoFuente"/>
        <w:rPr>
          <w:lang w:val="en-GB"/>
        </w:rPr>
      </w:pPr>
    </w:p>
    <w:p w14:paraId="7D9CFFC4" w14:textId="77777777" w:rsidR="001D040F" w:rsidRPr="00412489" w:rsidRDefault="001D040F" w:rsidP="0013379A">
      <w:pPr>
        <w:pStyle w:val="CodigoFuente"/>
        <w:rPr>
          <w:lang w:val="en-GB"/>
        </w:rPr>
      </w:pPr>
      <w:r w:rsidRPr="00412489">
        <w:rPr>
          <w:lang w:val="en-GB"/>
        </w:rPr>
        <w:t>var </w:t>
      </w:r>
      <w:proofErr w:type="spellStart"/>
      <w:r w:rsidRPr="00412489">
        <w:rPr>
          <w:lang w:val="en-GB"/>
        </w:rPr>
        <w:t>telefonoSchema</w:t>
      </w:r>
      <w:proofErr w:type="spellEnd"/>
      <w:r w:rsidRPr="00412489">
        <w:rPr>
          <w:lang w:val="en-GB"/>
        </w:rPr>
        <w:t> = new </w:t>
      </w:r>
      <w:proofErr w:type="gramStart"/>
      <w:r w:rsidRPr="00412489">
        <w:rPr>
          <w:lang w:val="en-GB"/>
        </w:rPr>
        <w:t>Schema(</w:t>
      </w:r>
      <w:proofErr w:type="gramEnd"/>
      <w:r w:rsidRPr="00412489">
        <w:rPr>
          <w:lang w:val="en-GB"/>
        </w:rPr>
        <w:t>{</w:t>
      </w:r>
    </w:p>
    <w:p w14:paraId="0B0CEDE1" w14:textId="77777777" w:rsidR="001D040F" w:rsidRPr="00412489" w:rsidRDefault="001D040F" w:rsidP="0013379A">
      <w:pPr>
        <w:pStyle w:val="CodigoFuente"/>
        <w:rPr>
          <w:lang w:val="en-GB"/>
        </w:rPr>
      </w:pPr>
      <w:r w:rsidRPr="00412489">
        <w:rPr>
          <w:lang w:val="en-GB"/>
        </w:rPr>
        <w:t>    </w:t>
      </w:r>
      <w:proofErr w:type="spellStart"/>
      <w:r w:rsidRPr="00412489">
        <w:rPr>
          <w:lang w:val="en-GB"/>
        </w:rPr>
        <w:t>telefono</w:t>
      </w:r>
      <w:proofErr w:type="spellEnd"/>
      <w:r w:rsidRPr="00412489">
        <w:rPr>
          <w:lang w:val="en-GB"/>
        </w:rPr>
        <w:t>: String</w:t>
      </w:r>
    </w:p>
    <w:p w14:paraId="0A0E84F8" w14:textId="77777777" w:rsidR="001D040F" w:rsidRPr="00412489" w:rsidRDefault="001D040F" w:rsidP="0013379A">
      <w:pPr>
        <w:pStyle w:val="CodigoFuente"/>
        <w:rPr>
          <w:lang w:val="en-GB"/>
        </w:rPr>
      </w:pPr>
      <w:r w:rsidRPr="00412489">
        <w:rPr>
          <w:lang w:val="en-GB"/>
        </w:rPr>
        <w:t>});</w:t>
      </w:r>
    </w:p>
    <w:p w14:paraId="6A0FC25B" w14:textId="77777777" w:rsidR="001D040F" w:rsidRPr="00412489" w:rsidRDefault="001D040F" w:rsidP="0013379A">
      <w:pPr>
        <w:pStyle w:val="CodigoFuente"/>
        <w:rPr>
          <w:lang w:val="en-GB"/>
        </w:rPr>
      </w:pPr>
    </w:p>
    <w:p w14:paraId="79A019F6" w14:textId="77777777" w:rsidR="001D040F" w:rsidRPr="00412489" w:rsidRDefault="001D040F" w:rsidP="0013379A">
      <w:pPr>
        <w:pStyle w:val="CodigoFuente"/>
        <w:rPr>
          <w:lang w:val="en-GB"/>
        </w:rPr>
      </w:pPr>
      <w:r w:rsidRPr="00412489">
        <w:rPr>
          <w:lang w:val="en-GB"/>
        </w:rPr>
        <w:t>var </w:t>
      </w:r>
      <w:proofErr w:type="spellStart"/>
      <w:r w:rsidRPr="00412489">
        <w:rPr>
          <w:lang w:val="en-GB"/>
        </w:rPr>
        <w:t>clienteSchema</w:t>
      </w:r>
      <w:proofErr w:type="spellEnd"/>
      <w:r w:rsidRPr="00412489">
        <w:rPr>
          <w:lang w:val="en-GB"/>
        </w:rPr>
        <w:t> = new </w:t>
      </w:r>
      <w:proofErr w:type="gramStart"/>
      <w:r w:rsidRPr="00412489">
        <w:rPr>
          <w:lang w:val="en-GB"/>
        </w:rPr>
        <w:t>Schema(</w:t>
      </w:r>
      <w:proofErr w:type="gramEnd"/>
      <w:r w:rsidRPr="00412489">
        <w:rPr>
          <w:lang w:val="en-GB"/>
        </w:rPr>
        <w:t>{</w:t>
      </w:r>
    </w:p>
    <w:p w14:paraId="0E10EAB5" w14:textId="77777777" w:rsidR="001D040F" w:rsidRPr="00412489" w:rsidRDefault="001D040F" w:rsidP="0013379A">
      <w:pPr>
        <w:pStyle w:val="CodigoFuente"/>
        <w:rPr>
          <w:lang w:val="en-GB"/>
        </w:rPr>
      </w:pPr>
      <w:r w:rsidRPr="00412489">
        <w:rPr>
          <w:lang w:val="en-GB"/>
        </w:rPr>
        <w:t>    </w:t>
      </w:r>
      <w:proofErr w:type="spellStart"/>
      <w:r w:rsidRPr="00412489">
        <w:rPr>
          <w:lang w:val="en-GB"/>
        </w:rPr>
        <w:t>nombre</w:t>
      </w:r>
      <w:proofErr w:type="spellEnd"/>
      <w:r w:rsidRPr="00412489">
        <w:rPr>
          <w:lang w:val="en-GB"/>
        </w:rPr>
        <w:t>: String,</w:t>
      </w:r>
    </w:p>
    <w:p w14:paraId="3A08CA71" w14:textId="77777777" w:rsidR="001D040F" w:rsidRPr="00412489" w:rsidRDefault="001D040F" w:rsidP="0013379A">
      <w:pPr>
        <w:pStyle w:val="CodigoFuente"/>
        <w:rPr>
          <w:lang w:val="en-GB"/>
        </w:rPr>
      </w:pPr>
      <w:r w:rsidRPr="00412489">
        <w:rPr>
          <w:lang w:val="en-GB"/>
        </w:rPr>
        <w:t>    </w:t>
      </w:r>
      <w:proofErr w:type="spellStart"/>
      <w:r w:rsidRPr="00412489">
        <w:rPr>
          <w:lang w:val="en-GB"/>
        </w:rPr>
        <w:t>apellido</w:t>
      </w:r>
      <w:proofErr w:type="spellEnd"/>
      <w:r w:rsidRPr="00412489">
        <w:rPr>
          <w:lang w:val="en-GB"/>
        </w:rPr>
        <w:t>: String,</w:t>
      </w:r>
    </w:p>
    <w:p w14:paraId="7E4B1CBA" w14:textId="77777777" w:rsidR="001D040F" w:rsidRPr="00412489" w:rsidRDefault="001D040F" w:rsidP="0013379A">
      <w:pPr>
        <w:pStyle w:val="CodigoFuente"/>
        <w:rPr>
          <w:lang w:val="en-GB"/>
        </w:rPr>
      </w:pPr>
      <w:r w:rsidRPr="00412489">
        <w:rPr>
          <w:lang w:val="en-GB"/>
        </w:rPr>
        <w:t>    </w:t>
      </w:r>
      <w:proofErr w:type="spellStart"/>
      <w:r w:rsidRPr="00412489">
        <w:rPr>
          <w:lang w:val="en-GB"/>
        </w:rPr>
        <w:t>edad</w:t>
      </w:r>
      <w:proofErr w:type="spellEnd"/>
      <w:r w:rsidRPr="00412489">
        <w:rPr>
          <w:lang w:val="en-GB"/>
        </w:rPr>
        <w:t>: String,</w:t>
      </w:r>
    </w:p>
    <w:p w14:paraId="2299F6F2" w14:textId="77777777" w:rsidR="001D040F" w:rsidRPr="00412489" w:rsidRDefault="001D040F" w:rsidP="0013379A">
      <w:pPr>
        <w:pStyle w:val="CodigoFuente"/>
        <w:rPr>
          <w:lang w:val="en-GB"/>
        </w:rPr>
      </w:pPr>
      <w:r w:rsidRPr="00412489">
        <w:rPr>
          <w:lang w:val="en-GB"/>
        </w:rPr>
        <w:t>    </w:t>
      </w:r>
      <w:proofErr w:type="spellStart"/>
      <w:r w:rsidRPr="00412489">
        <w:rPr>
          <w:lang w:val="en-GB"/>
        </w:rPr>
        <w:t>telefonos</w:t>
      </w:r>
      <w:proofErr w:type="spellEnd"/>
      <w:r w:rsidRPr="00412489">
        <w:rPr>
          <w:lang w:val="en-GB"/>
        </w:rPr>
        <w:t>: [</w:t>
      </w:r>
      <w:proofErr w:type="spellStart"/>
      <w:r w:rsidRPr="00412489">
        <w:rPr>
          <w:lang w:val="en-GB"/>
        </w:rPr>
        <w:t>telefonoSchema</w:t>
      </w:r>
      <w:proofErr w:type="spellEnd"/>
      <w:r w:rsidRPr="00412489">
        <w:rPr>
          <w:lang w:val="en-GB"/>
        </w:rPr>
        <w:t>]</w:t>
      </w:r>
    </w:p>
    <w:p w14:paraId="07A360A2" w14:textId="77777777" w:rsidR="001D040F" w:rsidRPr="00412489" w:rsidRDefault="001D040F" w:rsidP="0013379A">
      <w:pPr>
        <w:pStyle w:val="CodigoFuente"/>
        <w:rPr>
          <w:lang w:val="en-GB"/>
        </w:rPr>
      </w:pPr>
      <w:r w:rsidRPr="00412489">
        <w:rPr>
          <w:lang w:val="en-GB"/>
        </w:rPr>
        <w:t>});</w:t>
      </w:r>
    </w:p>
    <w:p w14:paraId="21BEDB9A" w14:textId="77777777" w:rsidR="001D040F" w:rsidRPr="00412489" w:rsidRDefault="001D040F" w:rsidP="0013379A">
      <w:pPr>
        <w:pStyle w:val="CodigoFuente"/>
        <w:rPr>
          <w:lang w:val="en-GB"/>
        </w:rPr>
      </w:pPr>
    </w:p>
    <w:p w14:paraId="31FB77FD" w14:textId="77777777" w:rsidR="001D040F" w:rsidRPr="00412489" w:rsidRDefault="001D040F" w:rsidP="0013379A">
      <w:pPr>
        <w:pStyle w:val="CodigoFuente"/>
        <w:rPr>
          <w:lang w:val="en-GB"/>
        </w:rPr>
      </w:pPr>
      <w:proofErr w:type="spellStart"/>
      <w:proofErr w:type="gramStart"/>
      <w:r w:rsidRPr="00412489">
        <w:rPr>
          <w:lang w:val="en-GB"/>
        </w:rPr>
        <w:t>mongoose.connect</w:t>
      </w:r>
      <w:proofErr w:type="spellEnd"/>
      <w:proofErr w:type="gramEnd"/>
      <w:r w:rsidRPr="00412489">
        <w:rPr>
          <w:lang w:val="en-GB"/>
        </w:rPr>
        <w:t>('</w:t>
      </w:r>
      <w:proofErr w:type="spellStart"/>
      <w:r w:rsidRPr="00412489">
        <w:rPr>
          <w:lang w:val="en-GB"/>
        </w:rPr>
        <w:t>mongodb</w:t>
      </w:r>
      <w:proofErr w:type="spellEnd"/>
      <w:r w:rsidRPr="00412489">
        <w:rPr>
          <w:lang w:val="en-GB"/>
        </w:rPr>
        <w:t>://localhost:27017/</w:t>
      </w:r>
      <w:proofErr w:type="spellStart"/>
      <w:r w:rsidRPr="00412489">
        <w:rPr>
          <w:lang w:val="en-GB"/>
        </w:rPr>
        <w:t>MongoDBNodeJS</w:t>
      </w:r>
      <w:proofErr w:type="spellEnd"/>
      <w:r w:rsidRPr="00412489">
        <w:rPr>
          <w:lang w:val="en-GB"/>
        </w:rPr>
        <w:t>', {</w:t>
      </w:r>
    </w:p>
    <w:p w14:paraId="173704F9" w14:textId="77777777" w:rsidR="001D040F" w:rsidRPr="00412489" w:rsidRDefault="001D040F" w:rsidP="0013379A">
      <w:pPr>
        <w:pStyle w:val="CodigoFuente"/>
        <w:rPr>
          <w:lang w:val="en-GB"/>
        </w:rPr>
      </w:pPr>
      <w:r w:rsidRPr="00412489">
        <w:rPr>
          <w:lang w:val="en-GB"/>
        </w:rPr>
        <w:t>        </w:t>
      </w:r>
      <w:proofErr w:type="spellStart"/>
      <w:r w:rsidRPr="00412489">
        <w:rPr>
          <w:lang w:val="en-GB"/>
        </w:rPr>
        <w:t>useNewUrlParser</w:t>
      </w:r>
      <w:proofErr w:type="spellEnd"/>
      <w:r w:rsidRPr="00412489">
        <w:rPr>
          <w:lang w:val="en-GB"/>
        </w:rPr>
        <w:t>: true,</w:t>
      </w:r>
    </w:p>
    <w:p w14:paraId="34C672B0" w14:textId="77777777" w:rsidR="001D040F" w:rsidRPr="00412489" w:rsidRDefault="001D040F" w:rsidP="0013379A">
      <w:pPr>
        <w:pStyle w:val="CodigoFuente"/>
        <w:rPr>
          <w:lang w:val="en-GB"/>
        </w:rPr>
      </w:pPr>
      <w:r w:rsidRPr="00412489">
        <w:rPr>
          <w:lang w:val="en-GB"/>
        </w:rPr>
        <w:t>        </w:t>
      </w:r>
      <w:proofErr w:type="spellStart"/>
      <w:r w:rsidRPr="00412489">
        <w:rPr>
          <w:lang w:val="en-GB"/>
        </w:rPr>
        <w:t>useUnifiedTopology</w:t>
      </w:r>
      <w:proofErr w:type="spellEnd"/>
      <w:r w:rsidRPr="00412489">
        <w:rPr>
          <w:lang w:val="en-GB"/>
        </w:rPr>
        <w:t>: true</w:t>
      </w:r>
    </w:p>
    <w:p w14:paraId="3C2AA68D" w14:textId="77777777" w:rsidR="001D040F" w:rsidRPr="00412489" w:rsidRDefault="001D040F" w:rsidP="0013379A">
      <w:pPr>
        <w:pStyle w:val="CodigoFuente"/>
        <w:rPr>
          <w:lang w:val="en-GB"/>
        </w:rPr>
      </w:pPr>
      <w:r w:rsidRPr="00412489">
        <w:rPr>
          <w:lang w:val="en-GB"/>
        </w:rPr>
        <w:t>    },</w:t>
      </w:r>
    </w:p>
    <w:p w14:paraId="4B44362E" w14:textId="77777777" w:rsidR="001D040F" w:rsidRPr="00412489" w:rsidRDefault="001D040F" w:rsidP="0013379A">
      <w:pPr>
        <w:pStyle w:val="CodigoFuente"/>
        <w:rPr>
          <w:lang w:val="en-GB"/>
        </w:rPr>
      </w:pPr>
      <w:r w:rsidRPr="00412489">
        <w:rPr>
          <w:lang w:val="en-GB"/>
        </w:rPr>
        <w:t>    (err, res) =&gt; {</w:t>
      </w:r>
    </w:p>
    <w:p w14:paraId="12DF5D14" w14:textId="77777777" w:rsidR="001D040F" w:rsidRPr="00412489" w:rsidRDefault="001D040F" w:rsidP="0013379A">
      <w:pPr>
        <w:pStyle w:val="CodigoFuente"/>
        <w:rPr>
          <w:lang w:val="en-GB"/>
        </w:rPr>
      </w:pPr>
      <w:r w:rsidRPr="00412489">
        <w:rPr>
          <w:lang w:val="en-GB"/>
        </w:rPr>
        <w:t>        if (err)</w:t>
      </w:r>
    </w:p>
    <w:p w14:paraId="1E027DFE" w14:textId="77777777" w:rsidR="001D040F" w:rsidRPr="00412489" w:rsidRDefault="001D040F" w:rsidP="0013379A">
      <w:pPr>
        <w:pStyle w:val="CodigoFuente"/>
        <w:rPr>
          <w:lang w:val="en-GB"/>
        </w:rPr>
      </w:pPr>
      <w:r w:rsidRPr="00412489">
        <w:rPr>
          <w:lang w:val="en-GB"/>
        </w:rPr>
        <w:t>            throw (err);</w:t>
      </w:r>
    </w:p>
    <w:p w14:paraId="60A835D0" w14:textId="77777777" w:rsidR="001D040F" w:rsidRPr="00412489" w:rsidRDefault="001D040F" w:rsidP="0013379A">
      <w:pPr>
        <w:pStyle w:val="CodigoFuente"/>
        <w:rPr>
          <w:lang w:val="en-GB"/>
        </w:rPr>
      </w:pPr>
      <w:r w:rsidRPr="00412489">
        <w:rPr>
          <w:lang w:val="en-GB"/>
        </w:rPr>
        <w:t>        else {</w:t>
      </w:r>
    </w:p>
    <w:p w14:paraId="302563C6" w14:textId="77777777" w:rsidR="001D040F" w:rsidRPr="0013379A" w:rsidRDefault="001D040F" w:rsidP="0013379A">
      <w:pPr>
        <w:pStyle w:val="CodigoFuente"/>
      </w:pPr>
      <w:r w:rsidRPr="00412489">
        <w:rPr>
          <w:lang w:val="en-GB"/>
        </w:rPr>
        <w:t>            </w:t>
      </w:r>
      <w:r w:rsidRPr="0013379A">
        <w:t>console.log('La conexión a la base de datos se estableció satisfactoriamente.');</w:t>
      </w:r>
    </w:p>
    <w:p w14:paraId="25717C65" w14:textId="77777777" w:rsidR="001D040F" w:rsidRPr="0013379A" w:rsidRDefault="001D040F" w:rsidP="0013379A">
      <w:pPr>
        <w:pStyle w:val="CodigoFuente"/>
      </w:pPr>
      <w:r w:rsidRPr="0013379A">
        <w:t>        }</w:t>
      </w:r>
    </w:p>
    <w:p w14:paraId="0DBE03E3" w14:textId="77777777" w:rsidR="001D040F" w:rsidRPr="0013379A" w:rsidRDefault="001D040F" w:rsidP="0013379A">
      <w:pPr>
        <w:pStyle w:val="CodigoFuente"/>
      </w:pPr>
      <w:r w:rsidRPr="0013379A">
        <w:t>    });</w:t>
      </w:r>
    </w:p>
    <w:p w14:paraId="4DA7E319" w14:textId="77777777" w:rsidR="001D040F" w:rsidRPr="0013379A" w:rsidRDefault="001D040F" w:rsidP="0013379A">
      <w:pPr>
        <w:pStyle w:val="CodigoFuente"/>
      </w:pPr>
    </w:p>
    <w:p w14:paraId="3CC0026F" w14:textId="77777777" w:rsidR="001D040F" w:rsidRPr="0013379A" w:rsidRDefault="001D040F" w:rsidP="0013379A">
      <w:pPr>
        <w:pStyle w:val="CodigoFuente"/>
      </w:pPr>
      <w:r w:rsidRPr="0013379A">
        <w:t>const cliModel = mongoose.model('Clientes', clienteSchema);</w:t>
      </w:r>
    </w:p>
    <w:p w14:paraId="2D2A39B0" w14:textId="77777777" w:rsidR="001D040F" w:rsidRPr="0013379A" w:rsidRDefault="001D040F" w:rsidP="0013379A">
      <w:pPr>
        <w:pStyle w:val="CodigoFuente"/>
      </w:pPr>
      <w:r w:rsidRPr="0013379A">
        <w:t>const telModel = mongoose.model('Telefonos', telefonoSchema);</w:t>
      </w:r>
    </w:p>
    <w:p w14:paraId="47F3D4DA" w14:textId="77777777" w:rsidR="001D040F" w:rsidRPr="0013379A" w:rsidRDefault="001D040F" w:rsidP="0013379A">
      <w:pPr>
        <w:pStyle w:val="CodigoFuente"/>
      </w:pPr>
    </w:p>
    <w:p w14:paraId="703986B5" w14:textId="77777777" w:rsidR="001D040F" w:rsidRPr="00412489" w:rsidRDefault="001D040F" w:rsidP="0013379A">
      <w:pPr>
        <w:pStyle w:val="CodigoFuente"/>
        <w:rPr>
          <w:lang w:val="en-GB"/>
        </w:rPr>
      </w:pPr>
      <w:r w:rsidRPr="00412489">
        <w:rPr>
          <w:lang w:val="en-GB"/>
        </w:rPr>
        <w:t>function </w:t>
      </w:r>
      <w:proofErr w:type="gramStart"/>
      <w:r w:rsidRPr="00412489">
        <w:rPr>
          <w:lang w:val="en-GB"/>
        </w:rPr>
        <w:t>Consulta(</w:t>
      </w:r>
      <w:proofErr w:type="gramEnd"/>
      <w:r w:rsidRPr="00412489">
        <w:rPr>
          <w:lang w:val="en-GB"/>
        </w:rPr>
        <w:t>) {</w:t>
      </w:r>
    </w:p>
    <w:p w14:paraId="69F1D3F3" w14:textId="77777777" w:rsidR="001D040F" w:rsidRPr="00412489" w:rsidRDefault="001D040F" w:rsidP="0013379A">
      <w:pPr>
        <w:pStyle w:val="CodigoFuente"/>
        <w:rPr>
          <w:lang w:val="en-GB"/>
        </w:rPr>
      </w:pPr>
      <w:r w:rsidRPr="00412489">
        <w:rPr>
          <w:lang w:val="en-GB"/>
        </w:rPr>
        <w:t>    var query = </w:t>
      </w:r>
      <w:proofErr w:type="spellStart"/>
      <w:r w:rsidRPr="00412489">
        <w:rPr>
          <w:lang w:val="en-GB"/>
        </w:rPr>
        <w:t>cliModel.find</w:t>
      </w:r>
      <w:proofErr w:type="spellEnd"/>
      <w:r w:rsidRPr="00412489">
        <w:rPr>
          <w:lang w:val="en-GB"/>
        </w:rPr>
        <w:t>(</w:t>
      </w:r>
      <w:proofErr w:type="gramStart"/>
      <w:r w:rsidRPr="00412489">
        <w:rPr>
          <w:lang w:val="en-GB"/>
        </w:rPr>
        <w:t>).lean</w:t>
      </w:r>
      <w:proofErr w:type="gramEnd"/>
      <w:r w:rsidRPr="00412489">
        <w:rPr>
          <w:lang w:val="en-GB"/>
        </w:rPr>
        <w:t>();</w:t>
      </w:r>
    </w:p>
    <w:p w14:paraId="7D5CF767" w14:textId="77777777" w:rsidR="001D040F" w:rsidRPr="00412489" w:rsidRDefault="001D040F" w:rsidP="0013379A">
      <w:pPr>
        <w:pStyle w:val="CodigoFuente"/>
        <w:rPr>
          <w:lang w:val="en-GB"/>
        </w:rPr>
      </w:pPr>
      <w:r w:rsidRPr="00412489">
        <w:rPr>
          <w:lang w:val="en-GB"/>
        </w:rPr>
        <w:t>    </w:t>
      </w:r>
      <w:proofErr w:type="spellStart"/>
      <w:proofErr w:type="gramStart"/>
      <w:r w:rsidRPr="00412489">
        <w:rPr>
          <w:lang w:val="en-GB"/>
        </w:rPr>
        <w:t>query.exec</w:t>
      </w:r>
      <w:proofErr w:type="spellEnd"/>
      <w:proofErr w:type="gramEnd"/>
      <w:r w:rsidRPr="00412489">
        <w:rPr>
          <w:lang w:val="en-GB"/>
        </w:rPr>
        <w:t>(function(err, docs) {</w:t>
      </w:r>
    </w:p>
    <w:p w14:paraId="728C1A5C" w14:textId="77777777" w:rsidR="001D040F" w:rsidRPr="00412489" w:rsidRDefault="001D040F" w:rsidP="0013379A">
      <w:pPr>
        <w:pStyle w:val="CodigoFuente"/>
        <w:rPr>
          <w:lang w:val="en-GB"/>
        </w:rPr>
      </w:pPr>
      <w:r w:rsidRPr="00412489">
        <w:rPr>
          <w:lang w:val="en-GB"/>
        </w:rPr>
        <w:t>        </w:t>
      </w:r>
      <w:proofErr w:type="spellStart"/>
      <w:r w:rsidRPr="00412489">
        <w:rPr>
          <w:lang w:val="en-GB"/>
        </w:rPr>
        <w:t>const</w:t>
      </w:r>
      <w:proofErr w:type="spellEnd"/>
      <w:r w:rsidRPr="00412489">
        <w:rPr>
          <w:lang w:val="en-GB"/>
        </w:rPr>
        <w:t> </w:t>
      </w:r>
      <w:proofErr w:type="spellStart"/>
      <w:r w:rsidRPr="00412489">
        <w:rPr>
          <w:lang w:val="en-GB"/>
        </w:rPr>
        <w:t>docsJSON</w:t>
      </w:r>
      <w:proofErr w:type="spellEnd"/>
      <w:r w:rsidRPr="00412489">
        <w:rPr>
          <w:lang w:val="en-GB"/>
        </w:rPr>
        <w:t> = </w:t>
      </w:r>
      <w:proofErr w:type="spellStart"/>
      <w:r w:rsidRPr="00412489">
        <w:rPr>
          <w:lang w:val="en-GB"/>
        </w:rPr>
        <w:t>docs.map</w:t>
      </w:r>
      <w:proofErr w:type="spellEnd"/>
      <w:r w:rsidRPr="00412489">
        <w:rPr>
          <w:lang w:val="en-GB"/>
        </w:rPr>
        <w:t>((doc) =&gt; {</w:t>
      </w:r>
    </w:p>
    <w:p w14:paraId="03DC23A7" w14:textId="77777777" w:rsidR="001D040F" w:rsidRPr="0013379A" w:rsidRDefault="001D040F" w:rsidP="0013379A">
      <w:pPr>
        <w:pStyle w:val="CodigoFuente"/>
      </w:pPr>
      <w:r w:rsidRPr="00412489">
        <w:rPr>
          <w:lang w:val="en-GB"/>
        </w:rPr>
        <w:t>            </w:t>
      </w:r>
      <w:r w:rsidRPr="0013379A">
        <w:t>doc.telefonos = doc.telefonos.map((tel) =&gt; {</w:t>
      </w:r>
    </w:p>
    <w:p w14:paraId="2F506442" w14:textId="77777777" w:rsidR="001D040F" w:rsidRPr="00412489" w:rsidRDefault="001D040F" w:rsidP="0013379A">
      <w:pPr>
        <w:pStyle w:val="CodigoFuente"/>
        <w:rPr>
          <w:lang w:val="en-GB"/>
        </w:rPr>
      </w:pPr>
      <w:r w:rsidRPr="0013379A">
        <w:t>                </w:t>
      </w:r>
      <w:r w:rsidRPr="00412489">
        <w:rPr>
          <w:lang w:val="en-GB"/>
        </w:rPr>
        <w:t>return </w:t>
      </w:r>
      <w:proofErr w:type="spellStart"/>
      <w:proofErr w:type="gramStart"/>
      <w:r w:rsidRPr="00412489">
        <w:rPr>
          <w:lang w:val="en-GB"/>
        </w:rPr>
        <w:t>tel.telefono</w:t>
      </w:r>
      <w:proofErr w:type="spellEnd"/>
      <w:proofErr w:type="gramEnd"/>
      <w:r w:rsidRPr="00412489">
        <w:rPr>
          <w:lang w:val="en-GB"/>
        </w:rPr>
        <w:t>;</w:t>
      </w:r>
    </w:p>
    <w:p w14:paraId="3A23005C" w14:textId="77777777" w:rsidR="001D040F" w:rsidRPr="00412489" w:rsidRDefault="001D040F" w:rsidP="0013379A">
      <w:pPr>
        <w:pStyle w:val="CodigoFuente"/>
        <w:rPr>
          <w:lang w:val="en-GB"/>
        </w:rPr>
      </w:pPr>
      <w:r w:rsidRPr="00412489">
        <w:rPr>
          <w:lang w:val="en-GB"/>
        </w:rPr>
        <w:t>            })</w:t>
      </w:r>
    </w:p>
    <w:p w14:paraId="6BD18EBA" w14:textId="77777777" w:rsidR="001D040F" w:rsidRPr="00412489" w:rsidRDefault="001D040F" w:rsidP="0013379A">
      <w:pPr>
        <w:pStyle w:val="CodigoFuente"/>
        <w:rPr>
          <w:lang w:val="en-GB"/>
        </w:rPr>
      </w:pPr>
      <w:r w:rsidRPr="00412489">
        <w:rPr>
          <w:lang w:val="en-GB"/>
        </w:rPr>
        <w:t>            return doc;</w:t>
      </w:r>
    </w:p>
    <w:p w14:paraId="615D7672" w14:textId="77777777" w:rsidR="001D040F" w:rsidRPr="0013379A" w:rsidRDefault="001D040F" w:rsidP="0013379A">
      <w:pPr>
        <w:pStyle w:val="CodigoFuente"/>
      </w:pPr>
      <w:r w:rsidRPr="00412489">
        <w:rPr>
          <w:lang w:val="en-GB"/>
        </w:rPr>
        <w:t>        </w:t>
      </w:r>
      <w:r w:rsidRPr="0013379A">
        <w:t>});</w:t>
      </w:r>
    </w:p>
    <w:p w14:paraId="5995DD70" w14:textId="77777777" w:rsidR="001D040F" w:rsidRPr="0013379A" w:rsidRDefault="001D040F" w:rsidP="0013379A">
      <w:pPr>
        <w:pStyle w:val="CodigoFuente"/>
      </w:pPr>
    </w:p>
    <w:p w14:paraId="655CEC59" w14:textId="77777777" w:rsidR="001D040F" w:rsidRPr="0013379A" w:rsidRDefault="001D040F" w:rsidP="0013379A">
      <w:pPr>
        <w:pStyle w:val="CodigoFuente"/>
      </w:pPr>
      <w:r w:rsidRPr="0013379A">
        <w:t>        console.table(docsJSON);</w:t>
      </w:r>
    </w:p>
    <w:p w14:paraId="38E40A4B" w14:textId="77777777" w:rsidR="001D040F" w:rsidRPr="0013379A" w:rsidRDefault="001D040F" w:rsidP="0013379A">
      <w:pPr>
        <w:pStyle w:val="CodigoFuente"/>
      </w:pPr>
      <w:r w:rsidRPr="0013379A">
        <w:t>    });</w:t>
      </w:r>
    </w:p>
    <w:p w14:paraId="1F6BB1AB" w14:textId="77777777" w:rsidR="001D040F" w:rsidRPr="0013379A" w:rsidRDefault="001D040F" w:rsidP="0013379A">
      <w:pPr>
        <w:pStyle w:val="CodigoFuente"/>
      </w:pPr>
      <w:r w:rsidRPr="0013379A">
        <w:t>}</w:t>
      </w:r>
    </w:p>
    <w:p w14:paraId="018BBF79" w14:textId="77777777" w:rsidR="001D040F" w:rsidRPr="0013379A" w:rsidRDefault="001D040F" w:rsidP="0013379A">
      <w:pPr>
        <w:pStyle w:val="CodigoFuente"/>
      </w:pPr>
    </w:p>
    <w:p w14:paraId="693D29F8" w14:textId="77777777" w:rsidR="001D040F" w:rsidRPr="0013379A" w:rsidRDefault="001D040F" w:rsidP="0013379A">
      <w:pPr>
        <w:pStyle w:val="CodigoFuente"/>
      </w:pPr>
      <w:r w:rsidRPr="0013379A">
        <w:t>Consulta();</w:t>
      </w:r>
    </w:p>
    <w:p w14:paraId="69D173A3" w14:textId="77777777" w:rsidR="007F217A" w:rsidRDefault="007F217A" w:rsidP="007F217A">
      <w:pPr>
        <w:rPr>
          <w:lang w:val="en-GB"/>
        </w:rPr>
      </w:pPr>
    </w:p>
    <w:p w14:paraId="07B6FBA5" w14:textId="77777777" w:rsidR="007F217A" w:rsidRDefault="007F217A" w:rsidP="007F217A">
      <w:pPr>
        <w:rPr>
          <w:lang w:val="en-GB"/>
        </w:rPr>
      </w:pPr>
    </w:p>
    <w:p w14:paraId="2E7035EC" w14:textId="234E238F" w:rsidR="001D040F" w:rsidRPr="00412489" w:rsidRDefault="001D040F" w:rsidP="002048AA">
      <w:pPr>
        <w:pStyle w:val="CodigoFuente"/>
        <w:rPr>
          <w:lang w:val="en-GB"/>
        </w:rPr>
      </w:pPr>
      <w:r w:rsidRPr="00412489">
        <w:rPr>
          <w:lang w:val="en-GB"/>
        </w:rPr>
        <w:t>function </w:t>
      </w:r>
      <w:proofErr w:type="spellStart"/>
      <w:proofErr w:type="gramStart"/>
      <w:r w:rsidRPr="00412489">
        <w:rPr>
          <w:lang w:val="en-GB"/>
        </w:rPr>
        <w:t>AgregarCliente</w:t>
      </w:r>
      <w:proofErr w:type="spellEnd"/>
      <w:r w:rsidRPr="00412489">
        <w:rPr>
          <w:lang w:val="en-GB"/>
        </w:rPr>
        <w:t>(</w:t>
      </w:r>
      <w:proofErr w:type="gramEnd"/>
      <w:r w:rsidRPr="00412489">
        <w:rPr>
          <w:lang w:val="en-GB"/>
        </w:rPr>
        <w:t>) {</w:t>
      </w:r>
    </w:p>
    <w:p w14:paraId="21D1749B" w14:textId="77777777" w:rsidR="001D040F" w:rsidRPr="00412489" w:rsidRDefault="001D040F" w:rsidP="002048AA">
      <w:pPr>
        <w:pStyle w:val="CodigoFuente"/>
        <w:rPr>
          <w:lang w:val="en-GB"/>
        </w:rPr>
      </w:pPr>
      <w:r w:rsidRPr="00412489">
        <w:rPr>
          <w:lang w:val="en-GB"/>
        </w:rPr>
        <w:t>    let doc = new </w:t>
      </w:r>
      <w:proofErr w:type="spellStart"/>
      <w:proofErr w:type="gramStart"/>
      <w:r w:rsidRPr="00412489">
        <w:rPr>
          <w:lang w:val="en-GB"/>
        </w:rPr>
        <w:t>cliModel</w:t>
      </w:r>
      <w:proofErr w:type="spellEnd"/>
      <w:r w:rsidRPr="00412489">
        <w:rPr>
          <w:lang w:val="en-GB"/>
        </w:rPr>
        <w:t>(</w:t>
      </w:r>
      <w:proofErr w:type="gramEnd"/>
      <w:r w:rsidRPr="00412489">
        <w:rPr>
          <w:lang w:val="en-GB"/>
        </w:rPr>
        <w:t>);</w:t>
      </w:r>
    </w:p>
    <w:p w14:paraId="7B7317ED" w14:textId="77777777" w:rsidR="001D040F" w:rsidRPr="00412489" w:rsidRDefault="001D040F" w:rsidP="002048AA">
      <w:pPr>
        <w:pStyle w:val="CodigoFuente"/>
        <w:rPr>
          <w:lang w:val="en-GB"/>
        </w:rPr>
      </w:pPr>
    </w:p>
    <w:p w14:paraId="0969D317" w14:textId="77777777" w:rsidR="001D040F" w:rsidRPr="00412489" w:rsidRDefault="001D040F" w:rsidP="002048AA">
      <w:pPr>
        <w:pStyle w:val="CodigoFuente"/>
        <w:rPr>
          <w:lang w:val="en-GB"/>
        </w:rPr>
      </w:pPr>
      <w:r w:rsidRPr="00412489">
        <w:rPr>
          <w:lang w:val="en-GB"/>
        </w:rPr>
        <w:t>    let tel1 = new </w:t>
      </w:r>
      <w:proofErr w:type="spellStart"/>
      <w:proofErr w:type="gramStart"/>
      <w:r w:rsidRPr="00412489">
        <w:rPr>
          <w:lang w:val="en-GB"/>
        </w:rPr>
        <w:t>telModel</w:t>
      </w:r>
      <w:proofErr w:type="spellEnd"/>
      <w:r w:rsidRPr="00412489">
        <w:rPr>
          <w:lang w:val="en-GB"/>
        </w:rPr>
        <w:t>(</w:t>
      </w:r>
      <w:proofErr w:type="gramEnd"/>
      <w:r w:rsidRPr="00412489">
        <w:rPr>
          <w:lang w:val="en-GB"/>
        </w:rPr>
        <w:t>),</w:t>
      </w:r>
    </w:p>
    <w:p w14:paraId="3BD3D3BA" w14:textId="77777777" w:rsidR="001D040F" w:rsidRPr="00412489" w:rsidRDefault="001D040F" w:rsidP="002048AA">
      <w:pPr>
        <w:pStyle w:val="CodigoFuente"/>
        <w:rPr>
          <w:lang w:val="en-GB"/>
        </w:rPr>
      </w:pPr>
      <w:r w:rsidRPr="00412489">
        <w:rPr>
          <w:lang w:val="en-GB"/>
        </w:rPr>
        <w:t>        tel2 = new </w:t>
      </w:r>
      <w:proofErr w:type="spellStart"/>
      <w:proofErr w:type="gramStart"/>
      <w:r w:rsidRPr="00412489">
        <w:rPr>
          <w:lang w:val="en-GB"/>
        </w:rPr>
        <w:t>telModel</w:t>
      </w:r>
      <w:proofErr w:type="spellEnd"/>
      <w:r w:rsidRPr="00412489">
        <w:rPr>
          <w:lang w:val="en-GB"/>
        </w:rPr>
        <w:t>(</w:t>
      </w:r>
      <w:proofErr w:type="gramEnd"/>
      <w:r w:rsidRPr="00412489">
        <w:rPr>
          <w:lang w:val="en-GB"/>
        </w:rPr>
        <w:t>)</w:t>
      </w:r>
    </w:p>
    <w:p w14:paraId="486E4D27" w14:textId="77777777" w:rsidR="001D040F" w:rsidRPr="00412489" w:rsidRDefault="001D040F" w:rsidP="002048AA">
      <w:pPr>
        <w:pStyle w:val="CodigoFuente"/>
        <w:rPr>
          <w:lang w:val="en-GB"/>
        </w:rPr>
      </w:pPr>
    </w:p>
    <w:p w14:paraId="4A92AF0E" w14:textId="77777777" w:rsidR="001D040F" w:rsidRPr="002048AA" w:rsidRDefault="001D040F" w:rsidP="002048AA">
      <w:pPr>
        <w:pStyle w:val="CodigoFuente"/>
      </w:pPr>
      <w:r w:rsidRPr="00412489">
        <w:rPr>
          <w:lang w:val="en-GB"/>
        </w:rPr>
        <w:t>    </w:t>
      </w:r>
      <w:r w:rsidRPr="002048AA">
        <w:t>tel1.telefono = '+541122223333';</w:t>
      </w:r>
    </w:p>
    <w:p w14:paraId="78527669" w14:textId="77777777" w:rsidR="001D040F" w:rsidRPr="002048AA" w:rsidRDefault="001D040F" w:rsidP="002048AA">
      <w:pPr>
        <w:pStyle w:val="CodigoFuente"/>
      </w:pPr>
      <w:r w:rsidRPr="002048AA">
        <w:t>    tel2.telefono = '+548989898989';</w:t>
      </w:r>
    </w:p>
    <w:p w14:paraId="0E95A18B" w14:textId="77777777" w:rsidR="001D040F" w:rsidRPr="002048AA" w:rsidRDefault="001D040F" w:rsidP="002048AA">
      <w:pPr>
        <w:pStyle w:val="CodigoFuente"/>
      </w:pPr>
      <w:r w:rsidRPr="002048AA">
        <w:t>    doc.telefonos.push(tel1);</w:t>
      </w:r>
    </w:p>
    <w:p w14:paraId="1D630DAA" w14:textId="77777777" w:rsidR="001D040F" w:rsidRPr="002048AA" w:rsidRDefault="001D040F" w:rsidP="002048AA">
      <w:pPr>
        <w:pStyle w:val="CodigoFuente"/>
      </w:pPr>
      <w:r w:rsidRPr="002048AA">
        <w:t>    doc.telefonos.push(tel2);</w:t>
      </w:r>
    </w:p>
    <w:p w14:paraId="7C100720" w14:textId="77777777" w:rsidR="001D040F" w:rsidRPr="002048AA" w:rsidRDefault="001D040F" w:rsidP="002048AA">
      <w:pPr>
        <w:pStyle w:val="CodigoFuente"/>
      </w:pPr>
    </w:p>
    <w:p w14:paraId="0DEE44B3" w14:textId="77777777" w:rsidR="001D040F" w:rsidRPr="002048AA" w:rsidRDefault="001D040F" w:rsidP="002048AA">
      <w:pPr>
        <w:pStyle w:val="CodigoFuente"/>
      </w:pPr>
      <w:r w:rsidRPr="002048AA">
        <w:t>    doc.nombre = 'Cliente 4';</w:t>
      </w:r>
    </w:p>
    <w:p w14:paraId="08CE3410" w14:textId="77777777" w:rsidR="001D040F" w:rsidRPr="002048AA" w:rsidRDefault="001D040F" w:rsidP="002048AA">
      <w:pPr>
        <w:pStyle w:val="CodigoFuente"/>
      </w:pPr>
      <w:r w:rsidRPr="002048AA">
        <w:t>    doc.apellido = 'Apellido 4';</w:t>
      </w:r>
    </w:p>
    <w:p w14:paraId="69B003A8" w14:textId="77777777" w:rsidR="001D040F" w:rsidRPr="00412489" w:rsidRDefault="001D040F" w:rsidP="002048AA">
      <w:pPr>
        <w:pStyle w:val="CodigoFuente"/>
        <w:rPr>
          <w:lang w:val="en-GB"/>
        </w:rPr>
      </w:pPr>
      <w:r w:rsidRPr="002048AA">
        <w:t>    </w:t>
      </w:r>
      <w:proofErr w:type="spellStart"/>
      <w:proofErr w:type="gramStart"/>
      <w:r w:rsidRPr="00412489">
        <w:rPr>
          <w:lang w:val="en-GB"/>
        </w:rPr>
        <w:t>doc.edad</w:t>
      </w:r>
      <w:proofErr w:type="spellEnd"/>
      <w:proofErr w:type="gramEnd"/>
      <w:r w:rsidRPr="00412489">
        <w:rPr>
          <w:lang w:val="en-GB"/>
        </w:rPr>
        <w:t> = 44;</w:t>
      </w:r>
    </w:p>
    <w:p w14:paraId="20892690" w14:textId="77777777" w:rsidR="001D040F" w:rsidRPr="00412489" w:rsidRDefault="001D040F" w:rsidP="002048AA">
      <w:pPr>
        <w:pStyle w:val="CodigoFuente"/>
        <w:rPr>
          <w:lang w:val="en-GB"/>
        </w:rPr>
      </w:pPr>
    </w:p>
    <w:p w14:paraId="489936AE" w14:textId="77777777" w:rsidR="001D040F" w:rsidRPr="00412489" w:rsidRDefault="001D040F" w:rsidP="002048AA">
      <w:pPr>
        <w:pStyle w:val="CodigoFuente"/>
        <w:rPr>
          <w:lang w:val="en-GB"/>
        </w:rPr>
      </w:pPr>
      <w:r w:rsidRPr="00412489">
        <w:rPr>
          <w:lang w:val="en-GB"/>
        </w:rPr>
        <w:t>    </w:t>
      </w:r>
      <w:proofErr w:type="spellStart"/>
      <w:proofErr w:type="gramStart"/>
      <w:r w:rsidRPr="00412489">
        <w:rPr>
          <w:lang w:val="en-GB"/>
        </w:rPr>
        <w:t>doc.save</w:t>
      </w:r>
      <w:proofErr w:type="spellEnd"/>
      <w:proofErr w:type="gramEnd"/>
      <w:r w:rsidRPr="00412489">
        <w:rPr>
          <w:lang w:val="en-GB"/>
        </w:rPr>
        <w:t>(null, (err, doc) =&gt; {</w:t>
      </w:r>
    </w:p>
    <w:p w14:paraId="38D39F48" w14:textId="77777777" w:rsidR="001D040F" w:rsidRPr="00412489" w:rsidRDefault="001D040F" w:rsidP="002048AA">
      <w:pPr>
        <w:pStyle w:val="CodigoFuente"/>
        <w:rPr>
          <w:lang w:val="en-GB"/>
        </w:rPr>
      </w:pPr>
      <w:r w:rsidRPr="00412489">
        <w:rPr>
          <w:lang w:val="en-GB"/>
        </w:rPr>
        <w:lastRenderedPageBreak/>
        <w:t>        if (err) {</w:t>
      </w:r>
    </w:p>
    <w:p w14:paraId="2992607A" w14:textId="77777777" w:rsidR="001D040F" w:rsidRPr="002048AA" w:rsidRDefault="001D040F" w:rsidP="002048AA">
      <w:pPr>
        <w:pStyle w:val="CodigoFuente"/>
      </w:pPr>
      <w:r w:rsidRPr="00412489">
        <w:rPr>
          <w:lang w:val="en-GB"/>
        </w:rPr>
        <w:t>            </w:t>
      </w:r>
      <w:r w:rsidRPr="002048AA">
        <w:t>console.log('Ocurrió un error al agregar el cliente', err);</w:t>
      </w:r>
    </w:p>
    <w:p w14:paraId="6F8C018F" w14:textId="77777777" w:rsidR="001D040F" w:rsidRPr="002048AA" w:rsidRDefault="001D040F" w:rsidP="002048AA">
      <w:pPr>
        <w:pStyle w:val="CodigoFuente"/>
      </w:pPr>
      <w:r w:rsidRPr="002048AA">
        <w:t>            return;</w:t>
      </w:r>
    </w:p>
    <w:p w14:paraId="6924B199" w14:textId="77777777" w:rsidR="001D040F" w:rsidRPr="002048AA" w:rsidRDefault="001D040F" w:rsidP="002048AA">
      <w:pPr>
        <w:pStyle w:val="CodigoFuente"/>
      </w:pPr>
      <w:r w:rsidRPr="002048AA">
        <w:t>        }</w:t>
      </w:r>
    </w:p>
    <w:p w14:paraId="3FBE3517" w14:textId="77777777" w:rsidR="001D040F" w:rsidRPr="002048AA" w:rsidRDefault="001D040F" w:rsidP="002048AA">
      <w:pPr>
        <w:pStyle w:val="CodigoFuente"/>
      </w:pPr>
    </w:p>
    <w:p w14:paraId="7F078C84" w14:textId="77777777" w:rsidR="001D040F" w:rsidRPr="002048AA" w:rsidRDefault="001D040F" w:rsidP="002048AA">
      <w:pPr>
        <w:pStyle w:val="CodigoFuente"/>
      </w:pPr>
      <w:r w:rsidRPr="002048AA">
        <w:t>        console.log('El cliente fue agregado satisfactoriamente', doc);</w:t>
      </w:r>
    </w:p>
    <w:p w14:paraId="5FA6AA00" w14:textId="77777777" w:rsidR="001D040F" w:rsidRPr="002048AA" w:rsidRDefault="001D040F" w:rsidP="002048AA">
      <w:pPr>
        <w:pStyle w:val="CodigoFuente"/>
      </w:pPr>
      <w:r w:rsidRPr="002048AA">
        <w:t>    });</w:t>
      </w:r>
    </w:p>
    <w:p w14:paraId="17D49A32" w14:textId="77777777" w:rsidR="001D040F" w:rsidRPr="002048AA" w:rsidRDefault="001D040F" w:rsidP="002048AA">
      <w:pPr>
        <w:pStyle w:val="CodigoFuente"/>
      </w:pPr>
      <w:r w:rsidRPr="002048AA">
        <w:t>}</w:t>
      </w:r>
    </w:p>
    <w:p w14:paraId="522C1B9F" w14:textId="77777777" w:rsidR="001D040F" w:rsidRPr="002048AA" w:rsidRDefault="001D040F" w:rsidP="002048AA">
      <w:pPr>
        <w:pStyle w:val="CodigoFuente"/>
      </w:pPr>
    </w:p>
    <w:p w14:paraId="012C8A18" w14:textId="77777777" w:rsidR="001D040F" w:rsidRPr="002048AA" w:rsidRDefault="001D040F" w:rsidP="002048AA">
      <w:pPr>
        <w:pStyle w:val="CodigoFuente"/>
      </w:pPr>
      <w:r w:rsidRPr="002048AA">
        <w:t>AgregarCliente();</w:t>
      </w:r>
    </w:p>
    <w:p w14:paraId="77FCCAFE" w14:textId="77777777" w:rsidR="001D040F" w:rsidRDefault="001D040F" w:rsidP="00197535"/>
    <w:sectPr w:rsidR="001D040F" w:rsidSect="004258D2">
      <w:pgSz w:w="12240" w:h="15840"/>
      <w:pgMar w:top="1417" w:right="1701" w:bottom="1417" w:left="1701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C45E70" w14:textId="77777777" w:rsidR="006B1DCD" w:rsidRDefault="006B1DCD" w:rsidP="00446053">
      <w:r>
        <w:separator/>
      </w:r>
    </w:p>
  </w:endnote>
  <w:endnote w:type="continuationSeparator" w:id="0">
    <w:p w14:paraId="04348F5C" w14:textId="77777777" w:rsidR="006B1DCD" w:rsidRDefault="006B1DCD" w:rsidP="00446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99ABAF" w14:textId="77777777" w:rsidR="006B1DCD" w:rsidRDefault="006B1DCD" w:rsidP="00446053">
      <w:r>
        <w:separator/>
      </w:r>
    </w:p>
  </w:footnote>
  <w:footnote w:type="continuationSeparator" w:id="0">
    <w:p w14:paraId="3AF2110C" w14:textId="77777777" w:rsidR="006B1DCD" w:rsidRDefault="006B1DCD" w:rsidP="004460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CC371B"/>
    <w:multiLevelType w:val="hybridMultilevel"/>
    <w:tmpl w:val="7C1EF9FC"/>
    <w:lvl w:ilvl="0" w:tplc="14C2B59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3A02289D"/>
    <w:multiLevelType w:val="hybridMultilevel"/>
    <w:tmpl w:val="C0D8B8C4"/>
    <w:lvl w:ilvl="0" w:tplc="14C2B59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3DF34175"/>
    <w:multiLevelType w:val="hybridMultilevel"/>
    <w:tmpl w:val="BBC033B6"/>
    <w:lvl w:ilvl="0" w:tplc="14C2B59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432A6AD9"/>
    <w:multiLevelType w:val="hybridMultilevel"/>
    <w:tmpl w:val="C0D8B8C4"/>
    <w:lvl w:ilvl="0" w:tplc="14C2B59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4A893BA7"/>
    <w:multiLevelType w:val="hybridMultilevel"/>
    <w:tmpl w:val="C0D8B8C4"/>
    <w:lvl w:ilvl="0" w:tplc="14C2B59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 w15:restartNumberingAfterBreak="0">
    <w:nsid w:val="4B234B27"/>
    <w:multiLevelType w:val="hybridMultilevel"/>
    <w:tmpl w:val="30C0C28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B006BF"/>
    <w:multiLevelType w:val="hybridMultilevel"/>
    <w:tmpl w:val="C0D8B8C4"/>
    <w:lvl w:ilvl="0" w:tplc="14C2B59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5B050E63"/>
    <w:multiLevelType w:val="hybridMultilevel"/>
    <w:tmpl w:val="B3845B1E"/>
    <w:lvl w:ilvl="0" w:tplc="7EF4DC4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 w15:restartNumberingAfterBreak="0">
    <w:nsid w:val="5BEA7811"/>
    <w:multiLevelType w:val="hybridMultilevel"/>
    <w:tmpl w:val="706C5ADE"/>
    <w:lvl w:ilvl="0" w:tplc="7EF4DC4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 w15:restartNumberingAfterBreak="0">
    <w:nsid w:val="71A50F73"/>
    <w:multiLevelType w:val="hybridMultilevel"/>
    <w:tmpl w:val="7C1EF9FC"/>
    <w:lvl w:ilvl="0" w:tplc="14C2B59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0" w15:restartNumberingAfterBreak="0">
    <w:nsid w:val="767B1D4B"/>
    <w:multiLevelType w:val="hybridMultilevel"/>
    <w:tmpl w:val="BBC033B6"/>
    <w:lvl w:ilvl="0" w:tplc="14C2B59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1" w15:restartNumberingAfterBreak="0">
    <w:nsid w:val="7BDA3ED2"/>
    <w:multiLevelType w:val="hybridMultilevel"/>
    <w:tmpl w:val="5548FDA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7"/>
  </w:num>
  <w:num w:numId="5">
    <w:abstractNumId w:val="10"/>
  </w:num>
  <w:num w:numId="6">
    <w:abstractNumId w:val="3"/>
  </w:num>
  <w:num w:numId="7">
    <w:abstractNumId w:val="2"/>
  </w:num>
  <w:num w:numId="8">
    <w:abstractNumId w:val="6"/>
  </w:num>
  <w:num w:numId="9">
    <w:abstractNumId w:val="4"/>
  </w:num>
  <w:num w:numId="10">
    <w:abstractNumId w:val="1"/>
  </w:num>
  <w:num w:numId="11">
    <w:abstractNumId w:val="11"/>
  </w:num>
  <w:num w:numId="12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embedSystemFonts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772F"/>
    <w:rsid w:val="00000BC8"/>
    <w:rsid w:val="00001479"/>
    <w:rsid w:val="00001513"/>
    <w:rsid w:val="00001BD7"/>
    <w:rsid w:val="000025DD"/>
    <w:rsid w:val="00002EAE"/>
    <w:rsid w:val="00003881"/>
    <w:rsid w:val="000039C7"/>
    <w:rsid w:val="00004E69"/>
    <w:rsid w:val="00005FFE"/>
    <w:rsid w:val="0000611C"/>
    <w:rsid w:val="00006B29"/>
    <w:rsid w:val="000077BC"/>
    <w:rsid w:val="00007899"/>
    <w:rsid w:val="00007BEB"/>
    <w:rsid w:val="0001050D"/>
    <w:rsid w:val="0001063B"/>
    <w:rsid w:val="00010A1C"/>
    <w:rsid w:val="00010C2B"/>
    <w:rsid w:val="00010ECB"/>
    <w:rsid w:val="0001132E"/>
    <w:rsid w:val="000122DF"/>
    <w:rsid w:val="000124F3"/>
    <w:rsid w:val="000142C7"/>
    <w:rsid w:val="00015A5C"/>
    <w:rsid w:val="0001600B"/>
    <w:rsid w:val="000166C2"/>
    <w:rsid w:val="0001676B"/>
    <w:rsid w:val="0001762A"/>
    <w:rsid w:val="0001778B"/>
    <w:rsid w:val="000179E0"/>
    <w:rsid w:val="00017CDB"/>
    <w:rsid w:val="0002005D"/>
    <w:rsid w:val="0002381D"/>
    <w:rsid w:val="000238EB"/>
    <w:rsid w:val="00023B01"/>
    <w:rsid w:val="00023D24"/>
    <w:rsid w:val="00024907"/>
    <w:rsid w:val="000257C5"/>
    <w:rsid w:val="00026FBA"/>
    <w:rsid w:val="00027AC3"/>
    <w:rsid w:val="000301D1"/>
    <w:rsid w:val="000305A6"/>
    <w:rsid w:val="00031D71"/>
    <w:rsid w:val="00032ADD"/>
    <w:rsid w:val="000334B8"/>
    <w:rsid w:val="00033667"/>
    <w:rsid w:val="000345A8"/>
    <w:rsid w:val="00034779"/>
    <w:rsid w:val="00034C7D"/>
    <w:rsid w:val="00035170"/>
    <w:rsid w:val="000354E9"/>
    <w:rsid w:val="00035BF5"/>
    <w:rsid w:val="000406FE"/>
    <w:rsid w:val="000412B5"/>
    <w:rsid w:val="00041835"/>
    <w:rsid w:val="00041F39"/>
    <w:rsid w:val="0004278A"/>
    <w:rsid w:val="00042B42"/>
    <w:rsid w:val="00042FF8"/>
    <w:rsid w:val="00043A66"/>
    <w:rsid w:val="00043AE9"/>
    <w:rsid w:val="00043FDA"/>
    <w:rsid w:val="000448C3"/>
    <w:rsid w:val="00045220"/>
    <w:rsid w:val="00045966"/>
    <w:rsid w:val="00045FE7"/>
    <w:rsid w:val="000466CA"/>
    <w:rsid w:val="00050C34"/>
    <w:rsid w:val="0005168D"/>
    <w:rsid w:val="00052B45"/>
    <w:rsid w:val="00052EEB"/>
    <w:rsid w:val="0005309E"/>
    <w:rsid w:val="00054497"/>
    <w:rsid w:val="00054EC6"/>
    <w:rsid w:val="00055392"/>
    <w:rsid w:val="000558C5"/>
    <w:rsid w:val="00055DCD"/>
    <w:rsid w:val="00055F9D"/>
    <w:rsid w:val="00056112"/>
    <w:rsid w:val="00056D53"/>
    <w:rsid w:val="00056FE2"/>
    <w:rsid w:val="00057003"/>
    <w:rsid w:val="000570F9"/>
    <w:rsid w:val="00057754"/>
    <w:rsid w:val="00057AF1"/>
    <w:rsid w:val="00060748"/>
    <w:rsid w:val="00060ABB"/>
    <w:rsid w:val="00060EA1"/>
    <w:rsid w:val="00061930"/>
    <w:rsid w:val="00062E2C"/>
    <w:rsid w:val="00063306"/>
    <w:rsid w:val="00063A07"/>
    <w:rsid w:val="00063C32"/>
    <w:rsid w:val="000646D2"/>
    <w:rsid w:val="00064732"/>
    <w:rsid w:val="000648A4"/>
    <w:rsid w:val="000648AC"/>
    <w:rsid w:val="00065423"/>
    <w:rsid w:val="00065484"/>
    <w:rsid w:val="00065873"/>
    <w:rsid w:val="00065D97"/>
    <w:rsid w:val="00066103"/>
    <w:rsid w:val="0006682E"/>
    <w:rsid w:val="00066B1D"/>
    <w:rsid w:val="00066B4C"/>
    <w:rsid w:val="00066D26"/>
    <w:rsid w:val="00066E2E"/>
    <w:rsid w:val="000672F1"/>
    <w:rsid w:val="000677F4"/>
    <w:rsid w:val="00067894"/>
    <w:rsid w:val="000678BD"/>
    <w:rsid w:val="00070D8C"/>
    <w:rsid w:val="00070DC3"/>
    <w:rsid w:val="00071F75"/>
    <w:rsid w:val="000723D3"/>
    <w:rsid w:val="000725B1"/>
    <w:rsid w:val="00072EFF"/>
    <w:rsid w:val="000736B7"/>
    <w:rsid w:val="00075154"/>
    <w:rsid w:val="00075389"/>
    <w:rsid w:val="00076968"/>
    <w:rsid w:val="0008092A"/>
    <w:rsid w:val="00080BF6"/>
    <w:rsid w:val="00080EDB"/>
    <w:rsid w:val="0008139D"/>
    <w:rsid w:val="00081B04"/>
    <w:rsid w:val="00082800"/>
    <w:rsid w:val="000830CD"/>
    <w:rsid w:val="0008386B"/>
    <w:rsid w:val="0008388F"/>
    <w:rsid w:val="000849DC"/>
    <w:rsid w:val="00084E96"/>
    <w:rsid w:val="00085D9A"/>
    <w:rsid w:val="0008621A"/>
    <w:rsid w:val="00086A82"/>
    <w:rsid w:val="00087DEB"/>
    <w:rsid w:val="00090199"/>
    <w:rsid w:val="00091397"/>
    <w:rsid w:val="00091631"/>
    <w:rsid w:val="00091A0D"/>
    <w:rsid w:val="00092747"/>
    <w:rsid w:val="00092B01"/>
    <w:rsid w:val="000932FF"/>
    <w:rsid w:val="000944CF"/>
    <w:rsid w:val="0009462F"/>
    <w:rsid w:val="00095410"/>
    <w:rsid w:val="000959A7"/>
    <w:rsid w:val="00097958"/>
    <w:rsid w:val="000979D6"/>
    <w:rsid w:val="00097B56"/>
    <w:rsid w:val="000A131F"/>
    <w:rsid w:val="000A1F1F"/>
    <w:rsid w:val="000A284F"/>
    <w:rsid w:val="000A304A"/>
    <w:rsid w:val="000A396B"/>
    <w:rsid w:val="000A3AEA"/>
    <w:rsid w:val="000A3E1E"/>
    <w:rsid w:val="000A41F6"/>
    <w:rsid w:val="000A43F8"/>
    <w:rsid w:val="000A4883"/>
    <w:rsid w:val="000A620C"/>
    <w:rsid w:val="000A63D1"/>
    <w:rsid w:val="000A6E26"/>
    <w:rsid w:val="000A7C24"/>
    <w:rsid w:val="000A7E49"/>
    <w:rsid w:val="000B1C9E"/>
    <w:rsid w:val="000B25EE"/>
    <w:rsid w:val="000B31DA"/>
    <w:rsid w:val="000B3514"/>
    <w:rsid w:val="000B39D0"/>
    <w:rsid w:val="000B3C7B"/>
    <w:rsid w:val="000B447C"/>
    <w:rsid w:val="000B4765"/>
    <w:rsid w:val="000B4D78"/>
    <w:rsid w:val="000B588B"/>
    <w:rsid w:val="000B5AB7"/>
    <w:rsid w:val="000B5E0F"/>
    <w:rsid w:val="000B5F5D"/>
    <w:rsid w:val="000B6F09"/>
    <w:rsid w:val="000B7D8E"/>
    <w:rsid w:val="000B7E6F"/>
    <w:rsid w:val="000C0304"/>
    <w:rsid w:val="000C0525"/>
    <w:rsid w:val="000C07DC"/>
    <w:rsid w:val="000C08E6"/>
    <w:rsid w:val="000C0BCD"/>
    <w:rsid w:val="000C1045"/>
    <w:rsid w:val="000C13BA"/>
    <w:rsid w:val="000C210B"/>
    <w:rsid w:val="000C28D9"/>
    <w:rsid w:val="000C377B"/>
    <w:rsid w:val="000C3B54"/>
    <w:rsid w:val="000C4439"/>
    <w:rsid w:val="000C48E6"/>
    <w:rsid w:val="000C4A08"/>
    <w:rsid w:val="000C5FDC"/>
    <w:rsid w:val="000C60CB"/>
    <w:rsid w:val="000C6370"/>
    <w:rsid w:val="000C6742"/>
    <w:rsid w:val="000C6AC1"/>
    <w:rsid w:val="000C7A87"/>
    <w:rsid w:val="000D043A"/>
    <w:rsid w:val="000D146B"/>
    <w:rsid w:val="000D1B48"/>
    <w:rsid w:val="000D1D91"/>
    <w:rsid w:val="000D1EDC"/>
    <w:rsid w:val="000D23C5"/>
    <w:rsid w:val="000D2ECA"/>
    <w:rsid w:val="000D2FF1"/>
    <w:rsid w:val="000D35D1"/>
    <w:rsid w:val="000D363A"/>
    <w:rsid w:val="000D39E0"/>
    <w:rsid w:val="000D4BD0"/>
    <w:rsid w:val="000D5A1F"/>
    <w:rsid w:val="000D5D41"/>
    <w:rsid w:val="000D660D"/>
    <w:rsid w:val="000D67E5"/>
    <w:rsid w:val="000D6AD6"/>
    <w:rsid w:val="000D726C"/>
    <w:rsid w:val="000D7872"/>
    <w:rsid w:val="000D7E16"/>
    <w:rsid w:val="000E08AC"/>
    <w:rsid w:val="000E08FC"/>
    <w:rsid w:val="000E09F0"/>
    <w:rsid w:val="000E0BF6"/>
    <w:rsid w:val="000E157F"/>
    <w:rsid w:val="000E17CA"/>
    <w:rsid w:val="000E2B29"/>
    <w:rsid w:val="000E4712"/>
    <w:rsid w:val="000E473E"/>
    <w:rsid w:val="000E4C7A"/>
    <w:rsid w:val="000E4E96"/>
    <w:rsid w:val="000E4EA9"/>
    <w:rsid w:val="000E5018"/>
    <w:rsid w:val="000E552A"/>
    <w:rsid w:val="000E5A6A"/>
    <w:rsid w:val="000E65FF"/>
    <w:rsid w:val="000F0D5C"/>
    <w:rsid w:val="000F1619"/>
    <w:rsid w:val="000F3048"/>
    <w:rsid w:val="000F32CC"/>
    <w:rsid w:val="000F363C"/>
    <w:rsid w:val="000F42A3"/>
    <w:rsid w:val="000F437A"/>
    <w:rsid w:val="000F5AAE"/>
    <w:rsid w:val="000F5F06"/>
    <w:rsid w:val="000F7B03"/>
    <w:rsid w:val="00100DED"/>
    <w:rsid w:val="00103102"/>
    <w:rsid w:val="00103344"/>
    <w:rsid w:val="00104646"/>
    <w:rsid w:val="001049A4"/>
    <w:rsid w:val="00105092"/>
    <w:rsid w:val="0010576C"/>
    <w:rsid w:val="00105D6F"/>
    <w:rsid w:val="0010607C"/>
    <w:rsid w:val="0010657B"/>
    <w:rsid w:val="00107648"/>
    <w:rsid w:val="0010790E"/>
    <w:rsid w:val="00107A42"/>
    <w:rsid w:val="00110027"/>
    <w:rsid w:val="001110B7"/>
    <w:rsid w:val="001126DD"/>
    <w:rsid w:val="00113690"/>
    <w:rsid w:val="00114B8C"/>
    <w:rsid w:val="00115959"/>
    <w:rsid w:val="00115E7D"/>
    <w:rsid w:val="00116167"/>
    <w:rsid w:val="00116E81"/>
    <w:rsid w:val="00116ED0"/>
    <w:rsid w:val="001170EA"/>
    <w:rsid w:val="001171A7"/>
    <w:rsid w:val="00117294"/>
    <w:rsid w:val="00120E2D"/>
    <w:rsid w:val="001218C9"/>
    <w:rsid w:val="001225B9"/>
    <w:rsid w:val="00122B22"/>
    <w:rsid w:val="00122CCE"/>
    <w:rsid w:val="00122F0F"/>
    <w:rsid w:val="001241BD"/>
    <w:rsid w:val="00124F40"/>
    <w:rsid w:val="00124F8A"/>
    <w:rsid w:val="00125909"/>
    <w:rsid w:val="0012656A"/>
    <w:rsid w:val="0012781F"/>
    <w:rsid w:val="00127843"/>
    <w:rsid w:val="00127C70"/>
    <w:rsid w:val="00130C1C"/>
    <w:rsid w:val="00130E55"/>
    <w:rsid w:val="00131A7C"/>
    <w:rsid w:val="00131F88"/>
    <w:rsid w:val="00131FA1"/>
    <w:rsid w:val="00132993"/>
    <w:rsid w:val="00132B5E"/>
    <w:rsid w:val="0013379A"/>
    <w:rsid w:val="001341BA"/>
    <w:rsid w:val="001344C8"/>
    <w:rsid w:val="00134D6A"/>
    <w:rsid w:val="00135613"/>
    <w:rsid w:val="00136B7F"/>
    <w:rsid w:val="0014005F"/>
    <w:rsid w:val="00140A90"/>
    <w:rsid w:val="001410AF"/>
    <w:rsid w:val="0014135F"/>
    <w:rsid w:val="001417A0"/>
    <w:rsid w:val="00141B20"/>
    <w:rsid w:val="00142B3B"/>
    <w:rsid w:val="00143B9A"/>
    <w:rsid w:val="00143D03"/>
    <w:rsid w:val="001448A8"/>
    <w:rsid w:val="00144B75"/>
    <w:rsid w:val="00144C61"/>
    <w:rsid w:val="00145452"/>
    <w:rsid w:val="001458F8"/>
    <w:rsid w:val="001462D7"/>
    <w:rsid w:val="00146ECA"/>
    <w:rsid w:val="00146F78"/>
    <w:rsid w:val="001472EC"/>
    <w:rsid w:val="00150CF3"/>
    <w:rsid w:val="001516A4"/>
    <w:rsid w:val="00152052"/>
    <w:rsid w:val="00152DC4"/>
    <w:rsid w:val="00152F00"/>
    <w:rsid w:val="00154574"/>
    <w:rsid w:val="00161E2E"/>
    <w:rsid w:val="0016229B"/>
    <w:rsid w:val="00162C47"/>
    <w:rsid w:val="00164735"/>
    <w:rsid w:val="00164819"/>
    <w:rsid w:val="001650AE"/>
    <w:rsid w:val="001655EC"/>
    <w:rsid w:val="00166097"/>
    <w:rsid w:val="001662BD"/>
    <w:rsid w:val="00166564"/>
    <w:rsid w:val="00166673"/>
    <w:rsid w:val="0016782C"/>
    <w:rsid w:val="00167A5D"/>
    <w:rsid w:val="001700FD"/>
    <w:rsid w:val="001705DC"/>
    <w:rsid w:val="00170E84"/>
    <w:rsid w:val="00171506"/>
    <w:rsid w:val="00171612"/>
    <w:rsid w:val="00171F36"/>
    <w:rsid w:val="00172180"/>
    <w:rsid w:val="001722AF"/>
    <w:rsid w:val="00172C16"/>
    <w:rsid w:val="00172D49"/>
    <w:rsid w:val="0017303E"/>
    <w:rsid w:val="00173042"/>
    <w:rsid w:val="0017322C"/>
    <w:rsid w:val="00173377"/>
    <w:rsid w:val="00173470"/>
    <w:rsid w:val="00173598"/>
    <w:rsid w:val="00174C82"/>
    <w:rsid w:val="001751EB"/>
    <w:rsid w:val="001757E4"/>
    <w:rsid w:val="00175CF4"/>
    <w:rsid w:val="00175E17"/>
    <w:rsid w:val="00176002"/>
    <w:rsid w:val="001767D1"/>
    <w:rsid w:val="001770BD"/>
    <w:rsid w:val="00177996"/>
    <w:rsid w:val="00177A8A"/>
    <w:rsid w:val="00182802"/>
    <w:rsid w:val="00182A21"/>
    <w:rsid w:val="00182AF7"/>
    <w:rsid w:val="00182C97"/>
    <w:rsid w:val="00182E40"/>
    <w:rsid w:val="001832FC"/>
    <w:rsid w:val="00183362"/>
    <w:rsid w:val="0018438C"/>
    <w:rsid w:val="00184EA1"/>
    <w:rsid w:val="001850EA"/>
    <w:rsid w:val="00185245"/>
    <w:rsid w:val="00185389"/>
    <w:rsid w:val="00185D87"/>
    <w:rsid w:val="00185EAF"/>
    <w:rsid w:val="001862EA"/>
    <w:rsid w:val="0018643F"/>
    <w:rsid w:val="00187691"/>
    <w:rsid w:val="0018773F"/>
    <w:rsid w:val="001902BB"/>
    <w:rsid w:val="001907BD"/>
    <w:rsid w:val="0019191B"/>
    <w:rsid w:val="001927AD"/>
    <w:rsid w:val="001929ED"/>
    <w:rsid w:val="001938BB"/>
    <w:rsid w:val="00193B33"/>
    <w:rsid w:val="00193FD2"/>
    <w:rsid w:val="001952CB"/>
    <w:rsid w:val="001960BE"/>
    <w:rsid w:val="001963A3"/>
    <w:rsid w:val="00197535"/>
    <w:rsid w:val="00197BA6"/>
    <w:rsid w:val="001A02F6"/>
    <w:rsid w:val="001A0B87"/>
    <w:rsid w:val="001A1232"/>
    <w:rsid w:val="001A1A2A"/>
    <w:rsid w:val="001A1B4A"/>
    <w:rsid w:val="001A1E5B"/>
    <w:rsid w:val="001A23B4"/>
    <w:rsid w:val="001A2426"/>
    <w:rsid w:val="001A3411"/>
    <w:rsid w:val="001A37A5"/>
    <w:rsid w:val="001A502D"/>
    <w:rsid w:val="001A5698"/>
    <w:rsid w:val="001A56ED"/>
    <w:rsid w:val="001A5A82"/>
    <w:rsid w:val="001A6207"/>
    <w:rsid w:val="001A694D"/>
    <w:rsid w:val="001A6AED"/>
    <w:rsid w:val="001A700F"/>
    <w:rsid w:val="001A73E3"/>
    <w:rsid w:val="001A7CA0"/>
    <w:rsid w:val="001A7CB0"/>
    <w:rsid w:val="001B081B"/>
    <w:rsid w:val="001B0B52"/>
    <w:rsid w:val="001B0C47"/>
    <w:rsid w:val="001B1DA2"/>
    <w:rsid w:val="001B2057"/>
    <w:rsid w:val="001B27EF"/>
    <w:rsid w:val="001B2ABF"/>
    <w:rsid w:val="001B2AFB"/>
    <w:rsid w:val="001B2FCB"/>
    <w:rsid w:val="001B42E4"/>
    <w:rsid w:val="001B5768"/>
    <w:rsid w:val="001B5961"/>
    <w:rsid w:val="001B5FAF"/>
    <w:rsid w:val="001B629B"/>
    <w:rsid w:val="001B7A11"/>
    <w:rsid w:val="001C27E5"/>
    <w:rsid w:val="001C2D3F"/>
    <w:rsid w:val="001C3470"/>
    <w:rsid w:val="001C462F"/>
    <w:rsid w:val="001C5ACF"/>
    <w:rsid w:val="001C69A1"/>
    <w:rsid w:val="001D0375"/>
    <w:rsid w:val="001D040F"/>
    <w:rsid w:val="001D054C"/>
    <w:rsid w:val="001D0CE1"/>
    <w:rsid w:val="001D11B7"/>
    <w:rsid w:val="001D13A5"/>
    <w:rsid w:val="001D1FFD"/>
    <w:rsid w:val="001D25E1"/>
    <w:rsid w:val="001D2625"/>
    <w:rsid w:val="001D26D5"/>
    <w:rsid w:val="001D38F1"/>
    <w:rsid w:val="001D52FD"/>
    <w:rsid w:val="001D53B1"/>
    <w:rsid w:val="001D5C4B"/>
    <w:rsid w:val="001D600A"/>
    <w:rsid w:val="001D66F2"/>
    <w:rsid w:val="001D7B28"/>
    <w:rsid w:val="001D7E11"/>
    <w:rsid w:val="001E005B"/>
    <w:rsid w:val="001E23D2"/>
    <w:rsid w:val="001E270D"/>
    <w:rsid w:val="001E2927"/>
    <w:rsid w:val="001E29C0"/>
    <w:rsid w:val="001E3676"/>
    <w:rsid w:val="001E36D3"/>
    <w:rsid w:val="001E4F47"/>
    <w:rsid w:val="001E5295"/>
    <w:rsid w:val="001E545E"/>
    <w:rsid w:val="001E60CD"/>
    <w:rsid w:val="001E7362"/>
    <w:rsid w:val="001F035B"/>
    <w:rsid w:val="001F0DE5"/>
    <w:rsid w:val="001F175B"/>
    <w:rsid w:val="001F1F95"/>
    <w:rsid w:val="001F3281"/>
    <w:rsid w:val="001F3E65"/>
    <w:rsid w:val="001F4856"/>
    <w:rsid w:val="001F4C66"/>
    <w:rsid w:val="001F4CA9"/>
    <w:rsid w:val="001F511A"/>
    <w:rsid w:val="001F5D4C"/>
    <w:rsid w:val="001F767D"/>
    <w:rsid w:val="001F7A49"/>
    <w:rsid w:val="0020020D"/>
    <w:rsid w:val="00200607"/>
    <w:rsid w:val="00201A69"/>
    <w:rsid w:val="00201BCE"/>
    <w:rsid w:val="00202477"/>
    <w:rsid w:val="00202A81"/>
    <w:rsid w:val="00203069"/>
    <w:rsid w:val="00203B40"/>
    <w:rsid w:val="002048AA"/>
    <w:rsid w:val="00204A78"/>
    <w:rsid w:val="00204C52"/>
    <w:rsid w:val="00205679"/>
    <w:rsid w:val="002057B5"/>
    <w:rsid w:val="00205B45"/>
    <w:rsid w:val="002063CA"/>
    <w:rsid w:val="002064E0"/>
    <w:rsid w:val="00207A6E"/>
    <w:rsid w:val="00207A73"/>
    <w:rsid w:val="00207D15"/>
    <w:rsid w:val="00207F04"/>
    <w:rsid w:val="00210CB6"/>
    <w:rsid w:val="00211ACC"/>
    <w:rsid w:val="00212009"/>
    <w:rsid w:val="00212080"/>
    <w:rsid w:val="0021220A"/>
    <w:rsid w:val="002129A7"/>
    <w:rsid w:val="00214214"/>
    <w:rsid w:val="0021445E"/>
    <w:rsid w:val="00215BFD"/>
    <w:rsid w:val="002160C1"/>
    <w:rsid w:val="00216C0B"/>
    <w:rsid w:val="00217A11"/>
    <w:rsid w:val="0022019B"/>
    <w:rsid w:val="0022068E"/>
    <w:rsid w:val="0022157C"/>
    <w:rsid w:val="00221CC4"/>
    <w:rsid w:val="002221B8"/>
    <w:rsid w:val="00222ABE"/>
    <w:rsid w:val="00222B19"/>
    <w:rsid w:val="00222DB1"/>
    <w:rsid w:val="0022374A"/>
    <w:rsid w:val="00223A37"/>
    <w:rsid w:val="00223D94"/>
    <w:rsid w:val="002240F9"/>
    <w:rsid w:val="00224622"/>
    <w:rsid w:val="00225E89"/>
    <w:rsid w:val="00226BCA"/>
    <w:rsid w:val="002277CA"/>
    <w:rsid w:val="002325F5"/>
    <w:rsid w:val="002337B9"/>
    <w:rsid w:val="00233A89"/>
    <w:rsid w:val="00234255"/>
    <w:rsid w:val="00234454"/>
    <w:rsid w:val="002344AA"/>
    <w:rsid w:val="0023718B"/>
    <w:rsid w:val="002371D5"/>
    <w:rsid w:val="002406D3"/>
    <w:rsid w:val="00240ACE"/>
    <w:rsid w:val="00240D74"/>
    <w:rsid w:val="0024124A"/>
    <w:rsid w:val="002412B8"/>
    <w:rsid w:val="00241368"/>
    <w:rsid w:val="0024186C"/>
    <w:rsid w:val="00242A0B"/>
    <w:rsid w:val="002431DF"/>
    <w:rsid w:val="0024442C"/>
    <w:rsid w:val="0024451D"/>
    <w:rsid w:val="002445CE"/>
    <w:rsid w:val="002448B8"/>
    <w:rsid w:val="002449EE"/>
    <w:rsid w:val="00244E80"/>
    <w:rsid w:val="002451BA"/>
    <w:rsid w:val="00245B19"/>
    <w:rsid w:val="00245E57"/>
    <w:rsid w:val="00245F25"/>
    <w:rsid w:val="0024670C"/>
    <w:rsid w:val="00246972"/>
    <w:rsid w:val="002472D7"/>
    <w:rsid w:val="0025067C"/>
    <w:rsid w:val="00250D09"/>
    <w:rsid w:val="00251F67"/>
    <w:rsid w:val="002534ED"/>
    <w:rsid w:val="00254189"/>
    <w:rsid w:val="00254890"/>
    <w:rsid w:val="00254A32"/>
    <w:rsid w:val="00254AD6"/>
    <w:rsid w:val="00260813"/>
    <w:rsid w:val="00261214"/>
    <w:rsid w:val="00261303"/>
    <w:rsid w:val="00261F65"/>
    <w:rsid w:val="002638A2"/>
    <w:rsid w:val="0026509B"/>
    <w:rsid w:val="00265377"/>
    <w:rsid w:val="00265844"/>
    <w:rsid w:val="00265BBC"/>
    <w:rsid w:val="00265F06"/>
    <w:rsid w:val="00266935"/>
    <w:rsid w:val="0026711C"/>
    <w:rsid w:val="0026730C"/>
    <w:rsid w:val="00267EFC"/>
    <w:rsid w:val="002704CD"/>
    <w:rsid w:val="002705A9"/>
    <w:rsid w:val="002728BF"/>
    <w:rsid w:val="002729B9"/>
    <w:rsid w:val="00273219"/>
    <w:rsid w:val="00273B7A"/>
    <w:rsid w:val="00273E91"/>
    <w:rsid w:val="002745B3"/>
    <w:rsid w:val="00274ECC"/>
    <w:rsid w:val="0027538C"/>
    <w:rsid w:val="00275848"/>
    <w:rsid w:val="0027712F"/>
    <w:rsid w:val="00277C7F"/>
    <w:rsid w:val="00277CD2"/>
    <w:rsid w:val="00281396"/>
    <w:rsid w:val="00281CDF"/>
    <w:rsid w:val="002824B0"/>
    <w:rsid w:val="0028294C"/>
    <w:rsid w:val="00282951"/>
    <w:rsid w:val="00282C79"/>
    <w:rsid w:val="00283A49"/>
    <w:rsid w:val="00283CAE"/>
    <w:rsid w:val="0028411F"/>
    <w:rsid w:val="00284FC3"/>
    <w:rsid w:val="0028598A"/>
    <w:rsid w:val="00285AAE"/>
    <w:rsid w:val="0028675B"/>
    <w:rsid w:val="002870A8"/>
    <w:rsid w:val="00287B10"/>
    <w:rsid w:val="00287EE2"/>
    <w:rsid w:val="002902A9"/>
    <w:rsid w:val="00291008"/>
    <w:rsid w:val="00291075"/>
    <w:rsid w:val="00292B5A"/>
    <w:rsid w:val="002930E3"/>
    <w:rsid w:val="00293BCB"/>
    <w:rsid w:val="002942AB"/>
    <w:rsid w:val="00294514"/>
    <w:rsid w:val="00294659"/>
    <w:rsid w:val="00295268"/>
    <w:rsid w:val="002963E5"/>
    <w:rsid w:val="00296C9A"/>
    <w:rsid w:val="002971D4"/>
    <w:rsid w:val="00297D9E"/>
    <w:rsid w:val="002A0228"/>
    <w:rsid w:val="002A0250"/>
    <w:rsid w:val="002A11EF"/>
    <w:rsid w:val="002A1FC1"/>
    <w:rsid w:val="002A250E"/>
    <w:rsid w:val="002A2683"/>
    <w:rsid w:val="002A28B1"/>
    <w:rsid w:val="002A3CBD"/>
    <w:rsid w:val="002A4409"/>
    <w:rsid w:val="002A4D66"/>
    <w:rsid w:val="002A655E"/>
    <w:rsid w:val="002A6B1E"/>
    <w:rsid w:val="002A6D8E"/>
    <w:rsid w:val="002A773F"/>
    <w:rsid w:val="002A7845"/>
    <w:rsid w:val="002A7971"/>
    <w:rsid w:val="002A7C9A"/>
    <w:rsid w:val="002B05E4"/>
    <w:rsid w:val="002B0D01"/>
    <w:rsid w:val="002B0EB7"/>
    <w:rsid w:val="002B1093"/>
    <w:rsid w:val="002B1A5B"/>
    <w:rsid w:val="002B1DDF"/>
    <w:rsid w:val="002B298C"/>
    <w:rsid w:val="002B2F92"/>
    <w:rsid w:val="002B3E02"/>
    <w:rsid w:val="002B4214"/>
    <w:rsid w:val="002B55EB"/>
    <w:rsid w:val="002B5C91"/>
    <w:rsid w:val="002B6D60"/>
    <w:rsid w:val="002B719E"/>
    <w:rsid w:val="002C0183"/>
    <w:rsid w:val="002C0281"/>
    <w:rsid w:val="002C10DC"/>
    <w:rsid w:val="002C1878"/>
    <w:rsid w:val="002C205B"/>
    <w:rsid w:val="002C2434"/>
    <w:rsid w:val="002C47F1"/>
    <w:rsid w:val="002C4911"/>
    <w:rsid w:val="002C518A"/>
    <w:rsid w:val="002C54FE"/>
    <w:rsid w:val="002C5623"/>
    <w:rsid w:val="002C598A"/>
    <w:rsid w:val="002C635B"/>
    <w:rsid w:val="002C6548"/>
    <w:rsid w:val="002C739B"/>
    <w:rsid w:val="002D0618"/>
    <w:rsid w:val="002D08D3"/>
    <w:rsid w:val="002D12A2"/>
    <w:rsid w:val="002D20FA"/>
    <w:rsid w:val="002D2A06"/>
    <w:rsid w:val="002D2CFB"/>
    <w:rsid w:val="002D31F4"/>
    <w:rsid w:val="002D35CF"/>
    <w:rsid w:val="002D46DE"/>
    <w:rsid w:val="002D4FE8"/>
    <w:rsid w:val="002D55FB"/>
    <w:rsid w:val="002D6094"/>
    <w:rsid w:val="002D661D"/>
    <w:rsid w:val="002D662D"/>
    <w:rsid w:val="002D6C3E"/>
    <w:rsid w:val="002D6CDE"/>
    <w:rsid w:val="002D72F0"/>
    <w:rsid w:val="002E0325"/>
    <w:rsid w:val="002E0944"/>
    <w:rsid w:val="002E0B0D"/>
    <w:rsid w:val="002E0D11"/>
    <w:rsid w:val="002E27B6"/>
    <w:rsid w:val="002E49B5"/>
    <w:rsid w:val="002E5D20"/>
    <w:rsid w:val="002E600C"/>
    <w:rsid w:val="002E6150"/>
    <w:rsid w:val="002E64CE"/>
    <w:rsid w:val="002E7936"/>
    <w:rsid w:val="002E7BFA"/>
    <w:rsid w:val="002E7F25"/>
    <w:rsid w:val="002F0397"/>
    <w:rsid w:val="002F10FA"/>
    <w:rsid w:val="002F296C"/>
    <w:rsid w:val="002F29FB"/>
    <w:rsid w:val="002F344D"/>
    <w:rsid w:val="002F3BCA"/>
    <w:rsid w:val="002F3DA5"/>
    <w:rsid w:val="002F45AC"/>
    <w:rsid w:val="002F4655"/>
    <w:rsid w:val="002F5620"/>
    <w:rsid w:val="002F600E"/>
    <w:rsid w:val="002F68C5"/>
    <w:rsid w:val="002F7AD4"/>
    <w:rsid w:val="0030018F"/>
    <w:rsid w:val="0030032B"/>
    <w:rsid w:val="0030034E"/>
    <w:rsid w:val="0030205A"/>
    <w:rsid w:val="00302564"/>
    <w:rsid w:val="0030275E"/>
    <w:rsid w:val="003039F5"/>
    <w:rsid w:val="00304226"/>
    <w:rsid w:val="0030455F"/>
    <w:rsid w:val="00306383"/>
    <w:rsid w:val="003063CE"/>
    <w:rsid w:val="00306528"/>
    <w:rsid w:val="003065D9"/>
    <w:rsid w:val="0030690E"/>
    <w:rsid w:val="00307BDB"/>
    <w:rsid w:val="00310E39"/>
    <w:rsid w:val="00311132"/>
    <w:rsid w:val="00311939"/>
    <w:rsid w:val="00311E92"/>
    <w:rsid w:val="00312B97"/>
    <w:rsid w:val="00312BB0"/>
    <w:rsid w:val="00312C8A"/>
    <w:rsid w:val="0031313B"/>
    <w:rsid w:val="00313241"/>
    <w:rsid w:val="00313469"/>
    <w:rsid w:val="0031495B"/>
    <w:rsid w:val="00314D29"/>
    <w:rsid w:val="003153B1"/>
    <w:rsid w:val="00315D00"/>
    <w:rsid w:val="0031631B"/>
    <w:rsid w:val="00317386"/>
    <w:rsid w:val="00317D9B"/>
    <w:rsid w:val="0032106D"/>
    <w:rsid w:val="00321740"/>
    <w:rsid w:val="00321C44"/>
    <w:rsid w:val="00321CFF"/>
    <w:rsid w:val="00321DC9"/>
    <w:rsid w:val="00322153"/>
    <w:rsid w:val="003223BB"/>
    <w:rsid w:val="00322FBC"/>
    <w:rsid w:val="00325534"/>
    <w:rsid w:val="00325DF9"/>
    <w:rsid w:val="003270A4"/>
    <w:rsid w:val="00327889"/>
    <w:rsid w:val="003278B8"/>
    <w:rsid w:val="00327A71"/>
    <w:rsid w:val="00330390"/>
    <w:rsid w:val="00330435"/>
    <w:rsid w:val="00330746"/>
    <w:rsid w:val="003308EB"/>
    <w:rsid w:val="00330F8B"/>
    <w:rsid w:val="00331399"/>
    <w:rsid w:val="00331D5C"/>
    <w:rsid w:val="00332081"/>
    <w:rsid w:val="00332CB5"/>
    <w:rsid w:val="00334219"/>
    <w:rsid w:val="0033447C"/>
    <w:rsid w:val="003352D2"/>
    <w:rsid w:val="00335341"/>
    <w:rsid w:val="00335BE8"/>
    <w:rsid w:val="003370D7"/>
    <w:rsid w:val="00337938"/>
    <w:rsid w:val="00337B9A"/>
    <w:rsid w:val="00340067"/>
    <w:rsid w:val="003406C0"/>
    <w:rsid w:val="00341A28"/>
    <w:rsid w:val="00342076"/>
    <w:rsid w:val="00342A6A"/>
    <w:rsid w:val="00343042"/>
    <w:rsid w:val="003436A3"/>
    <w:rsid w:val="003442BA"/>
    <w:rsid w:val="00344481"/>
    <w:rsid w:val="0034532F"/>
    <w:rsid w:val="00345E9F"/>
    <w:rsid w:val="00345F1E"/>
    <w:rsid w:val="00346D79"/>
    <w:rsid w:val="00350E72"/>
    <w:rsid w:val="003510A9"/>
    <w:rsid w:val="00351B56"/>
    <w:rsid w:val="00351F27"/>
    <w:rsid w:val="00352399"/>
    <w:rsid w:val="00352D0E"/>
    <w:rsid w:val="00353366"/>
    <w:rsid w:val="00353BBF"/>
    <w:rsid w:val="00353F10"/>
    <w:rsid w:val="00353FC0"/>
    <w:rsid w:val="00354778"/>
    <w:rsid w:val="00354C9C"/>
    <w:rsid w:val="00354DA2"/>
    <w:rsid w:val="00355A66"/>
    <w:rsid w:val="00355CEC"/>
    <w:rsid w:val="00356C31"/>
    <w:rsid w:val="003576A9"/>
    <w:rsid w:val="0035780C"/>
    <w:rsid w:val="00357822"/>
    <w:rsid w:val="00357AC6"/>
    <w:rsid w:val="003600DC"/>
    <w:rsid w:val="003607BC"/>
    <w:rsid w:val="00360E57"/>
    <w:rsid w:val="003610A6"/>
    <w:rsid w:val="00363566"/>
    <w:rsid w:val="00364523"/>
    <w:rsid w:val="00367373"/>
    <w:rsid w:val="0036738D"/>
    <w:rsid w:val="003678B5"/>
    <w:rsid w:val="00370BA1"/>
    <w:rsid w:val="0037187B"/>
    <w:rsid w:val="00372664"/>
    <w:rsid w:val="00372674"/>
    <w:rsid w:val="003732F7"/>
    <w:rsid w:val="003736B6"/>
    <w:rsid w:val="00373F58"/>
    <w:rsid w:val="0037483B"/>
    <w:rsid w:val="003748A0"/>
    <w:rsid w:val="00374BA1"/>
    <w:rsid w:val="00376459"/>
    <w:rsid w:val="00376847"/>
    <w:rsid w:val="00377B4D"/>
    <w:rsid w:val="00377D15"/>
    <w:rsid w:val="00377DDC"/>
    <w:rsid w:val="00380E54"/>
    <w:rsid w:val="00381939"/>
    <w:rsid w:val="003825A6"/>
    <w:rsid w:val="003838E2"/>
    <w:rsid w:val="00383E39"/>
    <w:rsid w:val="00383FA1"/>
    <w:rsid w:val="003840AC"/>
    <w:rsid w:val="00384AE1"/>
    <w:rsid w:val="003855E1"/>
    <w:rsid w:val="00385635"/>
    <w:rsid w:val="003861E9"/>
    <w:rsid w:val="003869F6"/>
    <w:rsid w:val="00387CBC"/>
    <w:rsid w:val="00387CC8"/>
    <w:rsid w:val="003910C3"/>
    <w:rsid w:val="0039195B"/>
    <w:rsid w:val="00391F91"/>
    <w:rsid w:val="00391F99"/>
    <w:rsid w:val="00392419"/>
    <w:rsid w:val="003928B7"/>
    <w:rsid w:val="00392FF2"/>
    <w:rsid w:val="003930EF"/>
    <w:rsid w:val="003931B6"/>
    <w:rsid w:val="003932B4"/>
    <w:rsid w:val="003939C5"/>
    <w:rsid w:val="00393B5A"/>
    <w:rsid w:val="00393F3C"/>
    <w:rsid w:val="003941C9"/>
    <w:rsid w:val="0039439B"/>
    <w:rsid w:val="003949F5"/>
    <w:rsid w:val="003956AF"/>
    <w:rsid w:val="0039594D"/>
    <w:rsid w:val="003965D5"/>
    <w:rsid w:val="00397789"/>
    <w:rsid w:val="003A084E"/>
    <w:rsid w:val="003A0C21"/>
    <w:rsid w:val="003A16E2"/>
    <w:rsid w:val="003A18A1"/>
    <w:rsid w:val="003A2304"/>
    <w:rsid w:val="003A250E"/>
    <w:rsid w:val="003A344A"/>
    <w:rsid w:val="003A3A6E"/>
    <w:rsid w:val="003A4599"/>
    <w:rsid w:val="003A4F3F"/>
    <w:rsid w:val="003A56E8"/>
    <w:rsid w:val="003A70FB"/>
    <w:rsid w:val="003A7930"/>
    <w:rsid w:val="003A7B74"/>
    <w:rsid w:val="003A7CAF"/>
    <w:rsid w:val="003B034C"/>
    <w:rsid w:val="003B0D83"/>
    <w:rsid w:val="003B1FB4"/>
    <w:rsid w:val="003B309D"/>
    <w:rsid w:val="003B31F6"/>
    <w:rsid w:val="003B39D7"/>
    <w:rsid w:val="003B483B"/>
    <w:rsid w:val="003B4914"/>
    <w:rsid w:val="003B700B"/>
    <w:rsid w:val="003B74E5"/>
    <w:rsid w:val="003B7783"/>
    <w:rsid w:val="003B798B"/>
    <w:rsid w:val="003B7B7B"/>
    <w:rsid w:val="003C0AF3"/>
    <w:rsid w:val="003C0B55"/>
    <w:rsid w:val="003C0D80"/>
    <w:rsid w:val="003C19CD"/>
    <w:rsid w:val="003C1B6C"/>
    <w:rsid w:val="003C315F"/>
    <w:rsid w:val="003C3873"/>
    <w:rsid w:val="003C4FFD"/>
    <w:rsid w:val="003C5421"/>
    <w:rsid w:val="003C5BB9"/>
    <w:rsid w:val="003C5E11"/>
    <w:rsid w:val="003C6271"/>
    <w:rsid w:val="003C6574"/>
    <w:rsid w:val="003C6EF0"/>
    <w:rsid w:val="003C7F99"/>
    <w:rsid w:val="003D03C2"/>
    <w:rsid w:val="003D06F2"/>
    <w:rsid w:val="003D110E"/>
    <w:rsid w:val="003D1187"/>
    <w:rsid w:val="003D1947"/>
    <w:rsid w:val="003D2A73"/>
    <w:rsid w:val="003D327F"/>
    <w:rsid w:val="003D38AF"/>
    <w:rsid w:val="003D427F"/>
    <w:rsid w:val="003D5792"/>
    <w:rsid w:val="003D5BA5"/>
    <w:rsid w:val="003D5C09"/>
    <w:rsid w:val="003D5CA2"/>
    <w:rsid w:val="003D5D02"/>
    <w:rsid w:val="003D62D3"/>
    <w:rsid w:val="003D634E"/>
    <w:rsid w:val="003D640A"/>
    <w:rsid w:val="003D6916"/>
    <w:rsid w:val="003D7F99"/>
    <w:rsid w:val="003E072D"/>
    <w:rsid w:val="003E0BFC"/>
    <w:rsid w:val="003E1606"/>
    <w:rsid w:val="003E2156"/>
    <w:rsid w:val="003E236E"/>
    <w:rsid w:val="003E2ECC"/>
    <w:rsid w:val="003E3994"/>
    <w:rsid w:val="003E5434"/>
    <w:rsid w:val="003E5D28"/>
    <w:rsid w:val="003E658B"/>
    <w:rsid w:val="003F1231"/>
    <w:rsid w:val="003F2006"/>
    <w:rsid w:val="003F26ED"/>
    <w:rsid w:val="003F2A3C"/>
    <w:rsid w:val="003F338D"/>
    <w:rsid w:val="003F3958"/>
    <w:rsid w:val="003F3E3C"/>
    <w:rsid w:val="003F441F"/>
    <w:rsid w:val="003F469F"/>
    <w:rsid w:val="003F4D3C"/>
    <w:rsid w:val="003F511F"/>
    <w:rsid w:val="003F541E"/>
    <w:rsid w:val="003F5777"/>
    <w:rsid w:val="003F582B"/>
    <w:rsid w:val="003F6172"/>
    <w:rsid w:val="003F6480"/>
    <w:rsid w:val="003F64EF"/>
    <w:rsid w:val="003F6B3F"/>
    <w:rsid w:val="003F772F"/>
    <w:rsid w:val="003F7DBE"/>
    <w:rsid w:val="00401458"/>
    <w:rsid w:val="004014D6"/>
    <w:rsid w:val="00401664"/>
    <w:rsid w:val="00402958"/>
    <w:rsid w:val="004039B2"/>
    <w:rsid w:val="004057CE"/>
    <w:rsid w:val="00406E93"/>
    <w:rsid w:val="004075B8"/>
    <w:rsid w:val="004076C4"/>
    <w:rsid w:val="00411EE9"/>
    <w:rsid w:val="00411F08"/>
    <w:rsid w:val="00412050"/>
    <w:rsid w:val="00412489"/>
    <w:rsid w:val="00412A6F"/>
    <w:rsid w:val="00412B03"/>
    <w:rsid w:val="00413DEB"/>
    <w:rsid w:val="00413E68"/>
    <w:rsid w:val="00414936"/>
    <w:rsid w:val="0041537F"/>
    <w:rsid w:val="00415F5D"/>
    <w:rsid w:val="004177DF"/>
    <w:rsid w:val="00417A76"/>
    <w:rsid w:val="00420656"/>
    <w:rsid w:val="00420AA9"/>
    <w:rsid w:val="00423A51"/>
    <w:rsid w:val="00423EA6"/>
    <w:rsid w:val="00424A6B"/>
    <w:rsid w:val="00424EFF"/>
    <w:rsid w:val="004257AC"/>
    <w:rsid w:val="004258D2"/>
    <w:rsid w:val="004304E8"/>
    <w:rsid w:val="00430C4C"/>
    <w:rsid w:val="00430C8D"/>
    <w:rsid w:val="00430D55"/>
    <w:rsid w:val="00430F4F"/>
    <w:rsid w:val="00431408"/>
    <w:rsid w:val="00432BDF"/>
    <w:rsid w:val="00432F42"/>
    <w:rsid w:val="00433606"/>
    <w:rsid w:val="004342DA"/>
    <w:rsid w:val="0043486F"/>
    <w:rsid w:val="00435037"/>
    <w:rsid w:val="00436CD3"/>
    <w:rsid w:val="00437770"/>
    <w:rsid w:val="00437ED1"/>
    <w:rsid w:val="00441AF7"/>
    <w:rsid w:val="00441F0C"/>
    <w:rsid w:val="004424FF"/>
    <w:rsid w:val="0044254B"/>
    <w:rsid w:val="0044354D"/>
    <w:rsid w:val="004435F7"/>
    <w:rsid w:val="00444336"/>
    <w:rsid w:val="00445C06"/>
    <w:rsid w:val="00446053"/>
    <w:rsid w:val="004462F8"/>
    <w:rsid w:val="0044701F"/>
    <w:rsid w:val="004475DF"/>
    <w:rsid w:val="00447CF7"/>
    <w:rsid w:val="00450913"/>
    <w:rsid w:val="00450C2A"/>
    <w:rsid w:val="00451456"/>
    <w:rsid w:val="0045158B"/>
    <w:rsid w:val="004527A6"/>
    <w:rsid w:val="00452B74"/>
    <w:rsid w:val="0045300F"/>
    <w:rsid w:val="00453223"/>
    <w:rsid w:val="004540FC"/>
    <w:rsid w:val="0045468F"/>
    <w:rsid w:val="00454BCE"/>
    <w:rsid w:val="00454C4F"/>
    <w:rsid w:val="00454D97"/>
    <w:rsid w:val="004550F1"/>
    <w:rsid w:val="00455EEE"/>
    <w:rsid w:val="00456477"/>
    <w:rsid w:val="00456EB4"/>
    <w:rsid w:val="004570E0"/>
    <w:rsid w:val="00457134"/>
    <w:rsid w:val="00457545"/>
    <w:rsid w:val="00457CDD"/>
    <w:rsid w:val="00460444"/>
    <w:rsid w:val="004605BD"/>
    <w:rsid w:val="00460EAC"/>
    <w:rsid w:val="00461015"/>
    <w:rsid w:val="00461081"/>
    <w:rsid w:val="00461148"/>
    <w:rsid w:val="004624EC"/>
    <w:rsid w:val="00462BA7"/>
    <w:rsid w:val="00464391"/>
    <w:rsid w:val="004653FB"/>
    <w:rsid w:val="00466D3A"/>
    <w:rsid w:val="00466DC5"/>
    <w:rsid w:val="00467484"/>
    <w:rsid w:val="00467AA1"/>
    <w:rsid w:val="0047007F"/>
    <w:rsid w:val="00470C94"/>
    <w:rsid w:val="00471ACD"/>
    <w:rsid w:val="00471C8D"/>
    <w:rsid w:val="00471EA1"/>
    <w:rsid w:val="00472DBE"/>
    <w:rsid w:val="00474265"/>
    <w:rsid w:val="0047438C"/>
    <w:rsid w:val="00475433"/>
    <w:rsid w:val="0047691B"/>
    <w:rsid w:val="004770AE"/>
    <w:rsid w:val="0048107A"/>
    <w:rsid w:val="004817E4"/>
    <w:rsid w:val="00481FB4"/>
    <w:rsid w:val="00482B84"/>
    <w:rsid w:val="00485960"/>
    <w:rsid w:val="00487AE0"/>
    <w:rsid w:val="00487CA8"/>
    <w:rsid w:val="00487E22"/>
    <w:rsid w:val="00490627"/>
    <w:rsid w:val="00491BA2"/>
    <w:rsid w:val="00491F48"/>
    <w:rsid w:val="004925B0"/>
    <w:rsid w:val="00492CC8"/>
    <w:rsid w:val="004930D5"/>
    <w:rsid w:val="004934AB"/>
    <w:rsid w:val="00493F3C"/>
    <w:rsid w:val="00493FAF"/>
    <w:rsid w:val="004949B1"/>
    <w:rsid w:val="00494AF1"/>
    <w:rsid w:val="00497313"/>
    <w:rsid w:val="00497801"/>
    <w:rsid w:val="0049780F"/>
    <w:rsid w:val="00497A14"/>
    <w:rsid w:val="00497ABD"/>
    <w:rsid w:val="00497D24"/>
    <w:rsid w:val="004A0200"/>
    <w:rsid w:val="004A0292"/>
    <w:rsid w:val="004A0721"/>
    <w:rsid w:val="004A11CC"/>
    <w:rsid w:val="004A1E49"/>
    <w:rsid w:val="004A3157"/>
    <w:rsid w:val="004A31D6"/>
    <w:rsid w:val="004A404D"/>
    <w:rsid w:val="004A425F"/>
    <w:rsid w:val="004A507D"/>
    <w:rsid w:val="004A56C1"/>
    <w:rsid w:val="004A65B7"/>
    <w:rsid w:val="004A7221"/>
    <w:rsid w:val="004A74DD"/>
    <w:rsid w:val="004B0061"/>
    <w:rsid w:val="004B0470"/>
    <w:rsid w:val="004B0926"/>
    <w:rsid w:val="004B114A"/>
    <w:rsid w:val="004B1F27"/>
    <w:rsid w:val="004B337E"/>
    <w:rsid w:val="004B3880"/>
    <w:rsid w:val="004B3BC2"/>
    <w:rsid w:val="004B3D1C"/>
    <w:rsid w:val="004B3E47"/>
    <w:rsid w:val="004B46F3"/>
    <w:rsid w:val="004B4905"/>
    <w:rsid w:val="004B5B13"/>
    <w:rsid w:val="004B671D"/>
    <w:rsid w:val="004C00C4"/>
    <w:rsid w:val="004C0E72"/>
    <w:rsid w:val="004C152E"/>
    <w:rsid w:val="004C1942"/>
    <w:rsid w:val="004C2D16"/>
    <w:rsid w:val="004C41F6"/>
    <w:rsid w:val="004C4366"/>
    <w:rsid w:val="004C5623"/>
    <w:rsid w:val="004C59A0"/>
    <w:rsid w:val="004D0DF8"/>
    <w:rsid w:val="004D2AD6"/>
    <w:rsid w:val="004D2C34"/>
    <w:rsid w:val="004D2E9C"/>
    <w:rsid w:val="004D341E"/>
    <w:rsid w:val="004D39A4"/>
    <w:rsid w:val="004D3E16"/>
    <w:rsid w:val="004D4026"/>
    <w:rsid w:val="004D4702"/>
    <w:rsid w:val="004D4EEC"/>
    <w:rsid w:val="004D6F9D"/>
    <w:rsid w:val="004D779B"/>
    <w:rsid w:val="004E00EE"/>
    <w:rsid w:val="004E061F"/>
    <w:rsid w:val="004E0F8C"/>
    <w:rsid w:val="004E164F"/>
    <w:rsid w:val="004E1E17"/>
    <w:rsid w:val="004E1F51"/>
    <w:rsid w:val="004E2460"/>
    <w:rsid w:val="004E2734"/>
    <w:rsid w:val="004E2736"/>
    <w:rsid w:val="004E3A4B"/>
    <w:rsid w:val="004E3CDD"/>
    <w:rsid w:val="004E41B6"/>
    <w:rsid w:val="004E48DA"/>
    <w:rsid w:val="004E6052"/>
    <w:rsid w:val="004E7AFD"/>
    <w:rsid w:val="004F00A6"/>
    <w:rsid w:val="004F00D7"/>
    <w:rsid w:val="004F05EC"/>
    <w:rsid w:val="004F0FCE"/>
    <w:rsid w:val="004F14FC"/>
    <w:rsid w:val="004F1943"/>
    <w:rsid w:val="004F1BA2"/>
    <w:rsid w:val="004F3CEE"/>
    <w:rsid w:val="004F48CF"/>
    <w:rsid w:val="004F4A0F"/>
    <w:rsid w:val="004F4CA5"/>
    <w:rsid w:val="004F5327"/>
    <w:rsid w:val="004F5872"/>
    <w:rsid w:val="004F591B"/>
    <w:rsid w:val="004F610A"/>
    <w:rsid w:val="004F67DB"/>
    <w:rsid w:val="004F68B4"/>
    <w:rsid w:val="004F7008"/>
    <w:rsid w:val="004F7053"/>
    <w:rsid w:val="004F78CD"/>
    <w:rsid w:val="00501170"/>
    <w:rsid w:val="0050374B"/>
    <w:rsid w:val="00503815"/>
    <w:rsid w:val="005045E5"/>
    <w:rsid w:val="005046A9"/>
    <w:rsid w:val="00506103"/>
    <w:rsid w:val="00507FCD"/>
    <w:rsid w:val="005100EB"/>
    <w:rsid w:val="00511217"/>
    <w:rsid w:val="005120BD"/>
    <w:rsid w:val="005120E1"/>
    <w:rsid w:val="005127F8"/>
    <w:rsid w:val="0051317C"/>
    <w:rsid w:val="00513979"/>
    <w:rsid w:val="005143DA"/>
    <w:rsid w:val="00514798"/>
    <w:rsid w:val="00514B7F"/>
    <w:rsid w:val="00514F2B"/>
    <w:rsid w:val="0051536F"/>
    <w:rsid w:val="005156E1"/>
    <w:rsid w:val="00515A5F"/>
    <w:rsid w:val="005161B7"/>
    <w:rsid w:val="005165D2"/>
    <w:rsid w:val="005208DB"/>
    <w:rsid w:val="00521253"/>
    <w:rsid w:val="0052166E"/>
    <w:rsid w:val="005227C2"/>
    <w:rsid w:val="00523262"/>
    <w:rsid w:val="005236EE"/>
    <w:rsid w:val="005238A5"/>
    <w:rsid w:val="00523C32"/>
    <w:rsid w:val="00523F78"/>
    <w:rsid w:val="00524124"/>
    <w:rsid w:val="0052416A"/>
    <w:rsid w:val="00524E94"/>
    <w:rsid w:val="005253EF"/>
    <w:rsid w:val="005268C5"/>
    <w:rsid w:val="00526C0A"/>
    <w:rsid w:val="0052707B"/>
    <w:rsid w:val="005272F6"/>
    <w:rsid w:val="00527399"/>
    <w:rsid w:val="005275D3"/>
    <w:rsid w:val="0052785B"/>
    <w:rsid w:val="0053061E"/>
    <w:rsid w:val="005307B8"/>
    <w:rsid w:val="00530D4A"/>
    <w:rsid w:val="00530F63"/>
    <w:rsid w:val="00531592"/>
    <w:rsid w:val="005315C5"/>
    <w:rsid w:val="005316CB"/>
    <w:rsid w:val="005318F6"/>
    <w:rsid w:val="0053258D"/>
    <w:rsid w:val="00532E5B"/>
    <w:rsid w:val="00532F87"/>
    <w:rsid w:val="00533ACD"/>
    <w:rsid w:val="00534349"/>
    <w:rsid w:val="0053434F"/>
    <w:rsid w:val="0053524A"/>
    <w:rsid w:val="0053657E"/>
    <w:rsid w:val="005365CA"/>
    <w:rsid w:val="00536895"/>
    <w:rsid w:val="00537344"/>
    <w:rsid w:val="00537DAD"/>
    <w:rsid w:val="0054034D"/>
    <w:rsid w:val="005403CC"/>
    <w:rsid w:val="00540CF4"/>
    <w:rsid w:val="00540E97"/>
    <w:rsid w:val="00541B39"/>
    <w:rsid w:val="00541B65"/>
    <w:rsid w:val="005433E4"/>
    <w:rsid w:val="0054353E"/>
    <w:rsid w:val="005437A3"/>
    <w:rsid w:val="005445E5"/>
    <w:rsid w:val="00544DB6"/>
    <w:rsid w:val="00545CDA"/>
    <w:rsid w:val="00545D29"/>
    <w:rsid w:val="0054684C"/>
    <w:rsid w:val="005468AC"/>
    <w:rsid w:val="005472D7"/>
    <w:rsid w:val="00547728"/>
    <w:rsid w:val="00547E3A"/>
    <w:rsid w:val="00547ECC"/>
    <w:rsid w:val="0055010E"/>
    <w:rsid w:val="00550AF7"/>
    <w:rsid w:val="00551DF6"/>
    <w:rsid w:val="005557D1"/>
    <w:rsid w:val="0055587F"/>
    <w:rsid w:val="00556CF2"/>
    <w:rsid w:val="00557B59"/>
    <w:rsid w:val="00557C1B"/>
    <w:rsid w:val="0056135B"/>
    <w:rsid w:val="005620BB"/>
    <w:rsid w:val="00562DFC"/>
    <w:rsid w:val="00563F01"/>
    <w:rsid w:val="00565169"/>
    <w:rsid w:val="0056566E"/>
    <w:rsid w:val="00565C05"/>
    <w:rsid w:val="0056607A"/>
    <w:rsid w:val="00566AEF"/>
    <w:rsid w:val="00567037"/>
    <w:rsid w:val="00567C33"/>
    <w:rsid w:val="0057066C"/>
    <w:rsid w:val="005711E3"/>
    <w:rsid w:val="00571ABB"/>
    <w:rsid w:val="005722F1"/>
    <w:rsid w:val="00572853"/>
    <w:rsid w:val="00572CDB"/>
    <w:rsid w:val="005731D6"/>
    <w:rsid w:val="00573D1E"/>
    <w:rsid w:val="00575CF3"/>
    <w:rsid w:val="005776FD"/>
    <w:rsid w:val="00577AE0"/>
    <w:rsid w:val="00580754"/>
    <w:rsid w:val="00580F30"/>
    <w:rsid w:val="005818B0"/>
    <w:rsid w:val="00582085"/>
    <w:rsid w:val="005826EA"/>
    <w:rsid w:val="00582E4B"/>
    <w:rsid w:val="005832F0"/>
    <w:rsid w:val="00583787"/>
    <w:rsid w:val="005837B8"/>
    <w:rsid w:val="00584166"/>
    <w:rsid w:val="0058429F"/>
    <w:rsid w:val="00584CF4"/>
    <w:rsid w:val="005905BE"/>
    <w:rsid w:val="00590D6F"/>
    <w:rsid w:val="00591433"/>
    <w:rsid w:val="00591B45"/>
    <w:rsid w:val="00592CDA"/>
    <w:rsid w:val="00592EBE"/>
    <w:rsid w:val="005930F0"/>
    <w:rsid w:val="0059374F"/>
    <w:rsid w:val="005946F7"/>
    <w:rsid w:val="00594A65"/>
    <w:rsid w:val="00595008"/>
    <w:rsid w:val="005964BB"/>
    <w:rsid w:val="00596ED3"/>
    <w:rsid w:val="00597980"/>
    <w:rsid w:val="005A0581"/>
    <w:rsid w:val="005A06CF"/>
    <w:rsid w:val="005A1CE9"/>
    <w:rsid w:val="005A2A29"/>
    <w:rsid w:val="005A3571"/>
    <w:rsid w:val="005A66F1"/>
    <w:rsid w:val="005A678E"/>
    <w:rsid w:val="005A6D1C"/>
    <w:rsid w:val="005A7015"/>
    <w:rsid w:val="005A77AC"/>
    <w:rsid w:val="005B27AE"/>
    <w:rsid w:val="005B28BC"/>
    <w:rsid w:val="005B30AA"/>
    <w:rsid w:val="005B4193"/>
    <w:rsid w:val="005B5429"/>
    <w:rsid w:val="005B5655"/>
    <w:rsid w:val="005B5881"/>
    <w:rsid w:val="005B5B4E"/>
    <w:rsid w:val="005B5CFB"/>
    <w:rsid w:val="005B5F27"/>
    <w:rsid w:val="005B667E"/>
    <w:rsid w:val="005B7158"/>
    <w:rsid w:val="005B7295"/>
    <w:rsid w:val="005B7846"/>
    <w:rsid w:val="005B7CF0"/>
    <w:rsid w:val="005C0467"/>
    <w:rsid w:val="005C15DD"/>
    <w:rsid w:val="005C1DE6"/>
    <w:rsid w:val="005C3115"/>
    <w:rsid w:val="005C3300"/>
    <w:rsid w:val="005C3905"/>
    <w:rsid w:val="005C3DA4"/>
    <w:rsid w:val="005C4622"/>
    <w:rsid w:val="005C4D43"/>
    <w:rsid w:val="005C5332"/>
    <w:rsid w:val="005C5885"/>
    <w:rsid w:val="005C5923"/>
    <w:rsid w:val="005C5A3F"/>
    <w:rsid w:val="005C6613"/>
    <w:rsid w:val="005C68ED"/>
    <w:rsid w:val="005C6F4F"/>
    <w:rsid w:val="005C7E49"/>
    <w:rsid w:val="005D02D3"/>
    <w:rsid w:val="005D10BF"/>
    <w:rsid w:val="005D22DB"/>
    <w:rsid w:val="005D358B"/>
    <w:rsid w:val="005D35F2"/>
    <w:rsid w:val="005D535C"/>
    <w:rsid w:val="005D56C7"/>
    <w:rsid w:val="005D5C8C"/>
    <w:rsid w:val="005D5F16"/>
    <w:rsid w:val="005D711D"/>
    <w:rsid w:val="005D75DD"/>
    <w:rsid w:val="005D7CDB"/>
    <w:rsid w:val="005E173F"/>
    <w:rsid w:val="005E180E"/>
    <w:rsid w:val="005E1F86"/>
    <w:rsid w:val="005E201C"/>
    <w:rsid w:val="005E2043"/>
    <w:rsid w:val="005E209F"/>
    <w:rsid w:val="005E21B0"/>
    <w:rsid w:val="005E25AA"/>
    <w:rsid w:val="005E2BA3"/>
    <w:rsid w:val="005E3309"/>
    <w:rsid w:val="005E345F"/>
    <w:rsid w:val="005E3BB4"/>
    <w:rsid w:val="005E5514"/>
    <w:rsid w:val="005E5569"/>
    <w:rsid w:val="005E5E40"/>
    <w:rsid w:val="005E5FF6"/>
    <w:rsid w:val="005E7F42"/>
    <w:rsid w:val="005F001E"/>
    <w:rsid w:val="005F020F"/>
    <w:rsid w:val="005F1738"/>
    <w:rsid w:val="005F1952"/>
    <w:rsid w:val="005F1C7D"/>
    <w:rsid w:val="005F1D34"/>
    <w:rsid w:val="005F1E0F"/>
    <w:rsid w:val="005F212F"/>
    <w:rsid w:val="005F2233"/>
    <w:rsid w:val="005F274E"/>
    <w:rsid w:val="005F3B1C"/>
    <w:rsid w:val="005F3C09"/>
    <w:rsid w:val="005F4B4D"/>
    <w:rsid w:val="005F5093"/>
    <w:rsid w:val="005F5121"/>
    <w:rsid w:val="005F526F"/>
    <w:rsid w:val="005F54F6"/>
    <w:rsid w:val="005F5555"/>
    <w:rsid w:val="005F595C"/>
    <w:rsid w:val="005F5A28"/>
    <w:rsid w:val="005F6077"/>
    <w:rsid w:val="005F6C94"/>
    <w:rsid w:val="005F745D"/>
    <w:rsid w:val="005F752F"/>
    <w:rsid w:val="005F7A2A"/>
    <w:rsid w:val="0060015C"/>
    <w:rsid w:val="00600214"/>
    <w:rsid w:val="00600957"/>
    <w:rsid w:val="006015CA"/>
    <w:rsid w:val="00601849"/>
    <w:rsid w:val="00601FAA"/>
    <w:rsid w:val="00602861"/>
    <w:rsid w:val="00602930"/>
    <w:rsid w:val="006031D2"/>
    <w:rsid w:val="00603240"/>
    <w:rsid w:val="00603EF8"/>
    <w:rsid w:val="00603FCF"/>
    <w:rsid w:val="006045D6"/>
    <w:rsid w:val="00605005"/>
    <w:rsid w:val="0060506D"/>
    <w:rsid w:val="00605AD4"/>
    <w:rsid w:val="006065A2"/>
    <w:rsid w:val="006074CC"/>
    <w:rsid w:val="006076D4"/>
    <w:rsid w:val="00607B4C"/>
    <w:rsid w:val="00607D9D"/>
    <w:rsid w:val="00607E36"/>
    <w:rsid w:val="006104C3"/>
    <w:rsid w:val="00610781"/>
    <w:rsid w:val="00611307"/>
    <w:rsid w:val="006115E1"/>
    <w:rsid w:val="006116CF"/>
    <w:rsid w:val="00612233"/>
    <w:rsid w:val="00614200"/>
    <w:rsid w:val="0061425E"/>
    <w:rsid w:val="006148A0"/>
    <w:rsid w:val="00614DBA"/>
    <w:rsid w:val="00615487"/>
    <w:rsid w:val="006154C2"/>
    <w:rsid w:val="00615AAF"/>
    <w:rsid w:val="006161E8"/>
    <w:rsid w:val="00616A9F"/>
    <w:rsid w:val="00617946"/>
    <w:rsid w:val="00617985"/>
    <w:rsid w:val="00621071"/>
    <w:rsid w:val="006214F5"/>
    <w:rsid w:val="00621B8C"/>
    <w:rsid w:val="00621E97"/>
    <w:rsid w:val="0062380A"/>
    <w:rsid w:val="006245CE"/>
    <w:rsid w:val="00624F55"/>
    <w:rsid w:val="006263A0"/>
    <w:rsid w:val="006276B6"/>
    <w:rsid w:val="00627BA5"/>
    <w:rsid w:val="00627E74"/>
    <w:rsid w:val="006306AF"/>
    <w:rsid w:val="00630872"/>
    <w:rsid w:val="00630E05"/>
    <w:rsid w:val="00632388"/>
    <w:rsid w:val="00632629"/>
    <w:rsid w:val="00633AEE"/>
    <w:rsid w:val="00633CA9"/>
    <w:rsid w:val="00634281"/>
    <w:rsid w:val="006345F9"/>
    <w:rsid w:val="00635DFF"/>
    <w:rsid w:val="006360CF"/>
    <w:rsid w:val="00636250"/>
    <w:rsid w:val="006362FA"/>
    <w:rsid w:val="006369B0"/>
    <w:rsid w:val="0063707A"/>
    <w:rsid w:val="006373E6"/>
    <w:rsid w:val="00640456"/>
    <w:rsid w:val="00640FF7"/>
    <w:rsid w:val="00641016"/>
    <w:rsid w:val="006411EE"/>
    <w:rsid w:val="006412FD"/>
    <w:rsid w:val="00642B77"/>
    <w:rsid w:val="00643833"/>
    <w:rsid w:val="006444CE"/>
    <w:rsid w:val="006448D0"/>
    <w:rsid w:val="006458D5"/>
    <w:rsid w:val="0064616D"/>
    <w:rsid w:val="006465A6"/>
    <w:rsid w:val="0064668A"/>
    <w:rsid w:val="006473CC"/>
    <w:rsid w:val="0064740D"/>
    <w:rsid w:val="006479CF"/>
    <w:rsid w:val="00650B4D"/>
    <w:rsid w:val="00650DEE"/>
    <w:rsid w:val="00651063"/>
    <w:rsid w:val="00652691"/>
    <w:rsid w:val="00652F5E"/>
    <w:rsid w:val="00652F76"/>
    <w:rsid w:val="00653313"/>
    <w:rsid w:val="00653460"/>
    <w:rsid w:val="006547F1"/>
    <w:rsid w:val="00655BC4"/>
    <w:rsid w:val="00655E78"/>
    <w:rsid w:val="0065686D"/>
    <w:rsid w:val="00656BD7"/>
    <w:rsid w:val="00661DD8"/>
    <w:rsid w:val="00662457"/>
    <w:rsid w:val="00664501"/>
    <w:rsid w:val="0066494B"/>
    <w:rsid w:val="006649CD"/>
    <w:rsid w:val="0066545E"/>
    <w:rsid w:val="006654CD"/>
    <w:rsid w:val="0066650F"/>
    <w:rsid w:val="0066693A"/>
    <w:rsid w:val="00666AFD"/>
    <w:rsid w:val="00666B06"/>
    <w:rsid w:val="0066707E"/>
    <w:rsid w:val="006705B1"/>
    <w:rsid w:val="00671180"/>
    <w:rsid w:val="0067121F"/>
    <w:rsid w:val="00671372"/>
    <w:rsid w:val="00671B15"/>
    <w:rsid w:val="00672381"/>
    <w:rsid w:val="006727A7"/>
    <w:rsid w:val="00672B71"/>
    <w:rsid w:val="0067451D"/>
    <w:rsid w:val="00674836"/>
    <w:rsid w:val="006753E5"/>
    <w:rsid w:val="006762DE"/>
    <w:rsid w:val="00676D4E"/>
    <w:rsid w:val="006776F3"/>
    <w:rsid w:val="00677FD9"/>
    <w:rsid w:val="00680C8C"/>
    <w:rsid w:val="00681541"/>
    <w:rsid w:val="00683266"/>
    <w:rsid w:val="00683F2C"/>
    <w:rsid w:val="00684194"/>
    <w:rsid w:val="0068466E"/>
    <w:rsid w:val="006849BE"/>
    <w:rsid w:val="006858AC"/>
    <w:rsid w:val="00685C2A"/>
    <w:rsid w:val="0068602B"/>
    <w:rsid w:val="00686EFF"/>
    <w:rsid w:val="006872F5"/>
    <w:rsid w:val="00690CDF"/>
    <w:rsid w:val="00690DE9"/>
    <w:rsid w:val="00690E7E"/>
    <w:rsid w:val="00690FAA"/>
    <w:rsid w:val="00691019"/>
    <w:rsid w:val="006913B5"/>
    <w:rsid w:val="00691C6A"/>
    <w:rsid w:val="00691CE6"/>
    <w:rsid w:val="00692015"/>
    <w:rsid w:val="00692D8F"/>
    <w:rsid w:val="00693C57"/>
    <w:rsid w:val="00693FB1"/>
    <w:rsid w:val="006940A8"/>
    <w:rsid w:val="006950A1"/>
    <w:rsid w:val="0069559C"/>
    <w:rsid w:val="006958D0"/>
    <w:rsid w:val="00695B4E"/>
    <w:rsid w:val="00696424"/>
    <w:rsid w:val="006966AA"/>
    <w:rsid w:val="00696A63"/>
    <w:rsid w:val="006974CA"/>
    <w:rsid w:val="00697AE0"/>
    <w:rsid w:val="006A09D3"/>
    <w:rsid w:val="006A1908"/>
    <w:rsid w:val="006A2F69"/>
    <w:rsid w:val="006A2FDA"/>
    <w:rsid w:val="006A37C7"/>
    <w:rsid w:val="006A3CE3"/>
    <w:rsid w:val="006A3DC8"/>
    <w:rsid w:val="006A40C3"/>
    <w:rsid w:val="006A5001"/>
    <w:rsid w:val="006A5D21"/>
    <w:rsid w:val="006A5FC0"/>
    <w:rsid w:val="006A6369"/>
    <w:rsid w:val="006B0764"/>
    <w:rsid w:val="006B0844"/>
    <w:rsid w:val="006B08FA"/>
    <w:rsid w:val="006B133B"/>
    <w:rsid w:val="006B17A7"/>
    <w:rsid w:val="006B1DCD"/>
    <w:rsid w:val="006B2987"/>
    <w:rsid w:val="006B2ACE"/>
    <w:rsid w:val="006B2BFD"/>
    <w:rsid w:val="006B307F"/>
    <w:rsid w:val="006B39F8"/>
    <w:rsid w:val="006B4129"/>
    <w:rsid w:val="006B4341"/>
    <w:rsid w:val="006B462C"/>
    <w:rsid w:val="006B4C1B"/>
    <w:rsid w:val="006B5136"/>
    <w:rsid w:val="006B5377"/>
    <w:rsid w:val="006B5B41"/>
    <w:rsid w:val="006B6232"/>
    <w:rsid w:val="006B70DE"/>
    <w:rsid w:val="006B796A"/>
    <w:rsid w:val="006C0CFE"/>
    <w:rsid w:val="006C1188"/>
    <w:rsid w:val="006C1D44"/>
    <w:rsid w:val="006C2143"/>
    <w:rsid w:val="006C37F9"/>
    <w:rsid w:val="006C3995"/>
    <w:rsid w:val="006C39BE"/>
    <w:rsid w:val="006C43F6"/>
    <w:rsid w:val="006C45F6"/>
    <w:rsid w:val="006C49AF"/>
    <w:rsid w:val="006C66AD"/>
    <w:rsid w:val="006C6CBC"/>
    <w:rsid w:val="006C6E9E"/>
    <w:rsid w:val="006C70D8"/>
    <w:rsid w:val="006C7F69"/>
    <w:rsid w:val="006D0064"/>
    <w:rsid w:val="006D0212"/>
    <w:rsid w:val="006D090A"/>
    <w:rsid w:val="006D0C47"/>
    <w:rsid w:val="006D0EC7"/>
    <w:rsid w:val="006D20D7"/>
    <w:rsid w:val="006D2418"/>
    <w:rsid w:val="006D276D"/>
    <w:rsid w:val="006D2917"/>
    <w:rsid w:val="006D2FBA"/>
    <w:rsid w:val="006D3B2D"/>
    <w:rsid w:val="006D3B44"/>
    <w:rsid w:val="006D7A73"/>
    <w:rsid w:val="006E0412"/>
    <w:rsid w:val="006E06C5"/>
    <w:rsid w:val="006E06C9"/>
    <w:rsid w:val="006E089F"/>
    <w:rsid w:val="006E0A1E"/>
    <w:rsid w:val="006E1BF7"/>
    <w:rsid w:val="006E3443"/>
    <w:rsid w:val="006E347E"/>
    <w:rsid w:val="006E3D12"/>
    <w:rsid w:val="006E4C98"/>
    <w:rsid w:val="006E4DA0"/>
    <w:rsid w:val="006E5EDF"/>
    <w:rsid w:val="006E67A2"/>
    <w:rsid w:val="006E682E"/>
    <w:rsid w:val="006E6CE1"/>
    <w:rsid w:val="006E7329"/>
    <w:rsid w:val="006F0081"/>
    <w:rsid w:val="006F2091"/>
    <w:rsid w:val="006F3001"/>
    <w:rsid w:val="006F3B63"/>
    <w:rsid w:val="006F3C12"/>
    <w:rsid w:val="006F3FD9"/>
    <w:rsid w:val="006F4964"/>
    <w:rsid w:val="006F4ADF"/>
    <w:rsid w:val="006F56DA"/>
    <w:rsid w:val="006F57A8"/>
    <w:rsid w:val="006F7112"/>
    <w:rsid w:val="0070014F"/>
    <w:rsid w:val="0070173D"/>
    <w:rsid w:val="00701C76"/>
    <w:rsid w:val="0070454D"/>
    <w:rsid w:val="007045FD"/>
    <w:rsid w:val="00705B7B"/>
    <w:rsid w:val="007067D9"/>
    <w:rsid w:val="0070687A"/>
    <w:rsid w:val="00706E7C"/>
    <w:rsid w:val="00707685"/>
    <w:rsid w:val="007104D4"/>
    <w:rsid w:val="007110E6"/>
    <w:rsid w:val="0071199E"/>
    <w:rsid w:val="00711E70"/>
    <w:rsid w:val="00711F45"/>
    <w:rsid w:val="0071223E"/>
    <w:rsid w:val="0071388C"/>
    <w:rsid w:val="00713C5A"/>
    <w:rsid w:val="00713E4C"/>
    <w:rsid w:val="007153A3"/>
    <w:rsid w:val="00715838"/>
    <w:rsid w:val="00715D6B"/>
    <w:rsid w:val="007168C5"/>
    <w:rsid w:val="00716D20"/>
    <w:rsid w:val="007179E0"/>
    <w:rsid w:val="00717C22"/>
    <w:rsid w:val="00720224"/>
    <w:rsid w:val="0072031F"/>
    <w:rsid w:val="00720516"/>
    <w:rsid w:val="00720B29"/>
    <w:rsid w:val="00720EF0"/>
    <w:rsid w:val="00720FD8"/>
    <w:rsid w:val="0072105D"/>
    <w:rsid w:val="007213B8"/>
    <w:rsid w:val="00721A65"/>
    <w:rsid w:val="00721B20"/>
    <w:rsid w:val="007226C8"/>
    <w:rsid w:val="00722D4D"/>
    <w:rsid w:val="00722DBE"/>
    <w:rsid w:val="00723079"/>
    <w:rsid w:val="007237DD"/>
    <w:rsid w:val="00725509"/>
    <w:rsid w:val="00725CE3"/>
    <w:rsid w:val="00725F48"/>
    <w:rsid w:val="00726167"/>
    <w:rsid w:val="00726E54"/>
    <w:rsid w:val="00727A3D"/>
    <w:rsid w:val="00730086"/>
    <w:rsid w:val="007313AF"/>
    <w:rsid w:val="0073140F"/>
    <w:rsid w:val="007319E0"/>
    <w:rsid w:val="00731C30"/>
    <w:rsid w:val="007321DA"/>
    <w:rsid w:val="00732429"/>
    <w:rsid w:val="007336EB"/>
    <w:rsid w:val="007340A5"/>
    <w:rsid w:val="007346FC"/>
    <w:rsid w:val="00734979"/>
    <w:rsid w:val="007350AA"/>
    <w:rsid w:val="00735653"/>
    <w:rsid w:val="00735F75"/>
    <w:rsid w:val="007360AC"/>
    <w:rsid w:val="00736423"/>
    <w:rsid w:val="007365E4"/>
    <w:rsid w:val="00736AB6"/>
    <w:rsid w:val="00736F92"/>
    <w:rsid w:val="0073707F"/>
    <w:rsid w:val="00737227"/>
    <w:rsid w:val="007372CB"/>
    <w:rsid w:val="0073752C"/>
    <w:rsid w:val="00737E2D"/>
    <w:rsid w:val="00741005"/>
    <w:rsid w:val="00741562"/>
    <w:rsid w:val="00741945"/>
    <w:rsid w:val="0074260D"/>
    <w:rsid w:val="00743327"/>
    <w:rsid w:val="0074386F"/>
    <w:rsid w:val="00743A07"/>
    <w:rsid w:val="00745B4C"/>
    <w:rsid w:val="00746676"/>
    <w:rsid w:val="00746D07"/>
    <w:rsid w:val="00746D2E"/>
    <w:rsid w:val="00747743"/>
    <w:rsid w:val="007479EA"/>
    <w:rsid w:val="0075028A"/>
    <w:rsid w:val="0075079E"/>
    <w:rsid w:val="00750A33"/>
    <w:rsid w:val="00750D7A"/>
    <w:rsid w:val="0075118E"/>
    <w:rsid w:val="007523E5"/>
    <w:rsid w:val="007524E3"/>
    <w:rsid w:val="00752792"/>
    <w:rsid w:val="00752B1C"/>
    <w:rsid w:val="00753F1F"/>
    <w:rsid w:val="0075525B"/>
    <w:rsid w:val="00755432"/>
    <w:rsid w:val="0075552D"/>
    <w:rsid w:val="0075605A"/>
    <w:rsid w:val="007561CB"/>
    <w:rsid w:val="00756639"/>
    <w:rsid w:val="00756F1D"/>
    <w:rsid w:val="00757B07"/>
    <w:rsid w:val="00757B37"/>
    <w:rsid w:val="007609C7"/>
    <w:rsid w:val="00760C60"/>
    <w:rsid w:val="0076100D"/>
    <w:rsid w:val="00763925"/>
    <w:rsid w:val="00763935"/>
    <w:rsid w:val="007642C5"/>
    <w:rsid w:val="00767292"/>
    <w:rsid w:val="007673D5"/>
    <w:rsid w:val="00767841"/>
    <w:rsid w:val="00770026"/>
    <w:rsid w:val="00770F8F"/>
    <w:rsid w:val="00771673"/>
    <w:rsid w:val="007719BF"/>
    <w:rsid w:val="007719FD"/>
    <w:rsid w:val="00771E0A"/>
    <w:rsid w:val="00772C49"/>
    <w:rsid w:val="007741DD"/>
    <w:rsid w:val="00774496"/>
    <w:rsid w:val="00774CEB"/>
    <w:rsid w:val="007755E9"/>
    <w:rsid w:val="00776D95"/>
    <w:rsid w:val="00776ED4"/>
    <w:rsid w:val="007822D3"/>
    <w:rsid w:val="0078383F"/>
    <w:rsid w:val="00784943"/>
    <w:rsid w:val="00787698"/>
    <w:rsid w:val="007900C4"/>
    <w:rsid w:val="00790468"/>
    <w:rsid w:val="00790C0C"/>
    <w:rsid w:val="007922FA"/>
    <w:rsid w:val="00792B78"/>
    <w:rsid w:val="007933AE"/>
    <w:rsid w:val="0079379F"/>
    <w:rsid w:val="007942F0"/>
    <w:rsid w:val="00794743"/>
    <w:rsid w:val="00794979"/>
    <w:rsid w:val="00795EEF"/>
    <w:rsid w:val="0079674D"/>
    <w:rsid w:val="007974BC"/>
    <w:rsid w:val="007A0364"/>
    <w:rsid w:val="007A0658"/>
    <w:rsid w:val="007A1888"/>
    <w:rsid w:val="007A293F"/>
    <w:rsid w:val="007A30CB"/>
    <w:rsid w:val="007A340C"/>
    <w:rsid w:val="007A531B"/>
    <w:rsid w:val="007A540D"/>
    <w:rsid w:val="007A5FB1"/>
    <w:rsid w:val="007A6009"/>
    <w:rsid w:val="007A6248"/>
    <w:rsid w:val="007A6E05"/>
    <w:rsid w:val="007A726E"/>
    <w:rsid w:val="007A7D80"/>
    <w:rsid w:val="007B1334"/>
    <w:rsid w:val="007B14E1"/>
    <w:rsid w:val="007B183C"/>
    <w:rsid w:val="007B1CFB"/>
    <w:rsid w:val="007B1FDD"/>
    <w:rsid w:val="007B22D2"/>
    <w:rsid w:val="007B36DF"/>
    <w:rsid w:val="007B39A1"/>
    <w:rsid w:val="007B3C86"/>
    <w:rsid w:val="007B3D9B"/>
    <w:rsid w:val="007B4300"/>
    <w:rsid w:val="007B4C65"/>
    <w:rsid w:val="007B5076"/>
    <w:rsid w:val="007B5380"/>
    <w:rsid w:val="007B54E1"/>
    <w:rsid w:val="007B5787"/>
    <w:rsid w:val="007B57A1"/>
    <w:rsid w:val="007B5B5B"/>
    <w:rsid w:val="007B6688"/>
    <w:rsid w:val="007B739D"/>
    <w:rsid w:val="007C0423"/>
    <w:rsid w:val="007C10C4"/>
    <w:rsid w:val="007C1579"/>
    <w:rsid w:val="007C19A3"/>
    <w:rsid w:val="007C2078"/>
    <w:rsid w:val="007C22FE"/>
    <w:rsid w:val="007C2408"/>
    <w:rsid w:val="007C3036"/>
    <w:rsid w:val="007C3C11"/>
    <w:rsid w:val="007C45AD"/>
    <w:rsid w:val="007C4AE8"/>
    <w:rsid w:val="007C4E66"/>
    <w:rsid w:val="007C58C9"/>
    <w:rsid w:val="007C70F6"/>
    <w:rsid w:val="007C74E7"/>
    <w:rsid w:val="007C7F8C"/>
    <w:rsid w:val="007D049E"/>
    <w:rsid w:val="007D17B3"/>
    <w:rsid w:val="007D1A95"/>
    <w:rsid w:val="007D1F47"/>
    <w:rsid w:val="007D23AB"/>
    <w:rsid w:val="007D246A"/>
    <w:rsid w:val="007D3397"/>
    <w:rsid w:val="007D3C40"/>
    <w:rsid w:val="007D4E9C"/>
    <w:rsid w:val="007D6DCA"/>
    <w:rsid w:val="007D7506"/>
    <w:rsid w:val="007E0070"/>
    <w:rsid w:val="007E0133"/>
    <w:rsid w:val="007E0241"/>
    <w:rsid w:val="007E099A"/>
    <w:rsid w:val="007E0FF7"/>
    <w:rsid w:val="007E16AE"/>
    <w:rsid w:val="007E1C9D"/>
    <w:rsid w:val="007E1D6D"/>
    <w:rsid w:val="007E226A"/>
    <w:rsid w:val="007E3357"/>
    <w:rsid w:val="007E3813"/>
    <w:rsid w:val="007E3E75"/>
    <w:rsid w:val="007E4289"/>
    <w:rsid w:val="007E4384"/>
    <w:rsid w:val="007E5682"/>
    <w:rsid w:val="007E5956"/>
    <w:rsid w:val="007E5AF5"/>
    <w:rsid w:val="007E6756"/>
    <w:rsid w:val="007E776F"/>
    <w:rsid w:val="007E78B8"/>
    <w:rsid w:val="007E7D33"/>
    <w:rsid w:val="007F020C"/>
    <w:rsid w:val="007F072E"/>
    <w:rsid w:val="007F0963"/>
    <w:rsid w:val="007F0A30"/>
    <w:rsid w:val="007F163D"/>
    <w:rsid w:val="007F1A38"/>
    <w:rsid w:val="007F1D44"/>
    <w:rsid w:val="007F217A"/>
    <w:rsid w:val="007F2185"/>
    <w:rsid w:val="007F2546"/>
    <w:rsid w:val="007F41F0"/>
    <w:rsid w:val="007F4F2E"/>
    <w:rsid w:val="007F52F3"/>
    <w:rsid w:val="007F54BF"/>
    <w:rsid w:val="007F57F8"/>
    <w:rsid w:val="007F6716"/>
    <w:rsid w:val="007F7301"/>
    <w:rsid w:val="007F7738"/>
    <w:rsid w:val="007F7C3B"/>
    <w:rsid w:val="008004F6"/>
    <w:rsid w:val="00800F64"/>
    <w:rsid w:val="008022C3"/>
    <w:rsid w:val="008026DC"/>
    <w:rsid w:val="008027EF"/>
    <w:rsid w:val="00802BAE"/>
    <w:rsid w:val="00802DAF"/>
    <w:rsid w:val="008034DA"/>
    <w:rsid w:val="00803E49"/>
    <w:rsid w:val="0080418B"/>
    <w:rsid w:val="008051A1"/>
    <w:rsid w:val="00805DEA"/>
    <w:rsid w:val="0080749B"/>
    <w:rsid w:val="00807C23"/>
    <w:rsid w:val="00810062"/>
    <w:rsid w:val="00810B26"/>
    <w:rsid w:val="0081139B"/>
    <w:rsid w:val="0081170F"/>
    <w:rsid w:val="00811E96"/>
    <w:rsid w:val="008120A1"/>
    <w:rsid w:val="008123AC"/>
    <w:rsid w:val="00812B03"/>
    <w:rsid w:val="00813256"/>
    <w:rsid w:val="00813C38"/>
    <w:rsid w:val="0081503B"/>
    <w:rsid w:val="00815986"/>
    <w:rsid w:val="00815C1D"/>
    <w:rsid w:val="00815C92"/>
    <w:rsid w:val="008170D0"/>
    <w:rsid w:val="0081752E"/>
    <w:rsid w:val="00817E76"/>
    <w:rsid w:val="00820F3C"/>
    <w:rsid w:val="0082151A"/>
    <w:rsid w:val="00821945"/>
    <w:rsid w:val="00822205"/>
    <w:rsid w:val="00822CDA"/>
    <w:rsid w:val="00824802"/>
    <w:rsid w:val="00824C07"/>
    <w:rsid w:val="00824EDE"/>
    <w:rsid w:val="00824FCD"/>
    <w:rsid w:val="00825686"/>
    <w:rsid w:val="0082582B"/>
    <w:rsid w:val="00825D40"/>
    <w:rsid w:val="008262DC"/>
    <w:rsid w:val="0082656E"/>
    <w:rsid w:val="00826CFB"/>
    <w:rsid w:val="008271BF"/>
    <w:rsid w:val="0082732E"/>
    <w:rsid w:val="00827632"/>
    <w:rsid w:val="008279CE"/>
    <w:rsid w:val="00827FF5"/>
    <w:rsid w:val="008301D9"/>
    <w:rsid w:val="00830407"/>
    <w:rsid w:val="0083127D"/>
    <w:rsid w:val="0083159C"/>
    <w:rsid w:val="008316A2"/>
    <w:rsid w:val="0083194C"/>
    <w:rsid w:val="00831AD2"/>
    <w:rsid w:val="00831D74"/>
    <w:rsid w:val="008323A6"/>
    <w:rsid w:val="0083394B"/>
    <w:rsid w:val="00834583"/>
    <w:rsid w:val="00834820"/>
    <w:rsid w:val="00835713"/>
    <w:rsid w:val="008359F4"/>
    <w:rsid w:val="008360F7"/>
    <w:rsid w:val="00836526"/>
    <w:rsid w:val="008417F9"/>
    <w:rsid w:val="0084184D"/>
    <w:rsid w:val="00841D31"/>
    <w:rsid w:val="00842688"/>
    <w:rsid w:val="00843257"/>
    <w:rsid w:val="0084333C"/>
    <w:rsid w:val="0084372A"/>
    <w:rsid w:val="00843E31"/>
    <w:rsid w:val="00844804"/>
    <w:rsid w:val="00844ECF"/>
    <w:rsid w:val="0084649E"/>
    <w:rsid w:val="00846809"/>
    <w:rsid w:val="00847D1B"/>
    <w:rsid w:val="0085036C"/>
    <w:rsid w:val="008503A4"/>
    <w:rsid w:val="008512B0"/>
    <w:rsid w:val="00852845"/>
    <w:rsid w:val="0085499D"/>
    <w:rsid w:val="00854B29"/>
    <w:rsid w:val="0085502E"/>
    <w:rsid w:val="00855AD1"/>
    <w:rsid w:val="00856F0D"/>
    <w:rsid w:val="00856F95"/>
    <w:rsid w:val="00857764"/>
    <w:rsid w:val="008601DD"/>
    <w:rsid w:val="008606DE"/>
    <w:rsid w:val="008608F5"/>
    <w:rsid w:val="00860C37"/>
    <w:rsid w:val="008613F7"/>
    <w:rsid w:val="0086148F"/>
    <w:rsid w:val="0086185F"/>
    <w:rsid w:val="0086256F"/>
    <w:rsid w:val="00862598"/>
    <w:rsid w:val="008625E6"/>
    <w:rsid w:val="00862F06"/>
    <w:rsid w:val="00863346"/>
    <w:rsid w:val="00863651"/>
    <w:rsid w:val="008649EB"/>
    <w:rsid w:val="008658D4"/>
    <w:rsid w:val="008658F5"/>
    <w:rsid w:val="008659E8"/>
    <w:rsid w:val="0086656E"/>
    <w:rsid w:val="00866645"/>
    <w:rsid w:val="00866839"/>
    <w:rsid w:val="00866BB6"/>
    <w:rsid w:val="008676B1"/>
    <w:rsid w:val="00867ECC"/>
    <w:rsid w:val="00870436"/>
    <w:rsid w:val="0087081C"/>
    <w:rsid w:val="008717A3"/>
    <w:rsid w:val="00871A34"/>
    <w:rsid w:val="008734F2"/>
    <w:rsid w:val="00873A78"/>
    <w:rsid w:val="00873A94"/>
    <w:rsid w:val="00873C3B"/>
    <w:rsid w:val="00874FE8"/>
    <w:rsid w:val="00875132"/>
    <w:rsid w:val="00875DD1"/>
    <w:rsid w:val="00877415"/>
    <w:rsid w:val="008803E4"/>
    <w:rsid w:val="008809CB"/>
    <w:rsid w:val="008811BD"/>
    <w:rsid w:val="0088147B"/>
    <w:rsid w:val="00882100"/>
    <w:rsid w:val="00883246"/>
    <w:rsid w:val="0088384C"/>
    <w:rsid w:val="00883EDA"/>
    <w:rsid w:val="00884121"/>
    <w:rsid w:val="00885598"/>
    <w:rsid w:val="00885B71"/>
    <w:rsid w:val="00886017"/>
    <w:rsid w:val="00886180"/>
    <w:rsid w:val="00892260"/>
    <w:rsid w:val="0089299A"/>
    <w:rsid w:val="00892D3A"/>
    <w:rsid w:val="00892EE8"/>
    <w:rsid w:val="00893414"/>
    <w:rsid w:val="008935E0"/>
    <w:rsid w:val="00894D3E"/>
    <w:rsid w:val="008950ED"/>
    <w:rsid w:val="00895D37"/>
    <w:rsid w:val="00895F5A"/>
    <w:rsid w:val="0089604C"/>
    <w:rsid w:val="00896F68"/>
    <w:rsid w:val="0089726E"/>
    <w:rsid w:val="008976BC"/>
    <w:rsid w:val="0089770E"/>
    <w:rsid w:val="008A09F2"/>
    <w:rsid w:val="008A12E7"/>
    <w:rsid w:val="008A144D"/>
    <w:rsid w:val="008A3E1A"/>
    <w:rsid w:val="008A4A24"/>
    <w:rsid w:val="008A4A27"/>
    <w:rsid w:val="008A4CD3"/>
    <w:rsid w:val="008A4CDB"/>
    <w:rsid w:val="008A5559"/>
    <w:rsid w:val="008A5678"/>
    <w:rsid w:val="008A5908"/>
    <w:rsid w:val="008A62CB"/>
    <w:rsid w:val="008A6834"/>
    <w:rsid w:val="008A6A1B"/>
    <w:rsid w:val="008B0361"/>
    <w:rsid w:val="008B0536"/>
    <w:rsid w:val="008B2444"/>
    <w:rsid w:val="008B2DE2"/>
    <w:rsid w:val="008B2EA1"/>
    <w:rsid w:val="008B3DC2"/>
    <w:rsid w:val="008B45EF"/>
    <w:rsid w:val="008B4CD5"/>
    <w:rsid w:val="008B5136"/>
    <w:rsid w:val="008B5C0F"/>
    <w:rsid w:val="008B5F1D"/>
    <w:rsid w:val="008B7977"/>
    <w:rsid w:val="008C06DD"/>
    <w:rsid w:val="008C0A9A"/>
    <w:rsid w:val="008C0B29"/>
    <w:rsid w:val="008C11E0"/>
    <w:rsid w:val="008C1218"/>
    <w:rsid w:val="008C1B0A"/>
    <w:rsid w:val="008C1EAD"/>
    <w:rsid w:val="008C33D2"/>
    <w:rsid w:val="008C3F58"/>
    <w:rsid w:val="008C448A"/>
    <w:rsid w:val="008C57D5"/>
    <w:rsid w:val="008C76FE"/>
    <w:rsid w:val="008D10A3"/>
    <w:rsid w:val="008D2D7D"/>
    <w:rsid w:val="008D3AA1"/>
    <w:rsid w:val="008D4070"/>
    <w:rsid w:val="008D4B3C"/>
    <w:rsid w:val="008D4C93"/>
    <w:rsid w:val="008D5399"/>
    <w:rsid w:val="008D5AA5"/>
    <w:rsid w:val="008D6551"/>
    <w:rsid w:val="008D6806"/>
    <w:rsid w:val="008D759A"/>
    <w:rsid w:val="008D7881"/>
    <w:rsid w:val="008D7DF0"/>
    <w:rsid w:val="008E026A"/>
    <w:rsid w:val="008E028E"/>
    <w:rsid w:val="008E02B8"/>
    <w:rsid w:val="008E08B1"/>
    <w:rsid w:val="008E0962"/>
    <w:rsid w:val="008E29BD"/>
    <w:rsid w:val="008E2FF8"/>
    <w:rsid w:val="008E3B59"/>
    <w:rsid w:val="008E3B81"/>
    <w:rsid w:val="008E3DC1"/>
    <w:rsid w:val="008E43C9"/>
    <w:rsid w:val="008E44E8"/>
    <w:rsid w:val="008E4668"/>
    <w:rsid w:val="008E5C24"/>
    <w:rsid w:val="008E5C80"/>
    <w:rsid w:val="008E5E29"/>
    <w:rsid w:val="008E6319"/>
    <w:rsid w:val="008E6851"/>
    <w:rsid w:val="008E703C"/>
    <w:rsid w:val="008E7878"/>
    <w:rsid w:val="008E7D79"/>
    <w:rsid w:val="008F10C3"/>
    <w:rsid w:val="008F185E"/>
    <w:rsid w:val="008F1DEA"/>
    <w:rsid w:val="008F2D02"/>
    <w:rsid w:val="008F34D1"/>
    <w:rsid w:val="008F360D"/>
    <w:rsid w:val="008F3EA3"/>
    <w:rsid w:val="008F407F"/>
    <w:rsid w:val="008F4200"/>
    <w:rsid w:val="008F477C"/>
    <w:rsid w:val="008F48B0"/>
    <w:rsid w:val="008F5267"/>
    <w:rsid w:val="008F564D"/>
    <w:rsid w:val="008F569D"/>
    <w:rsid w:val="008F586F"/>
    <w:rsid w:val="008F5CB5"/>
    <w:rsid w:val="008F6A10"/>
    <w:rsid w:val="008F7AD6"/>
    <w:rsid w:val="008F7B03"/>
    <w:rsid w:val="009008BD"/>
    <w:rsid w:val="00900C0A"/>
    <w:rsid w:val="009016BA"/>
    <w:rsid w:val="009019A6"/>
    <w:rsid w:val="00901BC8"/>
    <w:rsid w:val="00901CAC"/>
    <w:rsid w:val="00903E79"/>
    <w:rsid w:val="009046C4"/>
    <w:rsid w:val="00904F96"/>
    <w:rsid w:val="0090511F"/>
    <w:rsid w:val="00905D6A"/>
    <w:rsid w:val="009061CB"/>
    <w:rsid w:val="00906DED"/>
    <w:rsid w:val="009072F3"/>
    <w:rsid w:val="00910954"/>
    <w:rsid w:val="00910C14"/>
    <w:rsid w:val="00911982"/>
    <w:rsid w:val="00912894"/>
    <w:rsid w:val="0091334F"/>
    <w:rsid w:val="0091460C"/>
    <w:rsid w:val="00914902"/>
    <w:rsid w:val="00914DCC"/>
    <w:rsid w:val="00914FDB"/>
    <w:rsid w:val="00916426"/>
    <w:rsid w:val="0091665D"/>
    <w:rsid w:val="009166AF"/>
    <w:rsid w:val="009169B9"/>
    <w:rsid w:val="00916DFE"/>
    <w:rsid w:val="00916EB8"/>
    <w:rsid w:val="00917090"/>
    <w:rsid w:val="0092088D"/>
    <w:rsid w:val="00920DD7"/>
    <w:rsid w:val="0092169C"/>
    <w:rsid w:val="00921A86"/>
    <w:rsid w:val="00921DD7"/>
    <w:rsid w:val="0092228D"/>
    <w:rsid w:val="0092231C"/>
    <w:rsid w:val="00922321"/>
    <w:rsid w:val="00923122"/>
    <w:rsid w:val="0092500F"/>
    <w:rsid w:val="009259D9"/>
    <w:rsid w:val="00925ADE"/>
    <w:rsid w:val="009260DF"/>
    <w:rsid w:val="00926AFC"/>
    <w:rsid w:val="00927E5E"/>
    <w:rsid w:val="00931104"/>
    <w:rsid w:val="00932015"/>
    <w:rsid w:val="009324B0"/>
    <w:rsid w:val="009337D7"/>
    <w:rsid w:val="00934037"/>
    <w:rsid w:val="0093525A"/>
    <w:rsid w:val="009356C1"/>
    <w:rsid w:val="0093583F"/>
    <w:rsid w:val="00935D73"/>
    <w:rsid w:val="00936EFA"/>
    <w:rsid w:val="00937DCA"/>
    <w:rsid w:val="00937DFC"/>
    <w:rsid w:val="00940468"/>
    <w:rsid w:val="00940D11"/>
    <w:rsid w:val="0094142F"/>
    <w:rsid w:val="00941DF9"/>
    <w:rsid w:val="009424BF"/>
    <w:rsid w:val="00942BB8"/>
    <w:rsid w:val="009430CC"/>
    <w:rsid w:val="00943F20"/>
    <w:rsid w:val="00943FC9"/>
    <w:rsid w:val="00944075"/>
    <w:rsid w:val="00944D37"/>
    <w:rsid w:val="00945425"/>
    <w:rsid w:val="0094645A"/>
    <w:rsid w:val="00946D88"/>
    <w:rsid w:val="00947464"/>
    <w:rsid w:val="00947CF6"/>
    <w:rsid w:val="00947F84"/>
    <w:rsid w:val="0095092A"/>
    <w:rsid w:val="009509C4"/>
    <w:rsid w:val="0095348E"/>
    <w:rsid w:val="00954842"/>
    <w:rsid w:val="00954EA4"/>
    <w:rsid w:val="009550F3"/>
    <w:rsid w:val="00956117"/>
    <w:rsid w:val="00956BF7"/>
    <w:rsid w:val="009571D3"/>
    <w:rsid w:val="0095728A"/>
    <w:rsid w:val="00957985"/>
    <w:rsid w:val="009617E4"/>
    <w:rsid w:val="00962A19"/>
    <w:rsid w:val="0096315F"/>
    <w:rsid w:val="009636CC"/>
    <w:rsid w:val="00964650"/>
    <w:rsid w:val="00964A69"/>
    <w:rsid w:val="009650F5"/>
    <w:rsid w:val="00965BB0"/>
    <w:rsid w:val="00965CE6"/>
    <w:rsid w:val="0096726E"/>
    <w:rsid w:val="0097047C"/>
    <w:rsid w:val="00970C03"/>
    <w:rsid w:val="00971FB3"/>
    <w:rsid w:val="00971FF5"/>
    <w:rsid w:val="009723BB"/>
    <w:rsid w:val="00972E65"/>
    <w:rsid w:val="00973239"/>
    <w:rsid w:val="00974135"/>
    <w:rsid w:val="00974A5C"/>
    <w:rsid w:val="00975BC5"/>
    <w:rsid w:val="009763C8"/>
    <w:rsid w:val="00977233"/>
    <w:rsid w:val="00977966"/>
    <w:rsid w:val="009809C5"/>
    <w:rsid w:val="00981425"/>
    <w:rsid w:val="00981C02"/>
    <w:rsid w:val="00981E9C"/>
    <w:rsid w:val="00982A80"/>
    <w:rsid w:val="00982B3A"/>
    <w:rsid w:val="00982D49"/>
    <w:rsid w:val="00983A56"/>
    <w:rsid w:val="00983F25"/>
    <w:rsid w:val="00985742"/>
    <w:rsid w:val="00985C81"/>
    <w:rsid w:val="0098744B"/>
    <w:rsid w:val="009902CA"/>
    <w:rsid w:val="009905BB"/>
    <w:rsid w:val="009911A5"/>
    <w:rsid w:val="009918EB"/>
    <w:rsid w:val="00991C43"/>
    <w:rsid w:val="00992805"/>
    <w:rsid w:val="009941FE"/>
    <w:rsid w:val="00994263"/>
    <w:rsid w:val="00994DD5"/>
    <w:rsid w:val="00995D56"/>
    <w:rsid w:val="009968B7"/>
    <w:rsid w:val="00997473"/>
    <w:rsid w:val="009977CD"/>
    <w:rsid w:val="00997C45"/>
    <w:rsid w:val="009A034E"/>
    <w:rsid w:val="009A1267"/>
    <w:rsid w:val="009A12D9"/>
    <w:rsid w:val="009A1349"/>
    <w:rsid w:val="009A1943"/>
    <w:rsid w:val="009A20B5"/>
    <w:rsid w:val="009A4C9C"/>
    <w:rsid w:val="009A5268"/>
    <w:rsid w:val="009A5344"/>
    <w:rsid w:val="009A5696"/>
    <w:rsid w:val="009A7991"/>
    <w:rsid w:val="009A7DE3"/>
    <w:rsid w:val="009B05D3"/>
    <w:rsid w:val="009B0CCA"/>
    <w:rsid w:val="009B0D0E"/>
    <w:rsid w:val="009B0DE4"/>
    <w:rsid w:val="009B0F3F"/>
    <w:rsid w:val="009B130E"/>
    <w:rsid w:val="009B1C5B"/>
    <w:rsid w:val="009B2C45"/>
    <w:rsid w:val="009B2C85"/>
    <w:rsid w:val="009B2CDC"/>
    <w:rsid w:val="009B3212"/>
    <w:rsid w:val="009B3ABB"/>
    <w:rsid w:val="009B4306"/>
    <w:rsid w:val="009B442D"/>
    <w:rsid w:val="009B537F"/>
    <w:rsid w:val="009B69BC"/>
    <w:rsid w:val="009C02F4"/>
    <w:rsid w:val="009C0429"/>
    <w:rsid w:val="009C1057"/>
    <w:rsid w:val="009C11BA"/>
    <w:rsid w:val="009C1508"/>
    <w:rsid w:val="009C1B94"/>
    <w:rsid w:val="009C1EF8"/>
    <w:rsid w:val="009C2C62"/>
    <w:rsid w:val="009C2F12"/>
    <w:rsid w:val="009C32C2"/>
    <w:rsid w:val="009C3B25"/>
    <w:rsid w:val="009C4764"/>
    <w:rsid w:val="009C5A13"/>
    <w:rsid w:val="009C607C"/>
    <w:rsid w:val="009C6309"/>
    <w:rsid w:val="009C6C13"/>
    <w:rsid w:val="009C7109"/>
    <w:rsid w:val="009C723D"/>
    <w:rsid w:val="009C7361"/>
    <w:rsid w:val="009C7830"/>
    <w:rsid w:val="009D0DBD"/>
    <w:rsid w:val="009D0EB2"/>
    <w:rsid w:val="009D18D8"/>
    <w:rsid w:val="009D1A22"/>
    <w:rsid w:val="009D2927"/>
    <w:rsid w:val="009D2A4D"/>
    <w:rsid w:val="009D2B20"/>
    <w:rsid w:val="009D2D2D"/>
    <w:rsid w:val="009D2F16"/>
    <w:rsid w:val="009D3974"/>
    <w:rsid w:val="009D4A0E"/>
    <w:rsid w:val="009D57B8"/>
    <w:rsid w:val="009D5FA3"/>
    <w:rsid w:val="009D60FC"/>
    <w:rsid w:val="009D6452"/>
    <w:rsid w:val="009D7962"/>
    <w:rsid w:val="009D7EB1"/>
    <w:rsid w:val="009E10FA"/>
    <w:rsid w:val="009E1740"/>
    <w:rsid w:val="009E1C21"/>
    <w:rsid w:val="009E312D"/>
    <w:rsid w:val="009E4B61"/>
    <w:rsid w:val="009E4DCD"/>
    <w:rsid w:val="009E5E3C"/>
    <w:rsid w:val="009E7405"/>
    <w:rsid w:val="009E7774"/>
    <w:rsid w:val="009E79D0"/>
    <w:rsid w:val="009F1D38"/>
    <w:rsid w:val="009F39AA"/>
    <w:rsid w:val="009F4523"/>
    <w:rsid w:val="009F4C26"/>
    <w:rsid w:val="009F5EF2"/>
    <w:rsid w:val="009F68C3"/>
    <w:rsid w:val="009F74C1"/>
    <w:rsid w:val="009F7DC1"/>
    <w:rsid w:val="00A02C61"/>
    <w:rsid w:val="00A02F36"/>
    <w:rsid w:val="00A03351"/>
    <w:rsid w:val="00A033CF"/>
    <w:rsid w:val="00A0376C"/>
    <w:rsid w:val="00A04286"/>
    <w:rsid w:val="00A048AA"/>
    <w:rsid w:val="00A05F06"/>
    <w:rsid w:val="00A06741"/>
    <w:rsid w:val="00A06D4E"/>
    <w:rsid w:val="00A0701B"/>
    <w:rsid w:val="00A103E6"/>
    <w:rsid w:val="00A10A48"/>
    <w:rsid w:val="00A10B38"/>
    <w:rsid w:val="00A11E27"/>
    <w:rsid w:val="00A11EB9"/>
    <w:rsid w:val="00A11FF9"/>
    <w:rsid w:val="00A1228E"/>
    <w:rsid w:val="00A12336"/>
    <w:rsid w:val="00A12724"/>
    <w:rsid w:val="00A128D2"/>
    <w:rsid w:val="00A129D5"/>
    <w:rsid w:val="00A13159"/>
    <w:rsid w:val="00A1470C"/>
    <w:rsid w:val="00A1505D"/>
    <w:rsid w:val="00A15406"/>
    <w:rsid w:val="00A166B5"/>
    <w:rsid w:val="00A16ADE"/>
    <w:rsid w:val="00A16B70"/>
    <w:rsid w:val="00A16E89"/>
    <w:rsid w:val="00A1766F"/>
    <w:rsid w:val="00A21C46"/>
    <w:rsid w:val="00A2308B"/>
    <w:rsid w:val="00A237D5"/>
    <w:rsid w:val="00A2602C"/>
    <w:rsid w:val="00A266AC"/>
    <w:rsid w:val="00A27127"/>
    <w:rsid w:val="00A27F01"/>
    <w:rsid w:val="00A30C08"/>
    <w:rsid w:val="00A31F96"/>
    <w:rsid w:val="00A32749"/>
    <w:rsid w:val="00A329A3"/>
    <w:rsid w:val="00A32F3C"/>
    <w:rsid w:val="00A33778"/>
    <w:rsid w:val="00A33A3C"/>
    <w:rsid w:val="00A35D0B"/>
    <w:rsid w:val="00A35D35"/>
    <w:rsid w:val="00A36380"/>
    <w:rsid w:val="00A36DC2"/>
    <w:rsid w:val="00A370E5"/>
    <w:rsid w:val="00A3751A"/>
    <w:rsid w:val="00A37F17"/>
    <w:rsid w:val="00A4025B"/>
    <w:rsid w:val="00A403ED"/>
    <w:rsid w:val="00A41AE3"/>
    <w:rsid w:val="00A42413"/>
    <w:rsid w:val="00A436B8"/>
    <w:rsid w:val="00A441D7"/>
    <w:rsid w:val="00A44B94"/>
    <w:rsid w:val="00A44D38"/>
    <w:rsid w:val="00A4522C"/>
    <w:rsid w:val="00A4565A"/>
    <w:rsid w:val="00A461C0"/>
    <w:rsid w:val="00A4667F"/>
    <w:rsid w:val="00A4681A"/>
    <w:rsid w:val="00A470CB"/>
    <w:rsid w:val="00A47308"/>
    <w:rsid w:val="00A47A45"/>
    <w:rsid w:val="00A47EC5"/>
    <w:rsid w:val="00A50022"/>
    <w:rsid w:val="00A507F8"/>
    <w:rsid w:val="00A50DF9"/>
    <w:rsid w:val="00A51112"/>
    <w:rsid w:val="00A513E7"/>
    <w:rsid w:val="00A519E2"/>
    <w:rsid w:val="00A520F1"/>
    <w:rsid w:val="00A5325B"/>
    <w:rsid w:val="00A53362"/>
    <w:rsid w:val="00A5357D"/>
    <w:rsid w:val="00A53BDC"/>
    <w:rsid w:val="00A54363"/>
    <w:rsid w:val="00A547B2"/>
    <w:rsid w:val="00A54C70"/>
    <w:rsid w:val="00A550B5"/>
    <w:rsid w:val="00A55B5E"/>
    <w:rsid w:val="00A55BCE"/>
    <w:rsid w:val="00A55D5D"/>
    <w:rsid w:val="00A563BF"/>
    <w:rsid w:val="00A5652E"/>
    <w:rsid w:val="00A5690D"/>
    <w:rsid w:val="00A56EAF"/>
    <w:rsid w:val="00A6003F"/>
    <w:rsid w:val="00A608C7"/>
    <w:rsid w:val="00A60B96"/>
    <w:rsid w:val="00A60D16"/>
    <w:rsid w:val="00A63570"/>
    <w:rsid w:val="00A63DD6"/>
    <w:rsid w:val="00A64548"/>
    <w:rsid w:val="00A65371"/>
    <w:rsid w:val="00A657FB"/>
    <w:rsid w:val="00A66780"/>
    <w:rsid w:val="00A673EF"/>
    <w:rsid w:val="00A6775D"/>
    <w:rsid w:val="00A706CA"/>
    <w:rsid w:val="00A716BD"/>
    <w:rsid w:val="00A71D3D"/>
    <w:rsid w:val="00A72363"/>
    <w:rsid w:val="00A73C2F"/>
    <w:rsid w:val="00A74D0C"/>
    <w:rsid w:val="00A74F7D"/>
    <w:rsid w:val="00A755EA"/>
    <w:rsid w:val="00A76450"/>
    <w:rsid w:val="00A775F6"/>
    <w:rsid w:val="00A777F1"/>
    <w:rsid w:val="00A77AFD"/>
    <w:rsid w:val="00A77B38"/>
    <w:rsid w:val="00A800F3"/>
    <w:rsid w:val="00A805B3"/>
    <w:rsid w:val="00A807E2"/>
    <w:rsid w:val="00A8134A"/>
    <w:rsid w:val="00A82A42"/>
    <w:rsid w:val="00A830F3"/>
    <w:rsid w:val="00A83423"/>
    <w:rsid w:val="00A84CA6"/>
    <w:rsid w:val="00A85033"/>
    <w:rsid w:val="00A8533A"/>
    <w:rsid w:val="00A853F8"/>
    <w:rsid w:val="00A85FBC"/>
    <w:rsid w:val="00A86274"/>
    <w:rsid w:val="00A862EB"/>
    <w:rsid w:val="00A86BE2"/>
    <w:rsid w:val="00A86C52"/>
    <w:rsid w:val="00A8750A"/>
    <w:rsid w:val="00A877A2"/>
    <w:rsid w:val="00A87947"/>
    <w:rsid w:val="00A87F63"/>
    <w:rsid w:val="00A908A1"/>
    <w:rsid w:val="00A90DAB"/>
    <w:rsid w:val="00A918E7"/>
    <w:rsid w:val="00A924B8"/>
    <w:rsid w:val="00A92AD6"/>
    <w:rsid w:val="00A92F79"/>
    <w:rsid w:val="00A93993"/>
    <w:rsid w:val="00A939B7"/>
    <w:rsid w:val="00A94310"/>
    <w:rsid w:val="00A94405"/>
    <w:rsid w:val="00A952CF"/>
    <w:rsid w:val="00A955D0"/>
    <w:rsid w:val="00A95689"/>
    <w:rsid w:val="00A97093"/>
    <w:rsid w:val="00AA03E7"/>
    <w:rsid w:val="00AA053D"/>
    <w:rsid w:val="00AA0D32"/>
    <w:rsid w:val="00AA1291"/>
    <w:rsid w:val="00AA29CE"/>
    <w:rsid w:val="00AA3027"/>
    <w:rsid w:val="00AA33A5"/>
    <w:rsid w:val="00AA33DE"/>
    <w:rsid w:val="00AA3929"/>
    <w:rsid w:val="00AA3B4E"/>
    <w:rsid w:val="00AA3FFA"/>
    <w:rsid w:val="00AA499A"/>
    <w:rsid w:val="00AA504B"/>
    <w:rsid w:val="00AA5980"/>
    <w:rsid w:val="00AA6111"/>
    <w:rsid w:val="00AA776A"/>
    <w:rsid w:val="00AA790B"/>
    <w:rsid w:val="00AB0A07"/>
    <w:rsid w:val="00AB274E"/>
    <w:rsid w:val="00AB2F04"/>
    <w:rsid w:val="00AB36B1"/>
    <w:rsid w:val="00AB3795"/>
    <w:rsid w:val="00AB38BB"/>
    <w:rsid w:val="00AB3A1C"/>
    <w:rsid w:val="00AB3A97"/>
    <w:rsid w:val="00AB469B"/>
    <w:rsid w:val="00AB52E4"/>
    <w:rsid w:val="00AB5720"/>
    <w:rsid w:val="00AB5BBF"/>
    <w:rsid w:val="00AB5CBF"/>
    <w:rsid w:val="00AB5CE4"/>
    <w:rsid w:val="00AB5EF1"/>
    <w:rsid w:val="00AB6ED1"/>
    <w:rsid w:val="00AB705D"/>
    <w:rsid w:val="00AB76FE"/>
    <w:rsid w:val="00AB7751"/>
    <w:rsid w:val="00AB77EF"/>
    <w:rsid w:val="00AB7A48"/>
    <w:rsid w:val="00AC1212"/>
    <w:rsid w:val="00AC1D62"/>
    <w:rsid w:val="00AC1F36"/>
    <w:rsid w:val="00AC2720"/>
    <w:rsid w:val="00AC391F"/>
    <w:rsid w:val="00AC3F02"/>
    <w:rsid w:val="00AC43B4"/>
    <w:rsid w:val="00AC457B"/>
    <w:rsid w:val="00AC47F2"/>
    <w:rsid w:val="00AC48D8"/>
    <w:rsid w:val="00AC575A"/>
    <w:rsid w:val="00AC5CBA"/>
    <w:rsid w:val="00AC60F7"/>
    <w:rsid w:val="00AC620F"/>
    <w:rsid w:val="00AC6992"/>
    <w:rsid w:val="00AC6A12"/>
    <w:rsid w:val="00AC6A63"/>
    <w:rsid w:val="00AC6C4D"/>
    <w:rsid w:val="00AC7359"/>
    <w:rsid w:val="00AD019F"/>
    <w:rsid w:val="00AD1562"/>
    <w:rsid w:val="00AD1EC7"/>
    <w:rsid w:val="00AD2398"/>
    <w:rsid w:val="00AD36E8"/>
    <w:rsid w:val="00AD38DA"/>
    <w:rsid w:val="00AD3917"/>
    <w:rsid w:val="00AD4E9D"/>
    <w:rsid w:val="00AD4F0F"/>
    <w:rsid w:val="00AD6A3D"/>
    <w:rsid w:val="00AD6FFF"/>
    <w:rsid w:val="00AD7205"/>
    <w:rsid w:val="00AD73C4"/>
    <w:rsid w:val="00AD79DC"/>
    <w:rsid w:val="00AD7B99"/>
    <w:rsid w:val="00AD7F2B"/>
    <w:rsid w:val="00AE1466"/>
    <w:rsid w:val="00AE15D2"/>
    <w:rsid w:val="00AE1673"/>
    <w:rsid w:val="00AE1BB1"/>
    <w:rsid w:val="00AE207C"/>
    <w:rsid w:val="00AE238C"/>
    <w:rsid w:val="00AE3264"/>
    <w:rsid w:val="00AE3706"/>
    <w:rsid w:val="00AE3A8C"/>
    <w:rsid w:val="00AE4215"/>
    <w:rsid w:val="00AE4B83"/>
    <w:rsid w:val="00AE4DF2"/>
    <w:rsid w:val="00AE534A"/>
    <w:rsid w:val="00AE6C24"/>
    <w:rsid w:val="00AE749F"/>
    <w:rsid w:val="00AE7AB3"/>
    <w:rsid w:val="00AE7D50"/>
    <w:rsid w:val="00AF00BB"/>
    <w:rsid w:val="00AF03CB"/>
    <w:rsid w:val="00AF1B72"/>
    <w:rsid w:val="00AF1D05"/>
    <w:rsid w:val="00AF281B"/>
    <w:rsid w:val="00AF38EC"/>
    <w:rsid w:val="00AF40FB"/>
    <w:rsid w:val="00AF4210"/>
    <w:rsid w:val="00AF6556"/>
    <w:rsid w:val="00AF797F"/>
    <w:rsid w:val="00AF7AD7"/>
    <w:rsid w:val="00B0010D"/>
    <w:rsid w:val="00B00720"/>
    <w:rsid w:val="00B00B93"/>
    <w:rsid w:val="00B00F10"/>
    <w:rsid w:val="00B01881"/>
    <w:rsid w:val="00B02913"/>
    <w:rsid w:val="00B02BE6"/>
    <w:rsid w:val="00B030D0"/>
    <w:rsid w:val="00B040E6"/>
    <w:rsid w:val="00B04A46"/>
    <w:rsid w:val="00B04E67"/>
    <w:rsid w:val="00B05485"/>
    <w:rsid w:val="00B05EB1"/>
    <w:rsid w:val="00B06462"/>
    <w:rsid w:val="00B06877"/>
    <w:rsid w:val="00B06AD5"/>
    <w:rsid w:val="00B06FDF"/>
    <w:rsid w:val="00B07735"/>
    <w:rsid w:val="00B07C80"/>
    <w:rsid w:val="00B10639"/>
    <w:rsid w:val="00B10C3E"/>
    <w:rsid w:val="00B10C6D"/>
    <w:rsid w:val="00B1104B"/>
    <w:rsid w:val="00B11C40"/>
    <w:rsid w:val="00B125EB"/>
    <w:rsid w:val="00B12DB9"/>
    <w:rsid w:val="00B12E0A"/>
    <w:rsid w:val="00B130F5"/>
    <w:rsid w:val="00B13792"/>
    <w:rsid w:val="00B13A8F"/>
    <w:rsid w:val="00B13C1D"/>
    <w:rsid w:val="00B13C4B"/>
    <w:rsid w:val="00B14CE1"/>
    <w:rsid w:val="00B152D0"/>
    <w:rsid w:val="00B1539B"/>
    <w:rsid w:val="00B173E9"/>
    <w:rsid w:val="00B1787D"/>
    <w:rsid w:val="00B2084D"/>
    <w:rsid w:val="00B208FB"/>
    <w:rsid w:val="00B20D22"/>
    <w:rsid w:val="00B21396"/>
    <w:rsid w:val="00B21929"/>
    <w:rsid w:val="00B228F6"/>
    <w:rsid w:val="00B24938"/>
    <w:rsid w:val="00B26018"/>
    <w:rsid w:val="00B2641F"/>
    <w:rsid w:val="00B26DF3"/>
    <w:rsid w:val="00B276F6"/>
    <w:rsid w:val="00B27D93"/>
    <w:rsid w:val="00B319CA"/>
    <w:rsid w:val="00B31A8B"/>
    <w:rsid w:val="00B31E3C"/>
    <w:rsid w:val="00B3349B"/>
    <w:rsid w:val="00B347FE"/>
    <w:rsid w:val="00B3599D"/>
    <w:rsid w:val="00B3617F"/>
    <w:rsid w:val="00B36598"/>
    <w:rsid w:val="00B36653"/>
    <w:rsid w:val="00B36697"/>
    <w:rsid w:val="00B3742A"/>
    <w:rsid w:val="00B37B60"/>
    <w:rsid w:val="00B37B92"/>
    <w:rsid w:val="00B416DB"/>
    <w:rsid w:val="00B42503"/>
    <w:rsid w:val="00B42AC2"/>
    <w:rsid w:val="00B43534"/>
    <w:rsid w:val="00B43EE3"/>
    <w:rsid w:val="00B455D9"/>
    <w:rsid w:val="00B458BD"/>
    <w:rsid w:val="00B45E45"/>
    <w:rsid w:val="00B463B9"/>
    <w:rsid w:val="00B4656D"/>
    <w:rsid w:val="00B478FC"/>
    <w:rsid w:val="00B50B79"/>
    <w:rsid w:val="00B50F29"/>
    <w:rsid w:val="00B50FE6"/>
    <w:rsid w:val="00B5180B"/>
    <w:rsid w:val="00B52FCC"/>
    <w:rsid w:val="00B5376F"/>
    <w:rsid w:val="00B54073"/>
    <w:rsid w:val="00B54158"/>
    <w:rsid w:val="00B546C0"/>
    <w:rsid w:val="00B5540D"/>
    <w:rsid w:val="00B55C63"/>
    <w:rsid w:val="00B55E2C"/>
    <w:rsid w:val="00B56024"/>
    <w:rsid w:val="00B56212"/>
    <w:rsid w:val="00B564CD"/>
    <w:rsid w:val="00B56B4E"/>
    <w:rsid w:val="00B579BD"/>
    <w:rsid w:val="00B57BFF"/>
    <w:rsid w:val="00B60E10"/>
    <w:rsid w:val="00B62120"/>
    <w:rsid w:val="00B621FB"/>
    <w:rsid w:val="00B634DD"/>
    <w:rsid w:val="00B63A04"/>
    <w:rsid w:val="00B64942"/>
    <w:rsid w:val="00B649E6"/>
    <w:rsid w:val="00B64C98"/>
    <w:rsid w:val="00B65A5A"/>
    <w:rsid w:val="00B660F5"/>
    <w:rsid w:val="00B66CC2"/>
    <w:rsid w:val="00B679E4"/>
    <w:rsid w:val="00B70137"/>
    <w:rsid w:val="00B704F1"/>
    <w:rsid w:val="00B706D3"/>
    <w:rsid w:val="00B70DCB"/>
    <w:rsid w:val="00B711C6"/>
    <w:rsid w:val="00B711FE"/>
    <w:rsid w:val="00B71CE1"/>
    <w:rsid w:val="00B72218"/>
    <w:rsid w:val="00B72B43"/>
    <w:rsid w:val="00B72DF2"/>
    <w:rsid w:val="00B73E6C"/>
    <w:rsid w:val="00B75269"/>
    <w:rsid w:val="00B752C5"/>
    <w:rsid w:val="00B75330"/>
    <w:rsid w:val="00B76662"/>
    <w:rsid w:val="00B76B58"/>
    <w:rsid w:val="00B770B1"/>
    <w:rsid w:val="00B80841"/>
    <w:rsid w:val="00B808E4"/>
    <w:rsid w:val="00B8135F"/>
    <w:rsid w:val="00B82099"/>
    <w:rsid w:val="00B8386E"/>
    <w:rsid w:val="00B83A27"/>
    <w:rsid w:val="00B83C3A"/>
    <w:rsid w:val="00B8492A"/>
    <w:rsid w:val="00B84A30"/>
    <w:rsid w:val="00B85353"/>
    <w:rsid w:val="00B86646"/>
    <w:rsid w:val="00B86C54"/>
    <w:rsid w:val="00B8702A"/>
    <w:rsid w:val="00B8728E"/>
    <w:rsid w:val="00B9028E"/>
    <w:rsid w:val="00B90372"/>
    <w:rsid w:val="00B9068B"/>
    <w:rsid w:val="00B914E3"/>
    <w:rsid w:val="00B9153F"/>
    <w:rsid w:val="00B915A6"/>
    <w:rsid w:val="00B9194E"/>
    <w:rsid w:val="00B91FBF"/>
    <w:rsid w:val="00B92D92"/>
    <w:rsid w:val="00B95DBA"/>
    <w:rsid w:val="00B97072"/>
    <w:rsid w:val="00B97CB0"/>
    <w:rsid w:val="00BA0512"/>
    <w:rsid w:val="00BA0C24"/>
    <w:rsid w:val="00BA1590"/>
    <w:rsid w:val="00BA1849"/>
    <w:rsid w:val="00BA385F"/>
    <w:rsid w:val="00BA4339"/>
    <w:rsid w:val="00BA578C"/>
    <w:rsid w:val="00BA5887"/>
    <w:rsid w:val="00BA7841"/>
    <w:rsid w:val="00BA7A65"/>
    <w:rsid w:val="00BB1949"/>
    <w:rsid w:val="00BB195E"/>
    <w:rsid w:val="00BB20E3"/>
    <w:rsid w:val="00BB2876"/>
    <w:rsid w:val="00BB2D17"/>
    <w:rsid w:val="00BB2EAC"/>
    <w:rsid w:val="00BB3A11"/>
    <w:rsid w:val="00BB475C"/>
    <w:rsid w:val="00BB5E98"/>
    <w:rsid w:val="00BB6604"/>
    <w:rsid w:val="00BB723E"/>
    <w:rsid w:val="00BB7589"/>
    <w:rsid w:val="00BB7FCD"/>
    <w:rsid w:val="00BC1D05"/>
    <w:rsid w:val="00BC2C9B"/>
    <w:rsid w:val="00BC3208"/>
    <w:rsid w:val="00BC3AC3"/>
    <w:rsid w:val="00BC3C9A"/>
    <w:rsid w:val="00BC4176"/>
    <w:rsid w:val="00BC4983"/>
    <w:rsid w:val="00BC5194"/>
    <w:rsid w:val="00BC5B81"/>
    <w:rsid w:val="00BC6AE4"/>
    <w:rsid w:val="00BC7510"/>
    <w:rsid w:val="00BC7E6B"/>
    <w:rsid w:val="00BD0071"/>
    <w:rsid w:val="00BD090E"/>
    <w:rsid w:val="00BD09D5"/>
    <w:rsid w:val="00BD21DA"/>
    <w:rsid w:val="00BD2268"/>
    <w:rsid w:val="00BD2758"/>
    <w:rsid w:val="00BD28F1"/>
    <w:rsid w:val="00BD2BD8"/>
    <w:rsid w:val="00BD30DF"/>
    <w:rsid w:val="00BD380E"/>
    <w:rsid w:val="00BD3A84"/>
    <w:rsid w:val="00BD3C31"/>
    <w:rsid w:val="00BD494B"/>
    <w:rsid w:val="00BD5143"/>
    <w:rsid w:val="00BD5C81"/>
    <w:rsid w:val="00BD68EC"/>
    <w:rsid w:val="00BD6FC4"/>
    <w:rsid w:val="00BD70F6"/>
    <w:rsid w:val="00BD7183"/>
    <w:rsid w:val="00BD78C3"/>
    <w:rsid w:val="00BD7F4D"/>
    <w:rsid w:val="00BE0A52"/>
    <w:rsid w:val="00BE0D51"/>
    <w:rsid w:val="00BE1645"/>
    <w:rsid w:val="00BE2481"/>
    <w:rsid w:val="00BE28B6"/>
    <w:rsid w:val="00BE3935"/>
    <w:rsid w:val="00BE3BD2"/>
    <w:rsid w:val="00BE4452"/>
    <w:rsid w:val="00BE45C1"/>
    <w:rsid w:val="00BE5BBE"/>
    <w:rsid w:val="00BE6543"/>
    <w:rsid w:val="00BE7335"/>
    <w:rsid w:val="00BE74A7"/>
    <w:rsid w:val="00BF0C46"/>
    <w:rsid w:val="00BF2105"/>
    <w:rsid w:val="00BF25D0"/>
    <w:rsid w:val="00BF300E"/>
    <w:rsid w:val="00BF37AA"/>
    <w:rsid w:val="00BF3BB4"/>
    <w:rsid w:val="00BF3F8B"/>
    <w:rsid w:val="00BF425C"/>
    <w:rsid w:val="00BF44C4"/>
    <w:rsid w:val="00BF45F5"/>
    <w:rsid w:val="00BF549F"/>
    <w:rsid w:val="00BF68EF"/>
    <w:rsid w:val="00BF6ACC"/>
    <w:rsid w:val="00BF6DFF"/>
    <w:rsid w:val="00BF71C2"/>
    <w:rsid w:val="00BF7B34"/>
    <w:rsid w:val="00C006EB"/>
    <w:rsid w:val="00C00838"/>
    <w:rsid w:val="00C00A45"/>
    <w:rsid w:val="00C00FF5"/>
    <w:rsid w:val="00C0133F"/>
    <w:rsid w:val="00C013DD"/>
    <w:rsid w:val="00C014EB"/>
    <w:rsid w:val="00C01C88"/>
    <w:rsid w:val="00C01DE3"/>
    <w:rsid w:val="00C0289B"/>
    <w:rsid w:val="00C0324A"/>
    <w:rsid w:val="00C035DB"/>
    <w:rsid w:val="00C03992"/>
    <w:rsid w:val="00C0451F"/>
    <w:rsid w:val="00C046C2"/>
    <w:rsid w:val="00C04BD7"/>
    <w:rsid w:val="00C058BA"/>
    <w:rsid w:val="00C05B2B"/>
    <w:rsid w:val="00C05CE9"/>
    <w:rsid w:val="00C05E51"/>
    <w:rsid w:val="00C06B2E"/>
    <w:rsid w:val="00C06CDF"/>
    <w:rsid w:val="00C07824"/>
    <w:rsid w:val="00C07A71"/>
    <w:rsid w:val="00C07D9A"/>
    <w:rsid w:val="00C10794"/>
    <w:rsid w:val="00C10B90"/>
    <w:rsid w:val="00C118A1"/>
    <w:rsid w:val="00C12054"/>
    <w:rsid w:val="00C12DEB"/>
    <w:rsid w:val="00C12E2F"/>
    <w:rsid w:val="00C132AA"/>
    <w:rsid w:val="00C13397"/>
    <w:rsid w:val="00C135B6"/>
    <w:rsid w:val="00C13F31"/>
    <w:rsid w:val="00C142A6"/>
    <w:rsid w:val="00C1501B"/>
    <w:rsid w:val="00C15156"/>
    <w:rsid w:val="00C1528E"/>
    <w:rsid w:val="00C15536"/>
    <w:rsid w:val="00C16982"/>
    <w:rsid w:val="00C173E5"/>
    <w:rsid w:val="00C201A2"/>
    <w:rsid w:val="00C207D9"/>
    <w:rsid w:val="00C20D17"/>
    <w:rsid w:val="00C21B39"/>
    <w:rsid w:val="00C21FE7"/>
    <w:rsid w:val="00C22A3D"/>
    <w:rsid w:val="00C23058"/>
    <w:rsid w:val="00C23D6E"/>
    <w:rsid w:val="00C24019"/>
    <w:rsid w:val="00C241DB"/>
    <w:rsid w:val="00C24937"/>
    <w:rsid w:val="00C261C2"/>
    <w:rsid w:val="00C2639F"/>
    <w:rsid w:val="00C26AF4"/>
    <w:rsid w:val="00C27A3A"/>
    <w:rsid w:val="00C3035E"/>
    <w:rsid w:val="00C314DB"/>
    <w:rsid w:val="00C318C9"/>
    <w:rsid w:val="00C32117"/>
    <w:rsid w:val="00C32948"/>
    <w:rsid w:val="00C33117"/>
    <w:rsid w:val="00C3333E"/>
    <w:rsid w:val="00C33563"/>
    <w:rsid w:val="00C341ED"/>
    <w:rsid w:val="00C3563D"/>
    <w:rsid w:val="00C36B3D"/>
    <w:rsid w:val="00C3705D"/>
    <w:rsid w:val="00C37D99"/>
    <w:rsid w:val="00C40926"/>
    <w:rsid w:val="00C40C16"/>
    <w:rsid w:val="00C40DE1"/>
    <w:rsid w:val="00C419B2"/>
    <w:rsid w:val="00C42A2C"/>
    <w:rsid w:val="00C42BA3"/>
    <w:rsid w:val="00C4300B"/>
    <w:rsid w:val="00C43CBD"/>
    <w:rsid w:val="00C43D2C"/>
    <w:rsid w:val="00C4510F"/>
    <w:rsid w:val="00C4644D"/>
    <w:rsid w:val="00C4648D"/>
    <w:rsid w:val="00C46879"/>
    <w:rsid w:val="00C46B57"/>
    <w:rsid w:val="00C47462"/>
    <w:rsid w:val="00C47AA7"/>
    <w:rsid w:val="00C47EF8"/>
    <w:rsid w:val="00C505E2"/>
    <w:rsid w:val="00C52131"/>
    <w:rsid w:val="00C524F8"/>
    <w:rsid w:val="00C530B0"/>
    <w:rsid w:val="00C53A6B"/>
    <w:rsid w:val="00C54C84"/>
    <w:rsid w:val="00C55312"/>
    <w:rsid w:val="00C55B2F"/>
    <w:rsid w:val="00C55E97"/>
    <w:rsid w:val="00C55F73"/>
    <w:rsid w:val="00C561D5"/>
    <w:rsid w:val="00C57CE8"/>
    <w:rsid w:val="00C603B8"/>
    <w:rsid w:val="00C61322"/>
    <w:rsid w:val="00C61525"/>
    <w:rsid w:val="00C61FFD"/>
    <w:rsid w:val="00C63502"/>
    <w:rsid w:val="00C64370"/>
    <w:rsid w:val="00C64764"/>
    <w:rsid w:val="00C64F6E"/>
    <w:rsid w:val="00C65951"/>
    <w:rsid w:val="00C65BDD"/>
    <w:rsid w:val="00C6693F"/>
    <w:rsid w:val="00C70A7B"/>
    <w:rsid w:val="00C71043"/>
    <w:rsid w:val="00C7110C"/>
    <w:rsid w:val="00C71255"/>
    <w:rsid w:val="00C717B2"/>
    <w:rsid w:val="00C72234"/>
    <w:rsid w:val="00C72964"/>
    <w:rsid w:val="00C7308E"/>
    <w:rsid w:val="00C7318F"/>
    <w:rsid w:val="00C735A3"/>
    <w:rsid w:val="00C73837"/>
    <w:rsid w:val="00C738BD"/>
    <w:rsid w:val="00C7399B"/>
    <w:rsid w:val="00C73A61"/>
    <w:rsid w:val="00C75598"/>
    <w:rsid w:val="00C7664F"/>
    <w:rsid w:val="00C7696D"/>
    <w:rsid w:val="00C76B77"/>
    <w:rsid w:val="00C772B5"/>
    <w:rsid w:val="00C775B8"/>
    <w:rsid w:val="00C77763"/>
    <w:rsid w:val="00C804FB"/>
    <w:rsid w:val="00C80D3A"/>
    <w:rsid w:val="00C817C9"/>
    <w:rsid w:val="00C82511"/>
    <w:rsid w:val="00C82BED"/>
    <w:rsid w:val="00C83BC0"/>
    <w:rsid w:val="00C84F23"/>
    <w:rsid w:val="00C851BD"/>
    <w:rsid w:val="00C85CEB"/>
    <w:rsid w:val="00C85EA5"/>
    <w:rsid w:val="00C86CBA"/>
    <w:rsid w:val="00C86F4C"/>
    <w:rsid w:val="00C87CE8"/>
    <w:rsid w:val="00C90627"/>
    <w:rsid w:val="00C906D6"/>
    <w:rsid w:val="00C90EFA"/>
    <w:rsid w:val="00C923F4"/>
    <w:rsid w:val="00C92B8D"/>
    <w:rsid w:val="00C92CB2"/>
    <w:rsid w:val="00C9344B"/>
    <w:rsid w:val="00C944C3"/>
    <w:rsid w:val="00C94C1D"/>
    <w:rsid w:val="00C94F65"/>
    <w:rsid w:val="00C952CF"/>
    <w:rsid w:val="00C958F3"/>
    <w:rsid w:val="00C96624"/>
    <w:rsid w:val="00C96F08"/>
    <w:rsid w:val="00C972E9"/>
    <w:rsid w:val="00C97CF1"/>
    <w:rsid w:val="00C97D02"/>
    <w:rsid w:val="00CA0623"/>
    <w:rsid w:val="00CA06A6"/>
    <w:rsid w:val="00CA071C"/>
    <w:rsid w:val="00CA0EEF"/>
    <w:rsid w:val="00CA1BDC"/>
    <w:rsid w:val="00CA2B1B"/>
    <w:rsid w:val="00CA31B7"/>
    <w:rsid w:val="00CA4028"/>
    <w:rsid w:val="00CA48EF"/>
    <w:rsid w:val="00CA4B33"/>
    <w:rsid w:val="00CA4B50"/>
    <w:rsid w:val="00CA4B8A"/>
    <w:rsid w:val="00CA4C60"/>
    <w:rsid w:val="00CA4D0E"/>
    <w:rsid w:val="00CA5A60"/>
    <w:rsid w:val="00CA788E"/>
    <w:rsid w:val="00CB2C0D"/>
    <w:rsid w:val="00CB2C9A"/>
    <w:rsid w:val="00CB3164"/>
    <w:rsid w:val="00CB372A"/>
    <w:rsid w:val="00CB3C00"/>
    <w:rsid w:val="00CB3C5C"/>
    <w:rsid w:val="00CB3D3E"/>
    <w:rsid w:val="00CB4933"/>
    <w:rsid w:val="00CB4D08"/>
    <w:rsid w:val="00CB638A"/>
    <w:rsid w:val="00CB6D58"/>
    <w:rsid w:val="00CB706C"/>
    <w:rsid w:val="00CB75A2"/>
    <w:rsid w:val="00CC0624"/>
    <w:rsid w:val="00CC1604"/>
    <w:rsid w:val="00CC1D25"/>
    <w:rsid w:val="00CC1E87"/>
    <w:rsid w:val="00CC4113"/>
    <w:rsid w:val="00CC4193"/>
    <w:rsid w:val="00CC4981"/>
    <w:rsid w:val="00CC4BAC"/>
    <w:rsid w:val="00CC545E"/>
    <w:rsid w:val="00CC5AEE"/>
    <w:rsid w:val="00CC70FB"/>
    <w:rsid w:val="00CC78C5"/>
    <w:rsid w:val="00CC78E6"/>
    <w:rsid w:val="00CC7F03"/>
    <w:rsid w:val="00CD0040"/>
    <w:rsid w:val="00CD01F7"/>
    <w:rsid w:val="00CD0C5C"/>
    <w:rsid w:val="00CD11A0"/>
    <w:rsid w:val="00CD172C"/>
    <w:rsid w:val="00CD200A"/>
    <w:rsid w:val="00CD289E"/>
    <w:rsid w:val="00CD2C87"/>
    <w:rsid w:val="00CD365D"/>
    <w:rsid w:val="00CD3DF7"/>
    <w:rsid w:val="00CD4477"/>
    <w:rsid w:val="00CD57DE"/>
    <w:rsid w:val="00CD5C9E"/>
    <w:rsid w:val="00CD5F17"/>
    <w:rsid w:val="00CD61A4"/>
    <w:rsid w:val="00CD61FF"/>
    <w:rsid w:val="00CD6613"/>
    <w:rsid w:val="00CD68EA"/>
    <w:rsid w:val="00CD6A4A"/>
    <w:rsid w:val="00CD735A"/>
    <w:rsid w:val="00CE2F17"/>
    <w:rsid w:val="00CE3C5B"/>
    <w:rsid w:val="00CE4224"/>
    <w:rsid w:val="00CE519C"/>
    <w:rsid w:val="00CE5326"/>
    <w:rsid w:val="00CE63DF"/>
    <w:rsid w:val="00CE696D"/>
    <w:rsid w:val="00CE778B"/>
    <w:rsid w:val="00CE77E8"/>
    <w:rsid w:val="00CE78F3"/>
    <w:rsid w:val="00CF0890"/>
    <w:rsid w:val="00CF12F9"/>
    <w:rsid w:val="00CF17D8"/>
    <w:rsid w:val="00CF18C5"/>
    <w:rsid w:val="00CF22B7"/>
    <w:rsid w:val="00CF2AC7"/>
    <w:rsid w:val="00CF2CC3"/>
    <w:rsid w:val="00CF3EFB"/>
    <w:rsid w:val="00CF45F1"/>
    <w:rsid w:val="00CF4AB7"/>
    <w:rsid w:val="00CF691B"/>
    <w:rsid w:val="00CF6DC7"/>
    <w:rsid w:val="00CF71A5"/>
    <w:rsid w:val="00CF73B2"/>
    <w:rsid w:val="00CF7BDD"/>
    <w:rsid w:val="00D0181C"/>
    <w:rsid w:val="00D027DA"/>
    <w:rsid w:val="00D03209"/>
    <w:rsid w:val="00D032CF"/>
    <w:rsid w:val="00D044A9"/>
    <w:rsid w:val="00D0457F"/>
    <w:rsid w:val="00D04A3D"/>
    <w:rsid w:val="00D05EFF"/>
    <w:rsid w:val="00D07EDD"/>
    <w:rsid w:val="00D10149"/>
    <w:rsid w:val="00D1046D"/>
    <w:rsid w:val="00D1082B"/>
    <w:rsid w:val="00D112F0"/>
    <w:rsid w:val="00D12734"/>
    <w:rsid w:val="00D12C37"/>
    <w:rsid w:val="00D137E6"/>
    <w:rsid w:val="00D154D7"/>
    <w:rsid w:val="00D15523"/>
    <w:rsid w:val="00D15C77"/>
    <w:rsid w:val="00D15EB9"/>
    <w:rsid w:val="00D162C7"/>
    <w:rsid w:val="00D17C9A"/>
    <w:rsid w:val="00D17F7C"/>
    <w:rsid w:val="00D23592"/>
    <w:rsid w:val="00D243D0"/>
    <w:rsid w:val="00D24DFB"/>
    <w:rsid w:val="00D261D9"/>
    <w:rsid w:val="00D2733B"/>
    <w:rsid w:val="00D27731"/>
    <w:rsid w:val="00D31BFC"/>
    <w:rsid w:val="00D3202C"/>
    <w:rsid w:val="00D327D3"/>
    <w:rsid w:val="00D33902"/>
    <w:rsid w:val="00D3411E"/>
    <w:rsid w:val="00D34F25"/>
    <w:rsid w:val="00D3574F"/>
    <w:rsid w:val="00D35BA0"/>
    <w:rsid w:val="00D35BA2"/>
    <w:rsid w:val="00D35EAD"/>
    <w:rsid w:val="00D361C5"/>
    <w:rsid w:val="00D36DF3"/>
    <w:rsid w:val="00D37A69"/>
    <w:rsid w:val="00D40671"/>
    <w:rsid w:val="00D4111E"/>
    <w:rsid w:val="00D41D26"/>
    <w:rsid w:val="00D425C9"/>
    <w:rsid w:val="00D425CF"/>
    <w:rsid w:val="00D428F1"/>
    <w:rsid w:val="00D42AA9"/>
    <w:rsid w:val="00D43E55"/>
    <w:rsid w:val="00D4448C"/>
    <w:rsid w:val="00D451DA"/>
    <w:rsid w:val="00D451F2"/>
    <w:rsid w:val="00D45918"/>
    <w:rsid w:val="00D46CD7"/>
    <w:rsid w:val="00D5116C"/>
    <w:rsid w:val="00D521D7"/>
    <w:rsid w:val="00D52450"/>
    <w:rsid w:val="00D536BE"/>
    <w:rsid w:val="00D53F29"/>
    <w:rsid w:val="00D54533"/>
    <w:rsid w:val="00D5484A"/>
    <w:rsid w:val="00D563FD"/>
    <w:rsid w:val="00D56C66"/>
    <w:rsid w:val="00D5722F"/>
    <w:rsid w:val="00D57288"/>
    <w:rsid w:val="00D57AC5"/>
    <w:rsid w:val="00D61120"/>
    <w:rsid w:val="00D611F4"/>
    <w:rsid w:val="00D619A4"/>
    <w:rsid w:val="00D61DC6"/>
    <w:rsid w:val="00D62F33"/>
    <w:rsid w:val="00D63311"/>
    <w:rsid w:val="00D636B5"/>
    <w:rsid w:val="00D63E65"/>
    <w:rsid w:val="00D64440"/>
    <w:rsid w:val="00D645D6"/>
    <w:rsid w:val="00D6523F"/>
    <w:rsid w:val="00D66AE3"/>
    <w:rsid w:val="00D6776C"/>
    <w:rsid w:val="00D67BEF"/>
    <w:rsid w:val="00D7129A"/>
    <w:rsid w:val="00D712A9"/>
    <w:rsid w:val="00D71574"/>
    <w:rsid w:val="00D715C2"/>
    <w:rsid w:val="00D72E25"/>
    <w:rsid w:val="00D746FC"/>
    <w:rsid w:val="00D74997"/>
    <w:rsid w:val="00D757C3"/>
    <w:rsid w:val="00D758E2"/>
    <w:rsid w:val="00D76572"/>
    <w:rsid w:val="00D7677F"/>
    <w:rsid w:val="00D77160"/>
    <w:rsid w:val="00D77668"/>
    <w:rsid w:val="00D77F5B"/>
    <w:rsid w:val="00D801B0"/>
    <w:rsid w:val="00D81407"/>
    <w:rsid w:val="00D81F76"/>
    <w:rsid w:val="00D82283"/>
    <w:rsid w:val="00D82814"/>
    <w:rsid w:val="00D8378A"/>
    <w:rsid w:val="00D8488C"/>
    <w:rsid w:val="00D86E72"/>
    <w:rsid w:val="00D872C1"/>
    <w:rsid w:val="00D87836"/>
    <w:rsid w:val="00D87B80"/>
    <w:rsid w:val="00D87C27"/>
    <w:rsid w:val="00D87EAE"/>
    <w:rsid w:val="00D87F3B"/>
    <w:rsid w:val="00D90897"/>
    <w:rsid w:val="00D90906"/>
    <w:rsid w:val="00D90B1C"/>
    <w:rsid w:val="00D9131C"/>
    <w:rsid w:val="00D9199F"/>
    <w:rsid w:val="00D92DD9"/>
    <w:rsid w:val="00D92ECC"/>
    <w:rsid w:val="00D93134"/>
    <w:rsid w:val="00D93236"/>
    <w:rsid w:val="00D93435"/>
    <w:rsid w:val="00D93ACC"/>
    <w:rsid w:val="00D94F98"/>
    <w:rsid w:val="00D95666"/>
    <w:rsid w:val="00D96257"/>
    <w:rsid w:val="00D96507"/>
    <w:rsid w:val="00D96C09"/>
    <w:rsid w:val="00DA1151"/>
    <w:rsid w:val="00DA19BF"/>
    <w:rsid w:val="00DA1EBF"/>
    <w:rsid w:val="00DA24CE"/>
    <w:rsid w:val="00DA35EC"/>
    <w:rsid w:val="00DA3C05"/>
    <w:rsid w:val="00DA4C22"/>
    <w:rsid w:val="00DA4E93"/>
    <w:rsid w:val="00DA5052"/>
    <w:rsid w:val="00DA508F"/>
    <w:rsid w:val="00DA50EF"/>
    <w:rsid w:val="00DA5971"/>
    <w:rsid w:val="00DA68A9"/>
    <w:rsid w:val="00DA6A9B"/>
    <w:rsid w:val="00DA6D80"/>
    <w:rsid w:val="00DA7D5C"/>
    <w:rsid w:val="00DB0048"/>
    <w:rsid w:val="00DB0265"/>
    <w:rsid w:val="00DB156A"/>
    <w:rsid w:val="00DB1B7E"/>
    <w:rsid w:val="00DB26C9"/>
    <w:rsid w:val="00DB282C"/>
    <w:rsid w:val="00DB2B76"/>
    <w:rsid w:val="00DB4B68"/>
    <w:rsid w:val="00DB525F"/>
    <w:rsid w:val="00DB52F9"/>
    <w:rsid w:val="00DB5CDA"/>
    <w:rsid w:val="00DB5DCE"/>
    <w:rsid w:val="00DB71AB"/>
    <w:rsid w:val="00DB7AB5"/>
    <w:rsid w:val="00DC0685"/>
    <w:rsid w:val="00DC080D"/>
    <w:rsid w:val="00DC18B0"/>
    <w:rsid w:val="00DC2058"/>
    <w:rsid w:val="00DC226F"/>
    <w:rsid w:val="00DC2405"/>
    <w:rsid w:val="00DC26ED"/>
    <w:rsid w:val="00DC2A77"/>
    <w:rsid w:val="00DC2F0F"/>
    <w:rsid w:val="00DC41AC"/>
    <w:rsid w:val="00DC429B"/>
    <w:rsid w:val="00DC4391"/>
    <w:rsid w:val="00DC4558"/>
    <w:rsid w:val="00DC4604"/>
    <w:rsid w:val="00DC4854"/>
    <w:rsid w:val="00DC4B2A"/>
    <w:rsid w:val="00DC5576"/>
    <w:rsid w:val="00DC6651"/>
    <w:rsid w:val="00DC68B3"/>
    <w:rsid w:val="00DC7107"/>
    <w:rsid w:val="00DC74C9"/>
    <w:rsid w:val="00DD06D2"/>
    <w:rsid w:val="00DD161C"/>
    <w:rsid w:val="00DD1961"/>
    <w:rsid w:val="00DD1B0D"/>
    <w:rsid w:val="00DD2703"/>
    <w:rsid w:val="00DD2902"/>
    <w:rsid w:val="00DD2F62"/>
    <w:rsid w:val="00DD30B5"/>
    <w:rsid w:val="00DD39F1"/>
    <w:rsid w:val="00DD3C95"/>
    <w:rsid w:val="00DD4019"/>
    <w:rsid w:val="00DD4316"/>
    <w:rsid w:val="00DD4593"/>
    <w:rsid w:val="00DD47D1"/>
    <w:rsid w:val="00DD48C7"/>
    <w:rsid w:val="00DD4D69"/>
    <w:rsid w:val="00DD5824"/>
    <w:rsid w:val="00DD59C5"/>
    <w:rsid w:val="00DD6306"/>
    <w:rsid w:val="00DD634B"/>
    <w:rsid w:val="00DD6924"/>
    <w:rsid w:val="00DD6AD3"/>
    <w:rsid w:val="00DD6B55"/>
    <w:rsid w:val="00DD6C3D"/>
    <w:rsid w:val="00DD78BA"/>
    <w:rsid w:val="00DD7EF4"/>
    <w:rsid w:val="00DD7FA8"/>
    <w:rsid w:val="00DE0277"/>
    <w:rsid w:val="00DE1152"/>
    <w:rsid w:val="00DE11D0"/>
    <w:rsid w:val="00DE1886"/>
    <w:rsid w:val="00DE1BA1"/>
    <w:rsid w:val="00DE22A5"/>
    <w:rsid w:val="00DE3CE5"/>
    <w:rsid w:val="00DE40F8"/>
    <w:rsid w:val="00DE5E61"/>
    <w:rsid w:val="00DE7D99"/>
    <w:rsid w:val="00DF0792"/>
    <w:rsid w:val="00DF16E5"/>
    <w:rsid w:val="00DF187E"/>
    <w:rsid w:val="00DF1A96"/>
    <w:rsid w:val="00DF1F34"/>
    <w:rsid w:val="00DF23A0"/>
    <w:rsid w:val="00DF2735"/>
    <w:rsid w:val="00DF27D6"/>
    <w:rsid w:val="00DF2976"/>
    <w:rsid w:val="00DF2BF6"/>
    <w:rsid w:val="00DF3934"/>
    <w:rsid w:val="00DF3C17"/>
    <w:rsid w:val="00DF4ECE"/>
    <w:rsid w:val="00DF51D1"/>
    <w:rsid w:val="00DF6065"/>
    <w:rsid w:val="00DF66B9"/>
    <w:rsid w:val="00DF69A4"/>
    <w:rsid w:val="00DF73E1"/>
    <w:rsid w:val="00E00154"/>
    <w:rsid w:val="00E002B8"/>
    <w:rsid w:val="00E012E1"/>
    <w:rsid w:val="00E030F5"/>
    <w:rsid w:val="00E033D3"/>
    <w:rsid w:val="00E04AC7"/>
    <w:rsid w:val="00E05644"/>
    <w:rsid w:val="00E064E6"/>
    <w:rsid w:val="00E06A3D"/>
    <w:rsid w:val="00E07474"/>
    <w:rsid w:val="00E105F4"/>
    <w:rsid w:val="00E107AC"/>
    <w:rsid w:val="00E11D8A"/>
    <w:rsid w:val="00E12360"/>
    <w:rsid w:val="00E12868"/>
    <w:rsid w:val="00E12BA2"/>
    <w:rsid w:val="00E134AC"/>
    <w:rsid w:val="00E134B5"/>
    <w:rsid w:val="00E139C6"/>
    <w:rsid w:val="00E13AE0"/>
    <w:rsid w:val="00E13E6E"/>
    <w:rsid w:val="00E14562"/>
    <w:rsid w:val="00E146D1"/>
    <w:rsid w:val="00E14D38"/>
    <w:rsid w:val="00E14F45"/>
    <w:rsid w:val="00E16CA8"/>
    <w:rsid w:val="00E17139"/>
    <w:rsid w:val="00E1742D"/>
    <w:rsid w:val="00E20BC9"/>
    <w:rsid w:val="00E20CF8"/>
    <w:rsid w:val="00E2196B"/>
    <w:rsid w:val="00E23070"/>
    <w:rsid w:val="00E2341B"/>
    <w:rsid w:val="00E238D4"/>
    <w:rsid w:val="00E2582C"/>
    <w:rsid w:val="00E2661B"/>
    <w:rsid w:val="00E267BC"/>
    <w:rsid w:val="00E26A5C"/>
    <w:rsid w:val="00E26B11"/>
    <w:rsid w:val="00E26F6A"/>
    <w:rsid w:val="00E26F76"/>
    <w:rsid w:val="00E27C91"/>
    <w:rsid w:val="00E27FC1"/>
    <w:rsid w:val="00E30724"/>
    <w:rsid w:val="00E30CD1"/>
    <w:rsid w:val="00E32596"/>
    <w:rsid w:val="00E34D6B"/>
    <w:rsid w:val="00E35B19"/>
    <w:rsid w:val="00E35B25"/>
    <w:rsid w:val="00E36FD1"/>
    <w:rsid w:val="00E37F6A"/>
    <w:rsid w:val="00E37FE1"/>
    <w:rsid w:val="00E40AAB"/>
    <w:rsid w:val="00E413C5"/>
    <w:rsid w:val="00E42BF6"/>
    <w:rsid w:val="00E437C2"/>
    <w:rsid w:val="00E43E15"/>
    <w:rsid w:val="00E441BB"/>
    <w:rsid w:val="00E44799"/>
    <w:rsid w:val="00E45CBA"/>
    <w:rsid w:val="00E45E77"/>
    <w:rsid w:val="00E46A5C"/>
    <w:rsid w:val="00E46CA8"/>
    <w:rsid w:val="00E501F9"/>
    <w:rsid w:val="00E50248"/>
    <w:rsid w:val="00E50936"/>
    <w:rsid w:val="00E50D5C"/>
    <w:rsid w:val="00E50EB9"/>
    <w:rsid w:val="00E51B49"/>
    <w:rsid w:val="00E5265E"/>
    <w:rsid w:val="00E52A53"/>
    <w:rsid w:val="00E52CC3"/>
    <w:rsid w:val="00E52EA3"/>
    <w:rsid w:val="00E532BF"/>
    <w:rsid w:val="00E53AE0"/>
    <w:rsid w:val="00E53C9E"/>
    <w:rsid w:val="00E5467E"/>
    <w:rsid w:val="00E54D18"/>
    <w:rsid w:val="00E5549B"/>
    <w:rsid w:val="00E55696"/>
    <w:rsid w:val="00E55855"/>
    <w:rsid w:val="00E55AA3"/>
    <w:rsid w:val="00E55D59"/>
    <w:rsid w:val="00E55DE6"/>
    <w:rsid w:val="00E55F78"/>
    <w:rsid w:val="00E560DD"/>
    <w:rsid w:val="00E562D2"/>
    <w:rsid w:val="00E56E07"/>
    <w:rsid w:val="00E57167"/>
    <w:rsid w:val="00E57BC1"/>
    <w:rsid w:val="00E61776"/>
    <w:rsid w:val="00E61899"/>
    <w:rsid w:val="00E61E06"/>
    <w:rsid w:val="00E61ED0"/>
    <w:rsid w:val="00E62224"/>
    <w:rsid w:val="00E62821"/>
    <w:rsid w:val="00E638D0"/>
    <w:rsid w:val="00E63D42"/>
    <w:rsid w:val="00E64D94"/>
    <w:rsid w:val="00E66013"/>
    <w:rsid w:val="00E66B06"/>
    <w:rsid w:val="00E6729C"/>
    <w:rsid w:val="00E67337"/>
    <w:rsid w:val="00E677E5"/>
    <w:rsid w:val="00E67D0C"/>
    <w:rsid w:val="00E71A35"/>
    <w:rsid w:val="00E72004"/>
    <w:rsid w:val="00E736C0"/>
    <w:rsid w:val="00E73852"/>
    <w:rsid w:val="00E74968"/>
    <w:rsid w:val="00E759DF"/>
    <w:rsid w:val="00E765F7"/>
    <w:rsid w:val="00E772FF"/>
    <w:rsid w:val="00E779A6"/>
    <w:rsid w:val="00E80259"/>
    <w:rsid w:val="00E80C78"/>
    <w:rsid w:val="00E81740"/>
    <w:rsid w:val="00E81A5D"/>
    <w:rsid w:val="00E8278D"/>
    <w:rsid w:val="00E82CBE"/>
    <w:rsid w:val="00E83128"/>
    <w:rsid w:val="00E8380C"/>
    <w:rsid w:val="00E839B8"/>
    <w:rsid w:val="00E83B5E"/>
    <w:rsid w:val="00E84E33"/>
    <w:rsid w:val="00E86C2B"/>
    <w:rsid w:val="00E86F2F"/>
    <w:rsid w:val="00E87F70"/>
    <w:rsid w:val="00E90AAA"/>
    <w:rsid w:val="00E913D9"/>
    <w:rsid w:val="00E92812"/>
    <w:rsid w:val="00E951EA"/>
    <w:rsid w:val="00E95717"/>
    <w:rsid w:val="00E95A47"/>
    <w:rsid w:val="00E96530"/>
    <w:rsid w:val="00E96B3A"/>
    <w:rsid w:val="00E9798F"/>
    <w:rsid w:val="00EA1F9B"/>
    <w:rsid w:val="00EA259A"/>
    <w:rsid w:val="00EA3089"/>
    <w:rsid w:val="00EA33A5"/>
    <w:rsid w:val="00EA420B"/>
    <w:rsid w:val="00EA4623"/>
    <w:rsid w:val="00EA516D"/>
    <w:rsid w:val="00EA53F5"/>
    <w:rsid w:val="00EA5537"/>
    <w:rsid w:val="00EA59AC"/>
    <w:rsid w:val="00EA63C7"/>
    <w:rsid w:val="00EA7888"/>
    <w:rsid w:val="00EA7D4D"/>
    <w:rsid w:val="00EA7F6D"/>
    <w:rsid w:val="00EB0E42"/>
    <w:rsid w:val="00EB1148"/>
    <w:rsid w:val="00EB125C"/>
    <w:rsid w:val="00EB1BB7"/>
    <w:rsid w:val="00EB1D83"/>
    <w:rsid w:val="00EB342C"/>
    <w:rsid w:val="00EB3B1C"/>
    <w:rsid w:val="00EB40C6"/>
    <w:rsid w:val="00EB5EF7"/>
    <w:rsid w:val="00EB6D46"/>
    <w:rsid w:val="00EC0073"/>
    <w:rsid w:val="00EC0265"/>
    <w:rsid w:val="00EC0B6B"/>
    <w:rsid w:val="00EC0C62"/>
    <w:rsid w:val="00EC1527"/>
    <w:rsid w:val="00EC241C"/>
    <w:rsid w:val="00EC243C"/>
    <w:rsid w:val="00EC2C5E"/>
    <w:rsid w:val="00EC2D85"/>
    <w:rsid w:val="00EC3803"/>
    <w:rsid w:val="00EC39D1"/>
    <w:rsid w:val="00EC4A5A"/>
    <w:rsid w:val="00EC4BF4"/>
    <w:rsid w:val="00EC662C"/>
    <w:rsid w:val="00EC736A"/>
    <w:rsid w:val="00EC7D2E"/>
    <w:rsid w:val="00ED07E3"/>
    <w:rsid w:val="00ED1113"/>
    <w:rsid w:val="00ED14D2"/>
    <w:rsid w:val="00ED17A5"/>
    <w:rsid w:val="00ED224E"/>
    <w:rsid w:val="00ED2D68"/>
    <w:rsid w:val="00ED2E82"/>
    <w:rsid w:val="00ED330F"/>
    <w:rsid w:val="00ED3922"/>
    <w:rsid w:val="00ED42C8"/>
    <w:rsid w:val="00ED4942"/>
    <w:rsid w:val="00ED5545"/>
    <w:rsid w:val="00ED55E9"/>
    <w:rsid w:val="00ED5621"/>
    <w:rsid w:val="00ED5652"/>
    <w:rsid w:val="00ED5A62"/>
    <w:rsid w:val="00ED67F0"/>
    <w:rsid w:val="00ED7373"/>
    <w:rsid w:val="00ED7C17"/>
    <w:rsid w:val="00EE0982"/>
    <w:rsid w:val="00EE0B12"/>
    <w:rsid w:val="00EE0F4D"/>
    <w:rsid w:val="00EE15C2"/>
    <w:rsid w:val="00EE19F2"/>
    <w:rsid w:val="00EE21E2"/>
    <w:rsid w:val="00EE2EF2"/>
    <w:rsid w:val="00EE33D7"/>
    <w:rsid w:val="00EE3AE7"/>
    <w:rsid w:val="00EE3E78"/>
    <w:rsid w:val="00EE421E"/>
    <w:rsid w:val="00EE44A7"/>
    <w:rsid w:val="00EE4B43"/>
    <w:rsid w:val="00EE5FF4"/>
    <w:rsid w:val="00EE6553"/>
    <w:rsid w:val="00EE6B48"/>
    <w:rsid w:val="00EE6FA7"/>
    <w:rsid w:val="00EE763E"/>
    <w:rsid w:val="00EF093E"/>
    <w:rsid w:val="00EF1287"/>
    <w:rsid w:val="00EF1ED4"/>
    <w:rsid w:val="00EF2741"/>
    <w:rsid w:val="00EF34EF"/>
    <w:rsid w:val="00EF467F"/>
    <w:rsid w:val="00EF486E"/>
    <w:rsid w:val="00EF4B61"/>
    <w:rsid w:val="00EF5216"/>
    <w:rsid w:val="00EF5B9B"/>
    <w:rsid w:val="00EF73A4"/>
    <w:rsid w:val="00EF7FF1"/>
    <w:rsid w:val="00F00CCE"/>
    <w:rsid w:val="00F04EBF"/>
    <w:rsid w:val="00F05544"/>
    <w:rsid w:val="00F05795"/>
    <w:rsid w:val="00F06DA9"/>
    <w:rsid w:val="00F06F66"/>
    <w:rsid w:val="00F0799B"/>
    <w:rsid w:val="00F10721"/>
    <w:rsid w:val="00F10C28"/>
    <w:rsid w:val="00F11AEB"/>
    <w:rsid w:val="00F12382"/>
    <w:rsid w:val="00F12577"/>
    <w:rsid w:val="00F129FE"/>
    <w:rsid w:val="00F1337E"/>
    <w:rsid w:val="00F13650"/>
    <w:rsid w:val="00F139EA"/>
    <w:rsid w:val="00F13DD3"/>
    <w:rsid w:val="00F13E5B"/>
    <w:rsid w:val="00F1417B"/>
    <w:rsid w:val="00F148E9"/>
    <w:rsid w:val="00F15BD0"/>
    <w:rsid w:val="00F16703"/>
    <w:rsid w:val="00F16C9E"/>
    <w:rsid w:val="00F17935"/>
    <w:rsid w:val="00F17F13"/>
    <w:rsid w:val="00F20461"/>
    <w:rsid w:val="00F20E9F"/>
    <w:rsid w:val="00F21AC6"/>
    <w:rsid w:val="00F220B0"/>
    <w:rsid w:val="00F228C4"/>
    <w:rsid w:val="00F229B4"/>
    <w:rsid w:val="00F2387C"/>
    <w:rsid w:val="00F239C5"/>
    <w:rsid w:val="00F23C81"/>
    <w:rsid w:val="00F24351"/>
    <w:rsid w:val="00F246DC"/>
    <w:rsid w:val="00F25E43"/>
    <w:rsid w:val="00F2688C"/>
    <w:rsid w:val="00F27172"/>
    <w:rsid w:val="00F2753E"/>
    <w:rsid w:val="00F278F6"/>
    <w:rsid w:val="00F30B04"/>
    <w:rsid w:val="00F30C18"/>
    <w:rsid w:val="00F30CF1"/>
    <w:rsid w:val="00F30F3C"/>
    <w:rsid w:val="00F315C8"/>
    <w:rsid w:val="00F31D0C"/>
    <w:rsid w:val="00F32B66"/>
    <w:rsid w:val="00F32E7D"/>
    <w:rsid w:val="00F3404E"/>
    <w:rsid w:val="00F3582C"/>
    <w:rsid w:val="00F36A9A"/>
    <w:rsid w:val="00F375D8"/>
    <w:rsid w:val="00F403EB"/>
    <w:rsid w:val="00F406AC"/>
    <w:rsid w:val="00F40755"/>
    <w:rsid w:val="00F4109B"/>
    <w:rsid w:val="00F41767"/>
    <w:rsid w:val="00F41AA9"/>
    <w:rsid w:val="00F42C7C"/>
    <w:rsid w:val="00F43254"/>
    <w:rsid w:val="00F439D9"/>
    <w:rsid w:val="00F43B91"/>
    <w:rsid w:val="00F444AB"/>
    <w:rsid w:val="00F44DAE"/>
    <w:rsid w:val="00F44DBE"/>
    <w:rsid w:val="00F455A8"/>
    <w:rsid w:val="00F457D3"/>
    <w:rsid w:val="00F45FE2"/>
    <w:rsid w:val="00F469DE"/>
    <w:rsid w:val="00F46A99"/>
    <w:rsid w:val="00F47385"/>
    <w:rsid w:val="00F476DA"/>
    <w:rsid w:val="00F505B1"/>
    <w:rsid w:val="00F51CA9"/>
    <w:rsid w:val="00F51D66"/>
    <w:rsid w:val="00F51EAC"/>
    <w:rsid w:val="00F51EF4"/>
    <w:rsid w:val="00F52111"/>
    <w:rsid w:val="00F5233C"/>
    <w:rsid w:val="00F5299A"/>
    <w:rsid w:val="00F536E8"/>
    <w:rsid w:val="00F53B04"/>
    <w:rsid w:val="00F53E2C"/>
    <w:rsid w:val="00F54A46"/>
    <w:rsid w:val="00F558D1"/>
    <w:rsid w:val="00F55C31"/>
    <w:rsid w:val="00F56505"/>
    <w:rsid w:val="00F56A0C"/>
    <w:rsid w:val="00F60394"/>
    <w:rsid w:val="00F6043C"/>
    <w:rsid w:val="00F6278C"/>
    <w:rsid w:val="00F63415"/>
    <w:rsid w:val="00F641CC"/>
    <w:rsid w:val="00F65167"/>
    <w:rsid w:val="00F6538A"/>
    <w:rsid w:val="00F6552C"/>
    <w:rsid w:val="00F67150"/>
    <w:rsid w:val="00F67563"/>
    <w:rsid w:val="00F67A5E"/>
    <w:rsid w:val="00F701B5"/>
    <w:rsid w:val="00F702C3"/>
    <w:rsid w:val="00F7168F"/>
    <w:rsid w:val="00F72DA5"/>
    <w:rsid w:val="00F72DDC"/>
    <w:rsid w:val="00F73991"/>
    <w:rsid w:val="00F74530"/>
    <w:rsid w:val="00F74D95"/>
    <w:rsid w:val="00F75D06"/>
    <w:rsid w:val="00F76151"/>
    <w:rsid w:val="00F76E0F"/>
    <w:rsid w:val="00F7740B"/>
    <w:rsid w:val="00F779DB"/>
    <w:rsid w:val="00F77D01"/>
    <w:rsid w:val="00F807E7"/>
    <w:rsid w:val="00F807EB"/>
    <w:rsid w:val="00F8099A"/>
    <w:rsid w:val="00F814AD"/>
    <w:rsid w:val="00F836F2"/>
    <w:rsid w:val="00F83894"/>
    <w:rsid w:val="00F83C34"/>
    <w:rsid w:val="00F84D70"/>
    <w:rsid w:val="00F85224"/>
    <w:rsid w:val="00F8547C"/>
    <w:rsid w:val="00F85B06"/>
    <w:rsid w:val="00F85F43"/>
    <w:rsid w:val="00F861AE"/>
    <w:rsid w:val="00F862E1"/>
    <w:rsid w:val="00F865F7"/>
    <w:rsid w:val="00F87821"/>
    <w:rsid w:val="00F87BEA"/>
    <w:rsid w:val="00F87CAA"/>
    <w:rsid w:val="00F914D6"/>
    <w:rsid w:val="00F9202E"/>
    <w:rsid w:val="00F921A7"/>
    <w:rsid w:val="00F92451"/>
    <w:rsid w:val="00F92798"/>
    <w:rsid w:val="00F93A3E"/>
    <w:rsid w:val="00F93BB3"/>
    <w:rsid w:val="00F9417B"/>
    <w:rsid w:val="00F96D26"/>
    <w:rsid w:val="00F97641"/>
    <w:rsid w:val="00F97BF8"/>
    <w:rsid w:val="00FA0A1B"/>
    <w:rsid w:val="00FA125C"/>
    <w:rsid w:val="00FA1853"/>
    <w:rsid w:val="00FA1F32"/>
    <w:rsid w:val="00FA250F"/>
    <w:rsid w:val="00FA35CE"/>
    <w:rsid w:val="00FA3C5B"/>
    <w:rsid w:val="00FA4036"/>
    <w:rsid w:val="00FA4B25"/>
    <w:rsid w:val="00FA5A22"/>
    <w:rsid w:val="00FA5A4E"/>
    <w:rsid w:val="00FA5AC2"/>
    <w:rsid w:val="00FA67E2"/>
    <w:rsid w:val="00FA6CD1"/>
    <w:rsid w:val="00FA792F"/>
    <w:rsid w:val="00FA7B33"/>
    <w:rsid w:val="00FA7D16"/>
    <w:rsid w:val="00FB0EA6"/>
    <w:rsid w:val="00FB2674"/>
    <w:rsid w:val="00FB2693"/>
    <w:rsid w:val="00FB5BE7"/>
    <w:rsid w:val="00FB5C76"/>
    <w:rsid w:val="00FB6105"/>
    <w:rsid w:val="00FB654B"/>
    <w:rsid w:val="00FB67F5"/>
    <w:rsid w:val="00FB6CF3"/>
    <w:rsid w:val="00FB6CFE"/>
    <w:rsid w:val="00FB7217"/>
    <w:rsid w:val="00FB7649"/>
    <w:rsid w:val="00FB7F34"/>
    <w:rsid w:val="00FC04C5"/>
    <w:rsid w:val="00FC056F"/>
    <w:rsid w:val="00FC0C89"/>
    <w:rsid w:val="00FC0D65"/>
    <w:rsid w:val="00FC3C5A"/>
    <w:rsid w:val="00FC4C4C"/>
    <w:rsid w:val="00FC4C79"/>
    <w:rsid w:val="00FC52D8"/>
    <w:rsid w:val="00FC602F"/>
    <w:rsid w:val="00FC6CA6"/>
    <w:rsid w:val="00FC79E4"/>
    <w:rsid w:val="00FC7EE7"/>
    <w:rsid w:val="00FD16A5"/>
    <w:rsid w:val="00FD175D"/>
    <w:rsid w:val="00FD1C9C"/>
    <w:rsid w:val="00FD3179"/>
    <w:rsid w:val="00FD3BDC"/>
    <w:rsid w:val="00FD59F3"/>
    <w:rsid w:val="00FD5BAA"/>
    <w:rsid w:val="00FD62CA"/>
    <w:rsid w:val="00FD6996"/>
    <w:rsid w:val="00FD71BA"/>
    <w:rsid w:val="00FE0B01"/>
    <w:rsid w:val="00FE1161"/>
    <w:rsid w:val="00FE1379"/>
    <w:rsid w:val="00FE3CE7"/>
    <w:rsid w:val="00FE45AC"/>
    <w:rsid w:val="00FE45F2"/>
    <w:rsid w:val="00FE5DBB"/>
    <w:rsid w:val="00FE5DEA"/>
    <w:rsid w:val="00FE6C5D"/>
    <w:rsid w:val="00FE6C71"/>
    <w:rsid w:val="00FE702C"/>
    <w:rsid w:val="00FE78DD"/>
    <w:rsid w:val="00FE7B4E"/>
    <w:rsid w:val="00FF01FC"/>
    <w:rsid w:val="00FF028B"/>
    <w:rsid w:val="00FF05BE"/>
    <w:rsid w:val="00FF1365"/>
    <w:rsid w:val="00FF1C2B"/>
    <w:rsid w:val="00FF25BB"/>
    <w:rsid w:val="00FF291E"/>
    <w:rsid w:val="00FF2E31"/>
    <w:rsid w:val="00FF5425"/>
    <w:rsid w:val="00FF61DE"/>
    <w:rsid w:val="00FF69AD"/>
    <w:rsid w:val="00FF6C21"/>
    <w:rsid w:val="00FF72B6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3964770B"/>
  <w15:docId w15:val="{96BE607D-82EE-7841-A88B-D50E4FAD1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CL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6B3D"/>
    <w:rPr>
      <w:rFonts w:ascii="Verdana" w:hAnsi="Verdana"/>
      <w:sz w:val="24"/>
      <w:lang w:val="es-MX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C36B3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9"/>
    <w:qFormat/>
    <w:rsid w:val="00C36B3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C36B3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9"/>
    <w:qFormat/>
    <w:rsid w:val="005B5B4E"/>
    <w:pPr>
      <w:keepNext/>
      <w:spacing w:before="240" w:after="60"/>
      <w:outlineLvl w:val="3"/>
    </w:pPr>
    <w:rPr>
      <w:rFonts w:ascii="Calibri" w:eastAsia="MS Mincho" w:hAnsi="Calibr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6444CE"/>
    <w:pPr>
      <w:keepNext/>
      <w:keepLines/>
      <w:spacing w:before="200"/>
      <w:outlineLvl w:val="4"/>
    </w:pPr>
    <w:rPr>
      <w:rFonts w:ascii="Cambria" w:eastAsia="MS Gothic" w:hAnsi="Cambria"/>
      <w:color w:val="243F60"/>
    </w:rPr>
  </w:style>
  <w:style w:type="paragraph" w:styleId="Ttulo6">
    <w:name w:val="heading 6"/>
    <w:basedOn w:val="Normal"/>
    <w:next w:val="Normal"/>
    <w:link w:val="Ttulo6Car"/>
    <w:uiPriority w:val="99"/>
    <w:qFormat/>
    <w:rsid w:val="006444CE"/>
    <w:pPr>
      <w:keepNext/>
      <w:keepLines/>
      <w:spacing w:before="200"/>
      <w:outlineLvl w:val="5"/>
    </w:pPr>
    <w:rPr>
      <w:rFonts w:ascii="Cambria" w:eastAsia="MS Gothic" w:hAnsi="Cambria"/>
      <w:i/>
      <w:iCs/>
      <w:color w:val="243F6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1D52FD"/>
    <w:rPr>
      <w:rFonts w:ascii="Cambria" w:hAnsi="Cambria" w:cs="Times New Roman"/>
      <w:b/>
      <w:bCs/>
      <w:kern w:val="32"/>
      <w:sz w:val="32"/>
      <w:szCs w:val="32"/>
      <w:lang w:val="es-MX"/>
    </w:rPr>
  </w:style>
  <w:style w:type="character" w:customStyle="1" w:styleId="Ttulo2Car">
    <w:name w:val="Título 2 Car"/>
    <w:link w:val="Ttulo2"/>
    <w:uiPriority w:val="99"/>
    <w:semiHidden/>
    <w:locked/>
    <w:rsid w:val="001D52FD"/>
    <w:rPr>
      <w:rFonts w:ascii="Cambria" w:hAnsi="Cambria" w:cs="Times New Roman"/>
      <w:b/>
      <w:bCs/>
      <w:i/>
      <w:iCs/>
      <w:sz w:val="28"/>
      <w:szCs w:val="28"/>
      <w:lang w:val="es-MX"/>
    </w:rPr>
  </w:style>
  <w:style w:type="character" w:customStyle="1" w:styleId="Ttulo3Car">
    <w:name w:val="Título 3 Car"/>
    <w:link w:val="Ttulo3"/>
    <w:uiPriority w:val="99"/>
    <w:semiHidden/>
    <w:locked/>
    <w:rsid w:val="001D52FD"/>
    <w:rPr>
      <w:rFonts w:ascii="Cambria" w:hAnsi="Cambria" w:cs="Times New Roman"/>
      <w:b/>
      <w:bCs/>
      <w:sz w:val="26"/>
      <w:szCs w:val="26"/>
      <w:lang w:val="es-MX"/>
    </w:rPr>
  </w:style>
  <w:style w:type="character" w:customStyle="1" w:styleId="Ttulo4Car">
    <w:name w:val="Título 4 Car"/>
    <w:link w:val="Ttulo4"/>
    <w:uiPriority w:val="99"/>
    <w:semiHidden/>
    <w:locked/>
    <w:rsid w:val="005B5B4E"/>
    <w:rPr>
      <w:rFonts w:ascii="Calibri" w:eastAsia="MS Mincho" w:hAnsi="Calibri" w:cs="Times New Roman"/>
      <w:b/>
      <w:bCs/>
      <w:sz w:val="28"/>
      <w:szCs w:val="28"/>
      <w:lang w:val="es-ES" w:eastAsia="es-ES"/>
    </w:rPr>
  </w:style>
  <w:style w:type="character" w:customStyle="1" w:styleId="Ttulo5Car">
    <w:name w:val="Título 5 Car"/>
    <w:link w:val="Ttulo5"/>
    <w:uiPriority w:val="99"/>
    <w:semiHidden/>
    <w:locked/>
    <w:rsid w:val="006444CE"/>
    <w:rPr>
      <w:rFonts w:ascii="Cambria" w:eastAsia="MS Gothic" w:hAnsi="Cambria" w:cs="Times New Roman"/>
      <w:color w:val="243F60"/>
      <w:sz w:val="24"/>
      <w:lang w:val="es-ES" w:eastAsia="es-ES"/>
    </w:rPr>
  </w:style>
  <w:style w:type="character" w:customStyle="1" w:styleId="Ttulo6Car">
    <w:name w:val="Título 6 Car"/>
    <w:link w:val="Ttulo6"/>
    <w:uiPriority w:val="99"/>
    <w:semiHidden/>
    <w:locked/>
    <w:rsid w:val="006444CE"/>
    <w:rPr>
      <w:rFonts w:ascii="Cambria" w:eastAsia="MS Gothic" w:hAnsi="Cambria" w:cs="Times New Roman"/>
      <w:i/>
      <w:iCs/>
      <w:color w:val="243F60"/>
      <w:sz w:val="24"/>
      <w:lang w:val="es-ES" w:eastAsia="es-ES"/>
    </w:rPr>
  </w:style>
  <w:style w:type="character" w:customStyle="1" w:styleId="Bold">
    <w:name w:val="Bold"/>
    <w:uiPriority w:val="99"/>
    <w:rsid w:val="004258D2"/>
    <w:rPr>
      <w:rFonts w:ascii="Courier New" w:hAnsi="Courier New"/>
      <w:b/>
      <w:color w:val="0000FF"/>
      <w:sz w:val="24"/>
    </w:rPr>
  </w:style>
  <w:style w:type="paragraph" w:customStyle="1" w:styleId="CodigoFuente">
    <w:name w:val="Codigo Fuente"/>
    <w:basedOn w:val="Normal"/>
    <w:uiPriority w:val="99"/>
    <w:rsid w:val="004258D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B3B3B3"/>
    </w:pPr>
    <w:rPr>
      <w:rFonts w:ascii="Courier New" w:hAnsi="Courier New"/>
      <w:sz w:val="28"/>
    </w:rPr>
  </w:style>
  <w:style w:type="character" w:customStyle="1" w:styleId="Comando">
    <w:name w:val="Comando"/>
    <w:rsid w:val="004258D2"/>
    <w:rPr>
      <w:rFonts w:ascii="Arial" w:hAnsi="Arial"/>
      <w:b/>
      <w:color w:val="339966"/>
      <w:sz w:val="24"/>
    </w:rPr>
  </w:style>
  <w:style w:type="paragraph" w:customStyle="1" w:styleId="Epigrafe">
    <w:name w:val="Epigrafe"/>
    <w:basedOn w:val="Normal"/>
    <w:uiPriority w:val="99"/>
    <w:rsid w:val="00D64440"/>
    <w:pPr>
      <w:jc w:val="center"/>
    </w:pPr>
    <w:rPr>
      <w:i/>
    </w:rPr>
  </w:style>
  <w:style w:type="character" w:customStyle="1" w:styleId="EpigrafeFigura">
    <w:name w:val="Epigrafe Figura"/>
    <w:uiPriority w:val="99"/>
    <w:rsid w:val="004258D2"/>
    <w:rPr>
      <w:rFonts w:ascii="Verdana" w:hAnsi="Verdana"/>
      <w:color w:val="FF6600"/>
      <w:sz w:val="24"/>
    </w:rPr>
  </w:style>
  <w:style w:type="character" w:customStyle="1" w:styleId="EpigrafeBold">
    <w:name w:val="Epigrafe Bold"/>
    <w:uiPriority w:val="99"/>
    <w:rsid w:val="004258D2"/>
    <w:rPr>
      <w:rFonts w:ascii="Verdana" w:hAnsi="Verdana"/>
      <w:b/>
      <w:color w:val="0000FF"/>
      <w:sz w:val="24"/>
    </w:rPr>
  </w:style>
  <w:style w:type="character" w:customStyle="1" w:styleId="EpigrafeComando">
    <w:name w:val="Epigrafe Comando"/>
    <w:uiPriority w:val="99"/>
    <w:rsid w:val="004258D2"/>
    <w:rPr>
      <w:rFonts w:ascii="Verdana" w:hAnsi="Verdana"/>
      <w:b/>
      <w:color w:val="FF6600"/>
      <w:sz w:val="24"/>
    </w:rPr>
  </w:style>
  <w:style w:type="character" w:customStyle="1" w:styleId="GVComando">
    <w:name w:val="GV Comando"/>
    <w:uiPriority w:val="99"/>
    <w:rsid w:val="00D64440"/>
    <w:rPr>
      <w:rFonts w:ascii="Verdana" w:hAnsi="Verdana"/>
      <w:b/>
      <w:i/>
      <w:color w:val="339966"/>
      <w:sz w:val="24"/>
    </w:rPr>
  </w:style>
  <w:style w:type="character" w:customStyle="1" w:styleId="GVBold">
    <w:name w:val="GV Bold"/>
    <w:uiPriority w:val="99"/>
    <w:rsid w:val="00D64440"/>
    <w:rPr>
      <w:rFonts w:ascii="Verdana" w:hAnsi="Verdana"/>
      <w:b/>
      <w:i/>
      <w:color w:val="0000FF"/>
      <w:sz w:val="24"/>
    </w:rPr>
  </w:style>
  <w:style w:type="paragraph" w:customStyle="1" w:styleId="GVTexto">
    <w:name w:val="GV Texto"/>
    <w:basedOn w:val="Normal"/>
    <w:next w:val="Normal"/>
    <w:uiPriority w:val="99"/>
    <w:rsid w:val="00D64440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FFCC99"/>
      <w:tabs>
        <w:tab w:val="left" w:pos="283"/>
      </w:tabs>
      <w:spacing w:line="270" w:lineRule="exact"/>
      <w:ind w:left="284"/>
      <w:jc w:val="both"/>
    </w:pPr>
    <w:rPr>
      <w:b/>
      <w:i/>
    </w:rPr>
  </w:style>
  <w:style w:type="paragraph" w:customStyle="1" w:styleId="GVTitulo">
    <w:name w:val="GV Titulo"/>
    <w:basedOn w:val="Normal"/>
    <w:uiPriority w:val="99"/>
    <w:rsid w:val="004258D2"/>
    <w:pPr>
      <w:pBdr>
        <w:top w:val="single" w:sz="12" w:space="0" w:color="auto"/>
      </w:pBdr>
      <w:shd w:val="clear" w:color="auto" w:fill="000000"/>
      <w:tabs>
        <w:tab w:val="left" w:pos="113"/>
        <w:tab w:val="right" w:pos="7767"/>
      </w:tabs>
      <w:spacing w:line="270" w:lineRule="exact"/>
    </w:pPr>
    <w:rPr>
      <w:rFonts w:ascii="Tahoma" w:hAnsi="Tahoma"/>
      <w:b/>
      <w:color w:val="FFFFFF"/>
    </w:rPr>
  </w:style>
  <w:style w:type="paragraph" w:customStyle="1" w:styleId="Imagen">
    <w:name w:val="Imagen"/>
    <w:basedOn w:val="Normal"/>
    <w:uiPriority w:val="99"/>
    <w:rsid w:val="004258D2"/>
    <w:pPr>
      <w:spacing w:after="60"/>
      <w:outlineLvl w:val="1"/>
    </w:pPr>
    <w:rPr>
      <w:b/>
      <w:color w:val="FF0000"/>
    </w:rPr>
  </w:style>
  <w:style w:type="character" w:customStyle="1" w:styleId="PasoapasoComando">
    <w:name w:val="Paso a paso Comando"/>
    <w:uiPriority w:val="99"/>
    <w:rsid w:val="00D64440"/>
    <w:rPr>
      <w:rFonts w:ascii="Verdana" w:hAnsi="Verdana"/>
      <w:b/>
      <w:i/>
      <w:color w:val="339966"/>
      <w:sz w:val="24"/>
    </w:rPr>
  </w:style>
  <w:style w:type="character" w:customStyle="1" w:styleId="PasoapasoBold">
    <w:name w:val="Paso a paso Bold"/>
    <w:uiPriority w:val="99"/>
    <w:rsid w:val="004258D2"/>
    <w:rPr>
      <w:rFonts w:ascii="Verdana" w:hAnsi="Verdana"/>
      <w:b/>
      <w:i/>
      <w:color w:val="0000FF"/>
      <w:sz w:val="24"/>
    </w:rPr>
  </w:style>
  <w:style w:type="paragraph" w:customStyle="1" w:styleId="PasoapasoTexto">
    <w:name w:val="Paso a paso Texto"/>
    <w:basedOn w:val="Normal"/>
    <w:uiPriority w:val="99"/>
    <w:rsid w:val="00D64440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FFCC99"/>
      <w:ind w:left="284"/>
    </w:pPr>
    <w:rPr>
      <w:b/>
      <w:i/>
    </w:rPr>
  </w:style>
  <w:style w:type="paragraph" w:customStyle="1" w:styleId="PasoaPasoTitulo">
    <w:name w:val="Paso a Paso Titulo"/>
    <w:basedOn w:val="Normal"/>
    <w:uiPriority w:val="99"/>
    <w:rsid w:val="004258D2"/>
    <w:pPr>
      <w:pBdr>
        <w:top w:val="single" w:sz="12" w:space="0" w:color="auto"/>
      </w:pBdr>
      <w:shd w:val="clear" w:color="auto" w:fill="000000"/>
      <w:tabs>
        <w:tab w:val="left" w:pos="113"/>
        <w:tab w:val="right" w:pos="7767"/>
      </w:tabs>
      <w:spacing w:line="270" w:lineRule="exact"/>
    </w:pPr>
    <w:rPr>
      <w:b/>
      <w:color w:val="FFFFFF"/>
    </w:rPr>
  </w:style>
  <w:style w:type="character" w:customStyle="1" w:styleId="PlaquetaBold">
    <w:name w:val="Plaqueta Bold"/>
    <w:uiPriority w:val="99"/>
    <w:rsid w:val="00D64440"/>
    <w:rPr>
      <w:rFonts w:ascii="Verdana" w:hAnsi="Verdana"/>
      <w:b/>
      <w:i/>
      <w:color w:val="0000FF"/>
    </w:rPr>
  </w:style>
  <w:style w:type="character" w:customStyle="1" w:styleId="PlaquetaComando">
    <w:name w:val="Plaqueta Comando"/>
    <w:uiPriority w:val="99"/>
    <w:rsid w:val="00D64440"/>
    <w:rPr>
      <w:rFonts w:ascii="Verdana" w:hAnsi="Verdana"/>
      <w:b/>
      <w:i/>
      <w:color w:val="008000"/>
      <w:sz w:val="24"/>
    </w:rPr>
  </w:style>
  <w:style w:type="paragraph" w:customStyle="1" w:styleId="PlaquetaTitulo">
    <w:name w:val="Plaqueta Titulo"/>
    <w:basedOn w:val="Normal"/>
    <w:next w:val="Normal"/>
    <w:autoRedefine/>
    <w:uiPriority w:val="99"/>
    <w:rsid w:val="00946D88"/>
    <w:pPr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shd w:val="clear" w:color="auto" w:fill="99CCFF"/>
      <w:ind w:left="142" w:right="142"/>
      <w:jc w:val="both"/>
    </w:pPr>
    <w:rPr>
      <w:b/>
      <w:color w:val="000000"/>
      <w:szCs w:val="24"/>
    </w:rPr>
  </w:style>
  <w:style w:type="paragraph" w:customStyle="1" w:styleId="PlaquetaTexto">
    <w:name w:val="Plaqueta Texto"/>
    <w:basedOn w:val="PlaquetaTitulo"/>
    <w:uiPriority w:val="99"/>
    <w:rsid w:val="00912894"/>
    <w:rPr>
      <w:b w:val="0"/>
    </w:rPr>
  </w:style>
  <w:style w:type="paragraph" w:customStyle="1" w:styleId="TablaTexto">
    <w:name w:val="Tabla Texto"/>
    <w:basedOn w:val="PasoapasoTexto"/>
    <w:uiPriority w:val="99"/>
    <w:rsid w:val="004258D2"/>
    <w:rPr>
      <w:i w:val="0"/>
      <w:iCs/>
    </w:rPr>
  </w:style>
  <w:style w:type="paragraph" w:customStyle="1" w:styleId="TablaTitulo">
    <w:name w:val="Tabla Titulo"/>
    <w:basedOn w:val="PasoapasoTexto"/>
    <w:uiPriority w:val="99"/>
    <w:rsid w:val="004258D2"/>
    <w:rPr>
      <w:b w:val="0"/>
      <w:bCs/>
      <w:i w:val="0"/>
      <w:iCs/>
    </w:rPr>
  </w:style>
  <w:style w:type="paragraph" w:customStyle="1" w:styleId="Titulo1">
    <w:name w:val="Titulo 1"/>
    <w:basedOn w:val="Ttulo1"/>
    <w:link w:val="Titulo1Car"/>
    <w:qFormat/>
    <w:rsid w:val="00B73E6C"/>
    <w:pPr>
      <w:spacing w:before="0" w:after="0" w:line="480" w:lineRule="auto"/>
    </w:pPr>
    <w:rPr>
      <w:rFonts w:cs="Times New Roman"/>
      <w:bCs w:val="0"/>
      <w:kern w:val="0"/>
      <w:sz w:val="52"/>
      <w:szCs w:val="40"/>
      <w:u w:val="thick"/>
      <w:lang w:val="pt-BR"/>
    </w:rPr>
  </w:style>
  <w:style w:type="paragraph" w:customStyle="1" w:styleId="Titulo2">
    <w:name w:val="Titulo 2"/>
    <w:basedOn w:val="Ttulo2"/>
    <w:uiPriority w:val="99"/>
    <w:rsid w:val="004258D2"/>
    <w:pPr>
      <w:spacing w:line="360" w:lineRule="auto"/>
    </w:pPr>
    <w:rPr>
      <w:b w:val="0"/>
      <w:i w:val="0"/>
      <w:sz w:val="40"/>
      <w:szCs w:val="32"/>
      <w:u w:val="double"/>
      <w:lang w:val="pt-BR"/>
    </w:rPr>
  </w:style>
  <w:style w:type="paragraph" w:customStyle="1" w:styleId="Titulo3">
    <w:name w:val="Titulo 3"/>
    <w:basedOn w:val="Ttulo3"/>
    <w:uiPriority w:val="99"/>
    <w:rsid w:val="00B73E6C"/>
    <w:rPr>
      <w:b w:val="0"/>
      <w:i/>
      <w:sz w:val="28"/>
      <w:szCs w:val="28"/>
      <w:u w:val="dashLong"/>
      <w:lang w:val="pt-BR"/>
    </w:rPr>
  </w:style>
  <w:style w:type="paragraph" w:customStyle="1" w:styleId="CodigoFuenteComentario">
    <w:name w:val="Codigo Fuente Comentario"/>
    <w:basedOn w:val="CodigoFuente"/>
    <w:uiPriority w:val="99"/>
    <w:rsid w:val="00B07735"/>
    <w:rPr>
      <w:b/>
    </w:rPr>
  </w:style>
  <w:style w:type="character" w:customStyle="1" w:styleId="Figura">
    <w:name w:val="Figura"/>
    <w:uiPriority w:val="99"/>
    <w:rsid w:val="00D64440"/>
    <w:rPr>
      <w:rFonts w:ascii="Verdana" w:hAnsi="Verdana"/>
      <w:b/>
    </w:rPr>
  </w:style>
  <w:style w:type="paragraph" w:customStyle="1" w:styleId="Cuadrculaclara-nfasis31">
    <w:name w:val="Cuadrícula clara - Énfasis 31"/>
    <w:basedOn w:val="Normal"/>
    <w:uiPriority w:val="99"/>
    <w:rsid w:val="00CA06A6"/>
    <w:pPr>
      <w:ind w:left="720"/>
      <w:contextualSpacing/>
    </w:pPr>
  </w:style>
  <w:style w:type="table" w:customStyle="1" w:styleId="Sombreadoclaro1">
    <w:name w:val="Sombreado claro1"/>
    <w:uiPriority w:val="99"/>
    <w:rsid w:val="007F4F2E"/>
    <w:rPr>
      <w:rFonts w:ascii="Verdana" w:hAnsi="Verdana"/>
      <w:color w:val="000000"/>
      <w:lang w:val="es-ES"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99"/>
    <w:rsid w:val="00D05EFF"/>
    <w:rPr>
      <w:rFonts w:ascii="Verdana" w:hAnsi="Verdana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deglobo">
    <w:name w:val="Balloon Text"/>
    <w:basedOn w:val="Normal"/>
    <w:link w:val="TextodegloboCar"/>
    <w:uiPriority w:val="99"/>
    <w:rsid w:val="0056566E"/>
    <w:rPr>
      <w:rFonts w:ascii="Tahoma" w:hAnsi="Tahoma"/>
      <w:sz w:val="16"/>
      <w:szCs w:val="16"/>
      <w:lang w:val="es-ES"/>
    </w:rPr>
  </w:style>
  <w:style w:type="character" w:customStyle="1" w:styleId="TextodegloboCar">
    <w:name w:val="Texto de globo Car"/>
    <w:link w:val="Textodeglobo"/>
    <w:uiPriority w:val="99"/>
    <w:locked/>
    <w:rsid w:val="0056566E"/>
    <w:rPr>
      <w:rFonts w:ascii="Tahoma" w:hAnsi="Tahoma" w:cs="Times New Roman"/>
      <w:sz w:val="16"/>
    </w:rPr>
  </w:style>
  <w:style w:type="character" w:styleId="Refdecomentario">
    <w:name w:val="annotation reference"/>
    <w:uiPriority w:val="99"/>
    <w:rsid w:val="00A8750A"/>
    <w:rPr>
      <w:rFonts w:cs="Times New Roman"/>
      <w:sz w:val="16"/>
    </w:rPr>
  </w:style>
  <w:style w:type="paragraph" w:styleId="Textocomentario">
    <w:name w:val="annotation text"/>
    <w:basedOn w:val="Normal"/>
    <w:link w:val="TextocomentarioCar"/>
    <w:uiPriority w:val="99"/>
    <w:rsid w:val="00A8750A"/>
    <w:rPr>
      <w:sz w:val="20"/>
      <w:lang w:val="es-ES"/>
    </w:rPr>
  </w:style>
  <w:style w:type="character" w:customStyle="1" w:styleId="TextocomentarioCar">
    <w:name w:val="Texto comentario Car"/>
    <w:link w:val="Textocomentario"/>
    <w:uiPriority w:val="99"/>
    <w:locked/>
    <w:rsid w:val="00A8750A"/>
    <w:rPr>
      <w:rFonts w:ascii="Verdana" w:hAnsi="Verdana" w:cs="Times New Roman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A8750A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locked/>
    <w:rsid w:val="00A8750A"/>
    <w:rPr>
      <w:rFonts w:ascii="Verdana" w:hAnsi="Verdana" w:cs="Times New Roman"/>
      <w:b/>
    </w:rPr>
  </w:style>
  <w:style w:type="character" w:customStyle="1" w:styleId="Cuadrculamedia1-nfasis11">
    <w:name w:val="Cuadrícula media 1 - Énfasis 11"/>
    <w:uiPriority w:val="99"/>
    <w:semiHidden/>
    <w:rsid w:val="00381939"/>
    <w:rPr>
      <w:color w:val="808080"/>
    </w:rPr>
  </w:style>
  <w:style w:type="paragraph" w:styleId="Encabezado">
    <w:name w:val="header"/>
    <w:basedOn w:val="Normal"/>
    <w:link w:val="EncabezadoCar"/>
    <w:uiPriority w:val="99"/>
    <w:rsid w:val="004B3D1C"/>
    <w:pPr>
      <w:tabs>
        <w:tab w:val="center" w:pos="4252"/>
        <w:tab w:val="right" w:pos="8504"/>
      </w:tabs>
    </w:pPr>
    <w:rPr>
      <w:lang w:val="es-ES"/>
    </w:rPr>
  </w:style>
  <w:style w:type="character" w:customStyle="1" w:styleId="EncabezadoCar">
    <w:name w:val="Encabezado Car"/>
    <w:link w:val="Encabezado"/>
    <w:uiPriority w:val="99"/>
    <w:locked/>
    <w:rsid w:val="004B3D1C"/>
    <w:rPr>
      <w:rFonts w:ascii="Verdana" w:hAnsi="Verdana" w:cs="Times New Roman"/>
      <w:sz w:val="24"/>
    </w:rPr>
  </w:style>
  <w:style w:type="paragraph" w:styleId="Piedepgina">
    <w:name w:val="footer"/>
    <w:basedOn w:val="Normal"/>
    <w:link w:val="PiedepginaCar"/>
    <w:uiPriority w:val="99"/>
    <w:rsid w:val="004B3D1C"/>
    <w:pPr>
      <w:tabs>
        <w:tab w:val="center" w:pos="4252"/>
        <w:tab w:val="right" w:pos="8504"/>
      </w:tabs>
    </w:pPr>
    <w:rPr>
      <w:lang w:val="es-ES"/>
    </w:rPr>
  </w:style>
  <w:style w:type="character" w:customStyle="1" w:styleId="PiedepginaCar">
    <w:name w:val="Pie de página Car"/>
    <w:link w:val="Piedepgina"/>
    <w:uiPriority w:val="99"/>
    <w:locked/>
    <w:rsid w:val="004B3D1C"/>
    <w:rPr>
      <w:rFonts w:ascii="Verdana" w:hAnsi="Verdana" w:cs="Times New Roman"/>
      <w:sz w:val="24"/>
    </w:rPr>
  </w:style>
  <w:style w:type="paragraph" w:styleId="Textonotapie">
    <w:name w:val="footnote text"/>
    <w:basedOn w:val="Normal"/>
    <w:link w:val="TextonotapieCar"/>
    <w:uiPriority w:val="99"/>
    <w:rsid w:val="00CF3EFB"/>
    <w:rPr>
      <w:rFonts w:ascii="Calibri" w:hAnsi="Calibri"/>
      <w:sz w:val="20"/>
      <w:lang w:val="es-AR" w:eastAsia="en-US"/>
    </w:rPr>
  </w:style>
  <w:style w:type="character" w:customStyle="1" w:styleId="TextonotapieCar">
    <w:name w:val="Texto nota pie Car"/>
    <w:link w:val="Textonotapie"/>
    <w:uiPriority w:val="99"/>
    <w:locked/>
    <w:rsid w:val="00CF3EFB"/>
    <w:rPr>
      <w:rFonts w:ascii="Calibri" w:hAnsi="Calibri" w:cs="Times New Roman"/>
      <w:lang w:val="es-AR" w:eastAsia="en-US"/>
    </w:rPr>
  </w:style>
  <w:style w:type="character" w:styleId="Refdenotaalpie">
    <w:name w:val="footnote reference"/>
    <w:uiPriority w:val="99"/>
    <w:rsid w:val="00CF3EFB"/>
    <w:rPr>
      <w:rFonts w:cs="Times New Roman"/>
      <w:vertAlign w:val="superscript"/>
    </w:rPr>
  </w:style>
  <w:style w:type="character" w:styleId="Textoennegrita">
    <w:name w:val="Strong"/>
    <w:uiPriority w:val="99"/>
    <w:qFormat/>
    <w:rsid w:val="00CF3EFB"/>
    <w:rPr>
      <w:rFonts w:cs="Times New Roman"/>
      <w:b/>
    </w:rPr>
  </w:style>
  <w:style w:type="character" w:styleId="Hipervnculo">
    <w:name w:val="Hyperlink"/>
    <w:uiPriority w:val="99"/>
    <w:rsid w:val="007F1D44"/>
    <w:rPr>
      <w:rFonts w:cs="Times New Roman"/>
      <w:color w:val="0000FF"/>
      <w:u w:val="single"/>
    </w:rPr>
  </w:style>
  <w:style w:type="character" w:styleId="Hipervnculovisitado">
    <w:name w:val="FollowedHyperlink"/>
    <w:uiPriority w:val="99"/>
    <w:rsid w:val="00115959"/>
    <w:rPr>
      <w:rFonts w:cs="Times New Roman"/>
      <w:color w:val="800080"/>
      <w:u w:val="single"/>
    </w:rPr>
  </w:style>
  <w:style w:type="paragraph" w:customStyle="1" w:styleId="Normal1">
    <w:name w:val="Normal1"/>
    <w:uiPriority w:val="99"/>
    <w:rsid w:val="00C6693F"/>
    <w:pPr>
      <w:spacing w:line="276" w:lineRule="auto"/>
    </w:pPr>
    <w:rPr>
      <w:rFonts w:ascii="Arial" w:hAnsi="Arial" w:cs="Arial"/>
      <w:color w:val="000000"/>
      <w:sz w:val="22"/>
      <w:szCs w:val="22"/>
      <w:lang w:val="es-ES_tradnl" w:eastAsia="es-ES"/>
    </w:rPr>
  </w:style>
  <w:style w:type="character" w:customStyle="1" w:styleId="apple-converted-space">
    <w:name w:val="apple-converted-space"/>
    <w:uiPriority w:val="99"/>
    <w:rsid w:val="00CC78C5"/>
  </w:style>
  <w:style w:type="character" w:customStyle="1" w:styleId="Cursiva">
    <w:name w:val="Cursiva"/>
    <w:uiPriority w:val="99"/>
    <w:rsid w:val="00B21929"/>
    <w:rPr>
      <w:rFonts w:ascii="Verdana" w:hAnsi="Verdana" w:cs="Times New Roman"/>
      <w:i/>
      <w:color w:val="E36C0A"/>
      <w:sz w:val="24"/>
    </w:rPr>
  </w:style>
  <w:style w:type="paragraph" w:styleId="Ttulo">
    <w:name w:val="Title"/>
    <w:basedOn w:val="Normal"/>
    <w:next w:val="Normal"/>
    <w:link w:val="TtuloCar"/>
    <w:uiPriority w:val="99"/>
    <w:qFormat/>
    <w:rsid w:val="005B5B4E"/>
    <w:pPr>
      <w:keepNext/>
      <w:keepLines/>
      <w:spacing w:after="60" w:line="276" w:lineRule="auto"/>
    </w:pPr>
    <w:rPr>
      <w:rFonts w:ascii="Arial" w:hAnsi="Arial" w:cs="Arial"/>
      <w:sz w:val="52"/>
      <w:szCs w:val="52"/>
      <w:lang w:eastAsia="es-ES_tradnl"/>
    </w:rPr>
  </w:style>
  <w:style w:type="character" w:customStyle="1" w:styleId="TtuloCar">
    <w:name w:val="Título Car"/>
    <w:link w:val="Ttulo"/>
    <w:uiPriority w:val="99"/>
    <w:locked/>
    <w:rsid w:val="005B5B4E"/>
    <w:rPr>
      <w:rFonts w:ascii="Arial" w:hAnsi="Arial" w:cs="Arial"/>
      <w:sz w:val="52"/>
      <w:szCs w:val="52"/>
      <w:lang w:eastAsia="es-ES_tradnl"/>
    </w:rPr>
  </w:style>
  <w:style w:type="paragraph" w:styleId="Subttulo">
    <w:name w:val="Subtitle"/>
    <w:basedOn w:val="Normal"/>
    <w:next w:val="Normal"/>
    <w:link w:val="SubttuloCar"/>
    <w:uiPriority w:val="99"/>
    <w:qFormat/>
    <w:rsid w:val="005B5B4E"/>
    <w:pPr>
      <w:keepNext/>
      <w:keepLines/>
      <w:spacing w:after="320" w:line="276" w:lineRule="auto"/>
    </w:pPr>
    <w:rPr>
      <w:rFonts w:ascii="Arial" w:hAnsi="Arial" w:cs="Arial"/>
      <w:color w:val="666666"/>
      <w:sz w:val="30"/>
      <w:szCs w:val="30"/>
      <w:lang w:eastAsia="es-ES_tradnl"/>
    </w:rPr>
  </w:style>
  <w:style w:type="character" w:customStyle="1" w:styleId="SubttuloCar">
    <w:name w:val="Subtítulo Car"/>
    <w:link w:val="Subttulo"/>
    <w:uiPriority w:val="99"/>
    <w:locked/>
    <w:rsid w:val="005B5B4E"/>
    <w:rPr>
      <w:rFonts w:ascii="Arial" w:hAnsi="Arial" w:cs="Arial"/>
      <w:color w:val="666666"/>
      <w:sz w:val="30"/>
      <w:szCs w:val="30"/>
      <w:lang w:eastAsia="es-ES_tradnl"/>
    </w:rPr>
  </w:style>
  <w:style w:type="paragraph" w:customStyle="1" w:styleId="Normal2">
    <w:name w:val="Normal2"/>
    <w:uiPriority w:val="99"/>
    <w:rsid w:val="006444CE"/>
    <w:pPr>
      <w:spacing w:line="276" w:lineRule="auto"/>
    </w:pPr>
    <w:rPr>
      <w:rFonts w:ascii="Arial" w:hAnsi="Arial" w:cs="Arial"/>
      <w:sz w:val="22"/>
      <w:szCs w:val="22"/>
      <w:lang w:val="es-AR" w:eastAsia="es-ES"/>
    </w:rPr>
  </w:style>
  <w:style w:type="paragraph" w:styleId="NormalWeb">
    <w:name w:val="Normal (Web)"/>
    <w:basedOn w:val="Normal"/>
    <w:uiPriority w:val="99"/>
    <w:semiHidden/>
    <w:rsid w:val="003B7B7B"/>
    <w:pPr>
      <w:spacing w:before="100" w:beforeAutospacing="1" w:after="100" w:afterAutospacing="1"/>
    </w:pPr>
    <w:rPr>
      <w:rFonts w:ascii="Times New Roman" w:hAnsi="Times New Roman"/>
      <w:szCs w:val="24"/>
      <w:lang w:eastAsia="es-MX"/>
    </w:rPr>
  </w:style>
  <w:style w:type="character" w:styleId="CdigoHTML">
    <w:name w:val="HTML Code"/>
    <w:uiPriority w:val="99"/>
    <w:semiHidden/>
    <w:rsid w:val="00417A76"/>
    <w:rPr>
      <w:rFonts w:ascii="Courier New" w:hAnsi="Courier New" w:cs="Courier New"/>
      <w:sz w:val="20"/>
      <w:szCs w:val="20"/>
    </w:rPr>
  </w:style>
  <w:style w:type="paragraph" w:styleId="HTMLconformatoprevio">
    <w:name w:val="HTML Preformatted"/>
    <w:basedOn w:val="Normal"/>
    <w:link w:val="HTMLconformatoprevioCar"/>
    <w:uiPriority w:val="99"/>
    <w:semiHidden/>
    <w:rsid w:val="008432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s-MX"/>
    </w:rPr>
  </w:style>
  <w:style w:type="character" w:customStyle="1" w:styleId="HTMLconformatoprevioCar">
    <w:name w:val="HTML con formato previo Car"/>
    <w:link w:val="HTMLconformatoprevio"/>
    <w:uiPriority w:val="99"/>
    <w:semiHidden/>
    <w:locked/>
    <w:rsid w:val="00843257"/>
    <w:rPr>
      <w:rFonts w:ascii="Courier New" w:hAnsi="Courier New" w:cs="Courier New"/>
      <w:lang w:val="es-MX" w:eastAsia="es-MX"/>
    </w:rPr>
  </w:style>
  <w:style w:type="character" w:customStyle="1" w:styleId="tag">
    <w:name w:val="tag"/>
    <w:uiPriority w:val="99"/>
    <w:rsid w:val="00843257"/>
    <w:rPr>
      <w:rFonts w:cs="Times New Roman"/>
    </w:rPr>
  </w:style>
  <w:style w:type="character" w:customStyle="1" w:styleId="pln">
    <w:name w:val="pln"/>
    <w:uiPriority w:val="99"/>
    <w:rsid w:val="00843257"/>
    <w:rPr>
      <w:rFonts w:cs="Times New Roman"/>
    </w:rPr>
  </w:style>
  <w:style w:type="character" w:customStyle="1" w:styleId="atn">
    <w:name w:val="atn"/>
    <w:uiPriority w:val="99"/>
    <w:rsid w:val="00843257"/>
    <w:rPr>
      <w:rFonts w:cs="Times New Roman"/>
    </w:rPr>
  </w:style>
  <w:style w:type="character" w:customStyle="1" w:styleId="pun">
    <w:name w:val="pun"/>
    <w:uiPriority w:val="99"/>
    <w:rsid w:val="00843257"/>
    <w:rPr>
      <w:rFonts w:cs="Times New Roman"/>
    </w:rPr>
  </w:style>
  <w:style w:type="character" w:customStyle="1" w:styleId="atv">
    <w:name w:val="atv"/>
    <w:uiPriority w:val="99"/>
    <w:rsid w:val="00843257"/>
    <w:rPr>
      <w:rFonts w:cs="Times New Roman"/>
    </w:rPr>
  </w:style>
  <w:style w:type="paragraph" w:customStyle="1" w:styleId="Titulo4">
    <w:name w:val="Titulo 4"/>
    <w:basedOn w:val="Imagen"/>
    <w:uiPriority w:val="99"/>
    <w:rsid w:val="0066494B"/>
  </w:style>
  <w:style w:type="character" w:customStyle="1" w:styleId="Mencinsinresolver1">
    <w:name w:val="Mención sin resolver1"/>
    <w:uiPriority w:val="99"/>
    <w:semiHidden/>
    <w:rsid w:val="00091397"/>
    <w:rPr>
      <w:rFonts w:cs="Times New Roman"/>
      <w:color w:val="605E5C"/>
      <w:shd w:val="clear" w:color="auto" w:fill="E1DFDD"/>
    </w:rPr>
  </w:style>
  <w:style w:type="character" w:customStyle="1" w:styleId="lit">
    <w:name w:val="lit"/>
    <w:uiPriority w:val="99"/>
    <w:rsid w:val="00DE0277"/>
    <w:rPr>
      <w:rFonts w:cs="Times New Roman"/>
    </w:rPr>
  </w:style>
  <w:style w:type="character" w:customStyle="1" w:styleId="prism-token">
    <w:name w:val="prism-token"/>
    <w:uiPriority w:val="99"/>
    <w:rsid w:val="0030455F"/>
    <w:rPr>
      <w:rFonts w:cs="Times New Roman"/>
    </w:rPr>
  </w:style>
  <w:style w:type="character" w:customStyle="1" w:styleId="nt">
    <w:name w:val="nt"/>
    <w:uiPriority w:val="99"/>
    <w:rsid w:val="007D3C40"/>
    <w:rPr>
      <w:rFonts w:cs="Times New Roman"/>
    </w:rPr>
  </w:style>
  <w:style w:type="character" w:customStyle="1" w:styleId="na">
    <w:name w:val="na"/>
    <w:uiPriority w:val="99"/>
    <w:rsid w:val="007D3C40"/>
    <w:rPr>
      <w:rFonts w:cs="Times New Roman"/>
    </w:rPr>
  </w:style>
  <w:style w:type="character" w:customStyle="1" w:styleId="s">
    <w:name w:val="s"/>
    <w:uiPriority w:val="99"/>
    <w:rsid w:val="007D3C40"/>
    <w:rPr>
      <w:rFonts w:cs="Times New Roman"/>
    </w:rPr>
  </w:style>
  <w:style w:type="character" w:customStyle="1" w:styleId="com">
    <w:name w:val="com"/>
    <w:uiPriority w:val="99"/>
    <w:rsid w:val="001D0CE1"/>
    <w:rPr>
      <w:rFonts w:cs="Times New Roman"/>
    </w:rPr>
  </w:style>
  <w:style w:type="character" w:customStyle="1" w:styleId="kwd">
    <w:name w:val="kwd"/>
    <w:uiPriority w:val="99"/>
    <w:rsid w:val="0034532F"/>
    <w:rPr>
      <w:rFonts w:cs="Times New Roman"/>
    </w:rPr>
  </w:style>
  <w:style w:type="character" w:customStyle="1" w:styleId="typ">
    <w:name w:val="typ"/>
    <w:uiPriority w:val="99"/>
    <w:rsid w:val="0034532F"/>
    <w:rPr>
      <w:rFonts w:cs="Times New Roman"/>
    </w:rPr>
  </w:style>
  <w:style w:type="character" w:customStyle="1" w:styleId="str">
    <w:name w:val="str"/>
    <w:uiPriority w:val="99"/>
    <w:rsid w:val="0034532F"/>
    <w:rPr>
      <w:rFonts w:cs="Times New Roman"/>
    </w:rPr>
  </w:style>
  <w:style w:type="character" w:styleId="nfasis">
    <w:name w:val="Emphasis"/>
    <w:uiPriority w:val="99"/>
    <w:qFormat/>
    <w:rsid w:val="007B739D"/>
    <w:rPr>
      <w:rFonts w:cs="Times New Roman"/>
      <w:i/>
      <w:iCs/>
    </w:rPr>
  </w:style>
  <w:style w:type="paragraph" w:styleId="Prrafodelista">
    <w:name w:val="List Paragraph"/>
    <w:basedOn w:val="Normal"/>
    <w:uiPriority w:val="34"/>
    <w:qFormat/>
    <w:rsid w:val="008D5AA5"/>
    <w:pPr>
      <w:ind w:left="720"/>
      <w:contextualSpacing/>
    </w:pPr>
  </w:style>
  <w:style w:type="character" w:customStyle="1" w:styleId="hljs-class">
    <w:name w:val="hljs-class"/>
    <w:uiPriority w:val="99"/>
    <w:rsid w:val="00A4667F"/>
    <w:rPr>
      <w:rFonts w:cs="Times New Roman"/>
    </w:rPr>
  </w:style>
  <w:style w:type="character" w:customStyle="1" w:styleId="hljs-keyword">
    <w:name w:val="hljs-keyword"/>
    <w:uiPriority w:val="99"/>
    <w:rsid w:val="00A4667F"/>
    <w:rPr>
      <w:rFonts w:cs="Times New Roman"/>
    </w:rPr>
  </w:style>
  <w:style w:type="character" w:customStyle="1" w:styleId="hljs-title">
    <w:name w:val="hljs-title"/>
    <w:uiPriority w:val="99"/>
    <w:rsid w:val="00A4667F"/>
    <w:rPr>
      <w:rFonts w:cs="Times New Roman"/>
    </w:rPr>
  </w:style>
  <w:style w:type="character" w:customStyle="1" w:styleId="hljs-number">
    <w:name w:val="hljs-number"/>
    <w:uiPriority w:val="99"/>
    <w:rsid w:val="00A4667F"/>
    <w:rPr>
      <w:rFonts w:cs="Times New Roman"/>
    </w:rPr>
  </w:style>
  <w:style w:type="character" w:customStyle="1" w:styleId="hljs-comment">
    <w:name w:val="hljs-comment"/>
    <w:uiPriority w:val="99"/>
    <w:rsid w:val="00A4667F"/>
    <w:rPr>
      <w:rFonts w:cs="Times New Roman"/>
    </w:rPr>
  </w:style>
  <w:style w:type="character" w:customStyle="1" w:styleId="shkeyword">
    <w:name w:val="sh_keyword"/>
    <w:uiPriority w:val="99"/>
    <w:rsid w:val="00842688"/>
    <w:rPr>
      <w:rFonts w:cs="Times New Roman"/>
    </w:rPr>
  </w:style>
  <w:style w:type="character" w:customStyle="1" w:styleId="shsymbol">
    <w:name w:val="sh_symbol"/>
    <w:uiPriority w:val="99"/>
    <w:rsid w:val="00842688"/>
    <w:rPr>
      <w:rFonts w:cs="Times New Roman"/>
    </w:rPr>
  </w:style>
  <w:style w:type="character" w:customStyle="1" w:styleId="shfunction">
    <w:name w:val="sh_function"/>
    <w:uiPriority w:val="99"/>
    <w:rsid w:val="00842688"/>
    <w:rPr>
      <w:rFonts w:cs="Times New Roman"/>
    </w:rPr>
  </w:style>
  <w:style w:type="character" w:customStyle="1" w:styleId="shstring">
    <w:name w:val="sh_string"/>
    <w:uiPriority w:val="99"/>
    <w:rsid w:val="00842688"/>
    <w:rPr>
      <w:rFonts w:cs="Times New Roman"/>
    </w:rPr>
  </w:style>
  <w:style w:type="character" w:customStyle="1" w:styleId="shnumber">
    <w:name w:val="sh_number"/>
    <w:uiPriority w:val="99"/>
    <w:rsid w:val="00842688"/>
    <w:rPr>
      <w:rFonts w:cs="Times New Roman"/>
    </w:rPr>
  </w:style>
  <w:style w:type="character" w:customStyle="1" w:styleId="shcbracket">
    <w:name w:val="sh_cbracket"/>
    <w:uiPriority w:val="99"/>
    <w:rsid w:val="00842688"/>
    <w:rPr>
      <w:rFonts w:cs="Times New Roman"/>
    </w:rPr>
  </w:style>
  <w:style w:type="character" w:customStyle="1" w:styleId="nb">
    <w:name w:val="nb"/>
    <w:uiPriority w:val="99"/>
    <w:rsid w:val="00FE6C71"/>
    <w:rPr>
      <w:rFonts w:cs="Times New Roman"/>
    </w:rPr>
  </w:style>
  <w:style w:type="character" w:customStyle="1" w:styleId="hljs-tag">
    <w:name w:val="hljs-tag"/>
    <w:uiPriority w:val="99"/>
    <w:rsid w:val="00FE6C71"/>
    <w:rPr>
      <w:rFonts w:cs="Times New Roman"/>
    </w:rPr>
  </w:style>
  <w:style w:type="character" w:customStyle="1" w:styleId="hljs-name">
    <w:name w:val="hljs-name"/>
    <w:uiPriority w:val="99"/>
    <w:rsid w:val="00FE6C71"/>
    <w:rPr>
      <w:rFonts w:cs="Times New Roman"/>
    </w:rPr>
  </w:style>
  <w:style w:type="paragraph" w:styleId="Cita">
    <w:name w:val="Quote"/>
    <w:basedOn w:val="Normal"/>
    <w:next w:val="Normal"/>
    <w:link w:val="CitaCar"/>
    <w:uiPriority w:val="29"/>
    <w:qFormat/>
    <w:rsid w:val="00E71A35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itaCar">
    <w:name w:val="Cita Car"/>
    <w:link w:val="Cita"/>
    <w:uiPriority w:val="29"/>
    <w:locked/>
    <w:rsid w:val="00E71A35"/>
    <w:rPr>
      <w:rFonts w:ascii="Verdana" w:hAnsi="Verdana" w:cs="Times New Roman"/>
      <w:i/>
      <w:iCs/>
      <w:color w:val="404040"/>
      <w:sz w:val="24"/>
      <w:lang w:val="es-MX" w:eastAsia="es-ES"/>
    </w:rPr>
  </w:style>
  <w:style w:type="character" w:customStyle="1" w:styleId="tlid-translation">
    <w:name w:val="tlid-translation"/>
    <w:uiPriority w:val="99"/>
    <w:rsid w:val="00B05485"/>
    <w:rPr>
      <w:rFonts w:cs="Times New Roman"/>
    </w:rPr>
  </w:style>
  <w:style w:type="paragraph" w:styleId="Citadestacada">
    <w:name w:val="Intense Quote"/>
    <w:basedOn w:val="Normal"/>
    <w:next w:val="Normal"/>
    <w:link w:val="CitadestacadaCar"/>
    <w:uiPriority w:val="99"/>
    <w:qFormat/>
    <w:rsid w:val="00690DE9"/>
    <w:pPr>
      <w:pBdr>
        <w:top w:val="single" w:sz="4" w:space="10" w:color="4F81BD"/>
        <w:bottom w:val="single" w:sz="4" w:space="10" w:color="4F81BD"/>
      </w:pBdr>
      <w:spacing w:before="360" w:after="360"/>
      <w:ind w:left="864" w:right="864"/>
      <w:jc w:val="center"/>
    </w:pPr>
    <w:rPr>
      <w:i/>
      <w:iCs/>
      <w:color w:val="4F81BD"/>
    </w:rPr>
  </w:style>
  <w:style w:type="character" w:customStyle="1" w:styleId="CitadestacadaCar">
    <w:name w:val="Cita destacada Car"/>
    <w:link w:val="Citadestacada"/>
    <w:uiPriority w:val="99"/>
    <w:locked/>
    <w:rsid w:val="00690DE9"/>
    <w:rPr>
      <w:rFonts w:ascii="Verdana" w:hAnsi="Verdana" w:cs="Times New Roman"/>
      <w:i/>
      <w:iCs/>
      <w:color w:val="4F81BD"/>
      <w:sz w:val="24"/>
      <w:lang w:val="es-MX" w:eastAsia="es-ES"/>
    </w:rPr>
  </w:style>
  <w:style w:type="character" w:customStyle="1" w:styleId="token">
    <w:name w:val="token"/>
    <w:uiPriority w:val="99"/>
    <w:rsid w:val="00BD2BD8"/>
    <w:rPr>
      <w:rFonts w:cs="Times New Roman"/>
    </w:rPr>
  </w:style>
  <w:style w:type="character" w:customStyle="1" w:styleId="Titulo1Car">
    <w:name w:val="Titulo 1 Car"/>
    <w:link w:val="Titulo1"/>
    <w:qFormat/>
    <w:locked/>
    <w:rsid w:val="0082656E"/>
    <w:rPr>
      <w:rFonts w:ascii="Verdana" w:hAnsi="Verdana"/>
      <w:b/>
      <w:sz w:val="52"/>
      <w:szCs w:val="40"/>
      <w:u w:val="thick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092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7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7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950">
          <w:marLeft w:val="125"/>
          <w:marRight w:val="125"/>
          <w:marTop w:val="1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7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125">
          <w:marLeft w:val="125"/>
          <w:marRight w:val="125"/>
          <w:marTop w:val="1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92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092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8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8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8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8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8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8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8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8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8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8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8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8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8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8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8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8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8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8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92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9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41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2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75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78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\Mis%20documentos\VIRGINIA\PROYECTO%20LIBRO\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Settings\1\Mis documentos\VIRGINIA\PROYECTO LIBRO\</Template>
  <TotalTime>313</TotalTime>
  <Pages>13</Pages>
  <Words>1860</Words>
  <Characters>9640</Characters>
  <Application>Microsoft Office Word</Application>
  <DocSecurity>0</DocSecurity>
  <Lines>196</Lines>
  <Paragraphs>46</Paragraphs>
  <ScaleCrop>false</ScaleCrop>
  <Company>Hewlett-Packard Company</Company>
  <LinksUpToDate>false</LinksUpToDate>
  <CharactersWithSpaces>11454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Conexión a una base de datos </dc:title>
  <dc:subject/>
  <dc:creator>yo</dc:creator>
  <cp:keywords/>
  <dc:description/>
  <cp:lastModifiedBy>Microsoft Office User</cp:lastModifiedBy>
  <cp:revision>17</cp:revision>
  <cp:lastPrinted>2019-09-25T20:11:00Z</cp:lastPrinted>
  <dcterms:created xsi:type="dcterms:W3CDTF">2021-02-26T14:12:00Z</dcterms:created>
  <dcterms:modified xsi:type="dcterms:W3CDTF">2021-03-14T17:52:00Z</dcterms:modified>
</cp:coreProperties>
</file>