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83ADCF" w14:textId="77777777" w:rsidR="00811BE8" w:rsidRDefault="00811BE8" w:rsidP="00811BE8">
      <w:pPr>
        <w:pStyle w:val="Ttulo1"/>
      </w:pPr>
      <w:bookmarkStart w:id="0" w:name="_GoBack"/>
      <w:bookmarkEnd w:id="0"/>
      <w:r>
        <w:t>Web 1.0</w:t>
      </w:r>
    </w:p>
    <w:p w14:paraId="09AFACA7" w14:textId="77777777" w:rsidR="00811BE8" w:rsidRDefault="00811BE8" w:rsidP="00811BE8">
      <w:pPr>
        <w:pStyle w:val="Ttulo2"/>
      </w:pPr>
      <w:r>
        <w:t>Características de Web 1.0</w:t>
      </w:r>
    </w:p>
    <w:p w14:paraId="337F3CF7" w14:textId="77777777" w:rsidR="00811BE8" w:rsidRDefault="00811BE8" w:rsidP="00811BE8">
      <w:pPr>
        <w:pStyle w:val="Ttulo1"/>
      </w:pPr>
      <w:r>
        <w:t>Web 2.0</w:t>
      </w:r>
    </w:p>
    <w:p w14:paraId="33528F58" w14:textId="77777777" w:rsidR="00811BE8" w:rsidRDefault="00811BE8" w:rsidP="00811BE8">
      <w:pPr>
        <w:pStyle w:val="Ttulo2"/>
      </w:pPr>
      <w:r>
        <w:t>Características de Web 2.0</w:t>
      </w:r>
    </w:p>
    <w:p w14:paraId="015204FB" w14:textId="77777777" w:rsidR="00811BE8" w:rsidRDefault="00811BE8" w:rsidP="00811BE8">
      <w:pPr>
        <w:pStyle w:val="Ttulo1"/>
      </w:pPr>
      <w:r>
        <w:t>Wiki</w:t>
      </w:r>
    </w:p>
    <w:p w14:paraId="4295B4C6" w14:textId="77777777" w:rsidR="00811BE8" w:rsidRDefault="00811BE8" w:rsidP="00811BE8">
      <w:pPr>
        <w:pStyle w:val="Ttulo2"/>
      </w:pPr>
      <w:r>
        <w:t>Características de las Wikis</w:t>
      </w:r>
    </w:p>
    <w:p w14:paraId="0444F47D" w14:textId="77777777" w:rsidR="00811BE8" w:rsidRDefault="00811BE8" w:rsidP="00811BE8">
      <w:pPr>
        <w:pStyle w:val="Ttulo2"/>
      </w:pPr>
      <w:r>
        <w:t>Historia de Wikipedia</w:t>
      </w:r>
    </w:p>
    <w:p w14:paraId="64641535" w14:textId="77777777" w:rsidR="00811BE8" w:rsidRDefault="00811BE8" w:rsidP="00811BE8">
      <w:pPr>
        <w:pStyle w:val="Ttulo1"/>
      </w:pPr>
      <w:r>
        <w:t>Blogs</w:t>
      </w:r>
    </w:p>
    <w:p w14:paraId="6E8E7C20" w14:textId="77777777" w:rsidR="00811BE8" w:rsidRDefault="00811BE8" w:rsidP="00811BE8">
      <w:pPr>
        <w:pStyle w:val="Ttulo2"/>
      </w:pPr>
      <w:r>
        <w:t>¿Qué es un Blog?</w:t>
      </w:r>
    </w:p>
    <w:p w14:paraId="6B3CCAB6" w14:textId="77777777" w:rsidR="00811BE8" w:rsidRDefault="00811BE8" w:rsidP="00811BE8">
      <w:pPr>
        <w:pStyle w:val="Ttulo2"/>
      </w:pPr>
      <w:r>
        <w:t xml:space="preserve">Manejo de </w:t>
      </w:r>
      <w:proofErr w:type="spellStart"/>
      <w:r>
        <w:t>Blogger</w:t>
      </w:r>
      <w:proofErr w:type="spellEnd"/>
    </w:p>
    <w:p w14:paraId="1639A853" w14:textId="77777777" w:rsidR="00811BE8" w:rsidRDefault="00811BE8" w:rsidP="00811BE8">
      <w:pPr>
        <w:pStyle w:val="Ttulo2"/>
      </w:pPr>
      <w:r>
        <w:t xml:space="preserve">Manejo de </w:t>
      </w:r>
      <w:proofErr w:type="spellStart"/>
      <w:r>
        <w:t>WordPress</w:t>
      </w:r>
      <w:proofErr w:type="spellEnd"/>
    </w:p>
    <w:p w14:paraId="3CFB2389" w14:textId="77777777" w:rsidR="00811BE8" w:rsidRDefault="00811BE8" w:rsidP="00811BE8">
      <w:pPr>
        <w:pStyle w:val="Ttulo1"/>
      </w:pPr>
      <w:r>
        <w:t>Las Redes Sociales</w:t>
      </w:r>
    </w:p>
    <w:p w14:paraId="098F1F22" w14:textId="77777777" w:rsidR="00811BE8" w:rsidRDefault="00811BE8" w:rsidP="00811BE8">
      <w:pPr>
        <w:pStyle w:val="Ttulo2"/>
      </w:pPr>
      <w:r>
        <w:t>¿Qué son las redes sociales?</w:t>
      </w:r>
    </w:p>
    <w:p w14:paraId="52A9FF17" w14:textId="77777777" w:rsidR="00811BE8" w:rsidRDefault="00811BE8" w:rsidP="00811BE8">
      <w:pPr>
        <w:pStyle w:val="Ttulo2"/>
      </w:pPr>
      <w:r>
        <w:t>Manejo de Facebook</w:t>
      </w:r>
    </w:p>
    <w:p w14:paraId="5EAC07D8" w14:textId="77777777" w:rsidR="00811BE8" w:rsidRDefault="00811BE8" w:rsidP="00811BE8">
      <w:pPr>
        <w:pStyle w:val="Ttulo2"/>
      </w:pPr>
      <w:r>
        <w:t>Manejo de Hi5</w:t>
      </w:r>
    </w:p>
    <w:p w14:paraId="08B5D84B" w14:textId="77777777" w:rsidR="00811BE8" w:rsidRDefault="00811BE8" w:rsidP="00811BE8">
      <w:pPr>
        <w:pStyle w:val="Ttulo2"/>
      </w:pPr>
      <w:r>
        <w:t xml:space="preserve">Manejo de </w:t>
      </w:r>
      <w:proofErr w:type="spellStart"/>
      <w:r>
        <w:t>Twitter</w:t>
      </w:r>
      <w:proofErr w:type="spellEnd"/>
    </w:p>
    <w:p w14:paraId="43375B29" w14:textId="77777777" w:rsidR="00811BE8" w:rsidRDefault="00811BE8"/>
    <w:p w14:paraId="3DB10A4A" w14:textId="77777777" w:rsidR="00811BE8" w:rsidRDefault="00811BE8"/>
    <w:sectPr w:rsidR="00811B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BE8"/>
    <w:rsid w:val="004E3AB0"/>
    <w:rsid w:val="00811BE8"/>
    <w:rsid w:val="00813837"/>
    <w:rsid w:val="00C4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91A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11B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11B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811B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11BE8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tulo1Car">
    <w:name w:val="Título 1 Car"/>
    <w:basedOn w:val="Fuentedeprrafopredeter"/>
    <w:link w:val="Ttulo1"/>
    <w:uiPriority w:val="9"/>
    <w:rsid w:val="00811BE8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811B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11B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11B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811BE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11BE8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tulo1Car">
    <w:name w:val="Título 1 Car"/>
    <w:basedOn w:val="Fuentedeprrafopredeter"/>
    <w:link w:val="Ttulo1"/>
    <w:uiPriority w:val="9"/>
    <w:rsid w:val="00811BE8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811B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</Words>
  <Characters>244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hasndsofthelp</dc:creator>
  <cp:lastModifiedBy>hasndsofthelp</cp:lastModifiedBy>
  <cp:revision>2</cp:revision>
  <dcterms:created xsi:type="dcterms:W3CDTF">2010-04-02T16:16:00Z</dcterms:created>
  <dcterms:modified xsi:type="dcterms:W3CDTF">2010-04-02T16:34:00Z</dcterms:modified>
</cp:coreProperties>
</file>