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41E" w:rsidRPr="006E2169" w:rsidRDefault="00B54348" w:rsidP="002110B9">
      <w:pPr>
        <w:spacing w:after="0"/>
        <w:jc w:val="center"/>
        <w:rPr>
          <w:rFonts w:ascii="Corbel" w:hAnsi="Corbel"/>
          <w:color w:val="7030A0"/>
          <w:sz w:val="40"/>
          <w:szCs w:val="40"/>
        </w:rPr>
      </w:pPr>
      <w:r w:rsidRPr="006E2169">
        <w:rPr>
          <w:rFonts w:ascii="Corbel" w:hAnsi="Corbel"/>
          <w:color w:val="7030A0"/>
          <w:sz w:val="40"/>
          <w:szCs w:val="40"/>
        </w:rPr>
        <w:t xml:space="preserve">El Oso de </w:t>
      </w:r>
      <w:r w:rsidR="00856E5E" w:rsidRPr="006E2169">
        <w:rPr>
          <w:rFonts w:ascii="Corbel" w:hAnsi="Corbel"/>
          <w:color w:val="7030A0"/>
          <w:sz w:val="40"/>
          <w:szCs w:val="40"/>
        </w:rPr>
        <w:t>Anteojos</w:t>
      </w:r>
    </w:p>
    <w:p w:rsidR="00B54348" w:rsidRPr="006E2169" w:rsidRDefault="006C1C00" w:rsidP="002110B9">
      <w:pPr>
        <w:jc w:val="center"/>
        <w:rPr>
          <w:rFonts w:ascii="Cambria" w:hAnsi="Cambria"/>
          <w:color w:val="0070C0"/>
          <w:sz w:val="28"/>
          <w:szCs w:val="28"/>
        </w:rPr>
      </w:pPr>
      <w:r w:rsidRPr="006E2169">
        <w:rPr>
          <w:rFonts w:ascii="Cambria" w:hAnsi="Cambria"/>
          <w:color w:val="0070C0"/>
          <w:sz w:val="28"/>
          <w:szCs w:val="28"/>
        </w:rPr>
        <w:t>(</w:t>
      </w:r>
      <w:proofErr w:type="spellStart"/>
      <w:r w:rsidRPr="006E2169">
        <w:rPr>
          <w:rFonts w:ascii="Cambria" w:hAnsi="Cambria"/>
          <w:color w:val="0070C0"/>
          <w:sz w:val="28"/>
          <w:szCs w:val="28"/>
        </w:rPr>
        <w:t>Tremarctos</w:t>
      </w:r>
      <w:proofErr w:type="spellEnd"/>
      <w:r w:rsidRPr="006E2169">
        <w:rPr>
          <w:rFonts w:ascii="Cambria" w:hAnsi="Cambria"/>
          <w:color w:val="0070C0"/>
          <w:sz w:val="28"/>
          <w:szCs w:val="28"/>
        </w:rPr>
        <w:t xml:space="preserve"> </w:t>
      </w:r>
      <w:proofErr w:type="spellStart"/>
      <w:r w:rsidRPr="006E2169">
        <w:rPr>
          <w:rFonts w:ascii="Cambria" w:hAnsi="Cambria"/>
          <w:color w:val="0070C0"/>
          <w:sz w:val="28"/>
          <w:szCs w:val="28"/>
        </w:rPr>
        <w:t>ornatus</w:t>
      </w:r>
      <w:proofErr w:type="spellEnd"/>
      <w:r w:rsidRPr="006E2169">
        <w:rPr>
          <w:rFonts w:ascii="Cambria" w:hAnsi="Cambria"/>
          <w:color w:val="0070C0"/>
          <w:sz w:val="28"/>
          <w:szCs w:val="28"/>
        </w:rPr>
        <w:t>)</w:t>
      </w:r>
    </w:p>
    <w:p w:rsidR="00B54348" w:rsidRDefault="00B54348" w:rsidP="002A6E5A">
      <w:pPr>
        <w:spacing w:line="240" w:lineRule="exact"/>
        <w:ind w:right="1304"/>
        <w:jc w:val="right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</w:t>
      </w:r>
      <w:r w:rsidR="002B6829">
        <w:rPr>
          <w:rFonts w:ascii="Segoe UI" w:hAnsi="Segoe UI" w:cs="Segoe UI"/>
        </w:rPr>
        <w:t>ojos</w:t>
      </w:r>
      <w:r w:rsidRPr="00B54348">
        <w:rPr>
          <w:rFonts w:ascii="Segoe UI" w:hAnsi="Segoe UI" w:cs="Segoe UI"/>
        </w:rPr>
        <w:t xml:space="preserve"> (</w:t>
      </w:r>
      <w:proofErr w:type="spellStart"/>
      <w:r w:rsidRPr="00B54348">
        <w:rPr>
          <w:rFonts w:ascii="Segoe UI" w:hAnsi="Segoe UI" w:cs="Segoe UI"/>
        </w:rPr>
        <w:t>Tremarctos</w:t>
      </w:r>
      <w:proofErr w:type="spellEnd"/>
      <w:r w:rsidRPr="00B54348">
        <w:rPr>
          <w:rFonts w:ascii="Segoe UI" w:hAnsi="Segoe UI" w:cs="Segoe UI"/>
        </w:rPr>
        <w:t xml:space="preserve"> </w:t>
      </w:r>
      <w:proofErr w:type="spellStart"/>
      <w:r w:rsidRPr="00B54348">
        <w:rPr>
          <w:rFonts w:ascii="Segoe UI" w:hAnsi="Segoe UI" w:cs="Segoe UI"/>
        </w:rPr>
        <w:t>ornatus</w:t>
      </w:r>
      <w:proofErr w:type="spellEnd"/>
      <w:r w:rsidRPr="00B54348">
        <w:rPr>
          <w:rFonts w:ascii="Segoe UI" w:hAnsi="Segoe UI" w:cs="Segoe UI"/>
        </w:rPr>
        <w:t xml:space="preserve">), también conocido como oso frontino, oso andino, oso sudamericano, </w:t>
      </w:r>
      <w:proofErr w:type="spellStart"/>
      <w:r w:rsidRPr="00B54348">
        <w:rPr>
          <w:rFonts w:ascii="Segoe UI" w:hAnsi="Segoe UI" w:cs="Segoe UI"/>
        </w:rPr>
        <w:t>ucumari</w:t>
      </w:r>
      <w:proofErr w:type="spellEnd"/>
      <w:r w:rsidRPr="00B54348">
        <w:rPr>
          <w:rFonts w:ascii="Segoe UI" w:hAnsi="Segoe UI" w:cs="Segoe UI"/>
        </w:rPr>
        <w:t xml:space="preserve"> y </w:t>
      </w:r>
      <w:proofErr w:type="spellStart"/>
      <w:r w:rsidRPr="00B54348">
        <w:rPr>
          <w:rFonts w:ascii="Segoe UI" w:hAnsi="Segoe UI" w:cs="Segoe UI"/>
        </w:rPr>
        <w:t>jukumari</w:t>
      </w:r>
      <w:proofErr w:type="spellEnd"/>
      <w:r w:rsidRPr="00B54348">
        <w:rPr>
          <w:rFonts w:ascii="Segoe UI" w:hAnsi="Segoe UI" w:cs="Segoe UI"/>
        </w:rPr>
        <w:t>, es una especie de mamífero carnívoro de la familia de los úrsidos. Es la única especie de los úrsido que existente en la actualidad en Sudamérica.</w:t>
      </w:r>
    </w:p>
    <w:p w:rsidR="006D3A5F" w:rsidRPr="00B54348" w:rsidRDefault="006D3A5F" w:rsidP="002110B9">
      <w:pPr>
        <w:jc w:val="right"/>
        <w:rPr>
          <w:rFonts w:ascii="Segoe UI" w:hAnsi="Segoe UI" w:cs="Segoe UI"/>
        </w:rPr>
      </w:pPr>
      <w:r w:rsidRPr="00B54348">
        <w:rPr>
          <w:rFonts w:ascii="Segoe UI" w:hAnsi="Segoe UI" w:cs="Segoe UI"/>
          <w:noProof/>
          <w:lang w:eastAsia="es-PE"/>
        </w:rPr>
        <w:drawing>
          <wp:inline distT="0" distB="0" distL="0" distR="0" wp14:anchorId="1AA435CF" wp14:editId="28B10644">
            <wp:extent cx="1915064" cy="1460121"/>
            <wp:effectExtent l="0" t="0" r="9525" b="6985"/>
            <wp:docPr id="1" name="Imagen 1" descr="http://www.barrameda.com.ar/animales/images/OsodeAnteoj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rrameda.com.ar/animales/images/OsodeAnteojo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255" cy="14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348" w:rsidRPr="006E2169" w:rsidRDefault="00B54348" w:rsidP="006D3A5F">
      <w:pPr>
        <w:rPr>
          <w:b/>
          <w:i/>
          <w:sz w:val="34"/>
          <w:szCs w:val="34"/>
          <w:u w:val="double" w:color="0070C0"/>
        </w:rPr>
      </w:pPr>
      <w:r w:rsidRPr="006E2169">
        <w:rPr>
          <w:b/>
          <w:i/>
          <w:sz w:val="34"/>
          <w:szCs w:val="34"/>
          <w:u w:val="double" w:color="0070C0"/>
        </w:rPr>
        <w:t>Características</w:t>
      </w:r>
    </w:p>
    <w:p w:rsidR="00B54348" w:rsidRPr="00B54348" w:rsidRDefault="006D3A5F" w:rsidP="00B54348">
      <w:pPr>
        <w:jc w:val="both"/>
        <w:rPr>
          <w:rFonts w:ascii="Segoe UI" w:hAnsi="Segoe UI" w:cs="Segoe UI"/>
        </w:rPr>
      </w:pPr>
      <w:bookmarkStart w:id="0" w:name="_GoBack"/>
      <w:r>
        <w:rPr>
          <w:rFonts w:ascii="Segoe UI" w:hAnsi="Segoe UI" w:cs="Segoe UI"/>
        </w:rPr>
        <w:t>El oso</w:t>
      </w:r>
      <w:r w:rsidR="00B54348" w:rsidRPr="00B54348">
        <w:rPr>
          <w:rFonts w:ascii="Segoe UI" w:hAnsi="Segoe UI" w:cs="Segoe UI"/>
        </w:rPr>
        <w:t xml:space="preserve"> de </w:t>
      </w:r>
      <w:r w:rsidR="006C1C00">
        <w:rPr>
          <w:rFonts w:ascii="Segoe UI" w:hAnsi="Segoe UI" w:cs="Segoe UI"/>
        </w:rPr>
        <w:t>Anteojos</w:t>
      </w:r>
      <w:r w:rsidR="00B54348" w:rsidRPr="00B54348">
        <w:rPr>
          <w:rFonts w:ascii="Segoe UI" w:hAnsi="Segoe UI" w:cs="Segoe UI"/>
        </w:rPr>
        <w:t xml:space="preserve"> es de color negro o marrón oscuro con una mancha blanca que rodea sus ojos y se extiende hasta la garganta, de allí su nombre; aunque en algunos ejemplares puede faltar la mancha blanca. Llega a tener una longitud de 1,5 a 1,8 m y puede pesar hasta 140 kg. La hembra pare una o dos crías, que cuida con mucho esmero y defiende encarnizadamente.</w:t>
      </w:r>
    </w:p>
    <w:bookmarkEnd w:id="0"/>
    <w:p w:rsidR="00B54348" w:rsidRPr="00B54348" w:rsidRDefault="00B54348" w:rsidP="00B54348">
      <w:pPr>
        <w:jc w:val="both"/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es un plantígrado, o sea que camina sobre la planta de los pies, a diferencia de otros carnívoros que son digitígrados, es decir, caminan sobre los dedos. Puede ponerse en posición vertical sobre dos patas, actitud que adopta para poder ver más lejos y para impresionar.</w:t>
      </w:r>
    </w:p>
    <w:p w:rsidR="006D3A5F" w:rsidRDefault="00B54348" w:rsidP="006D3A5F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 xml:space="preserve">A parte, el oso de </w:t>
      </w:r>
      <w:r w:rsidR="006C1C00">
        <w:rPr>
          <w:rFonts w:ascii="Segoe UI" w:hAnsi="Segoe UI" w:cs="Segoe UI"/>
        </w:rPr>
        <w:t>Anteojos</w:t>
      </w:r>
      <w:r w:rsidRPr="00B54348">
        <w:rPr>
          <w:rFonts w:ascii="Segoe UI" w:hAnsi="Segoe UI" w:cs="Segoe UI"/>
        </w:rPr>
        <w:t xml:space="preserve"> tiene caminos o trochas muy bien establecidas en el bosque, por donde se desplaza regularmente en busca de su alimento. Puede trepar árboles y palmeras hasta considerables alturas. Se refugia en cuevas o sobre árboles, donde duerme y construye una especie de plataforma de ramas.</w:t>
      </w:r>
    </w:p>
    <w:p w:rsidR="00B54348" w:rsidRPr="002110B9" w:rsidRDefault="00B54348" w:rsidP="006D3A5F">
      <w:pPr>
        <w:rPr>
          <w:b/>
          <w:i/>
          <w:sz w:val="34"/>
          <w:szCs w:val="34"/>
          <w:u w:val="double" w:color="0070C0"/>
        </w:rPr>
      </w:pPr>
      <w:r w:rsidRPr="002110B9">
        <w:rPr>
          <w:b/>
          <w:i/>
          <w:sz w:val="34"/>
          <w:szCs w:val="34"/>
          <w:u w:val="double" w:color="0070C0"/>
        </w:rPr>
        <w:t>Distribución</w:t>
      </w:r>
    </w:p>
    <w:p w:rsidR="00B54348" w:rsidRDefault="00B54348" w:rsidP="00B54348">
      <w:pPr>
        <w:rPr>
          <w:rFonts w:ascii="Segoe UI" w:hAnsi="Segoe UI" w:cs="Segoe UI"/>
        </w:rPr>
      </w:pPr>
      <w:r w:rsidRPr="00B54348">
        <w:rPr>
          <w:rFonts w:ascii="Segoe UI" w:hAnsi="Segoe UI" w:cs="Segoe UI"/>
        </w:rPr>
        <w:t>La especie ha sido reportada en la región del Darién en Panamá, incluso se tienen registros recientes de la presencia de la especie reportados por cazadores de la región; y más al sur, hasta el Noroeste de Argentina donde individuos aislados podrían existir aún en la pro</w:t>
      </w:r>
      <w:r w:rsidR="00BA1F36">
        <w:rPr>
          <w:rFonts w:ascii="Segoe UI" w:hAnsi="Segoe UI" w:cs="Segoe UI"/>
        </w:rPr>
        <w:t>vincia de</w:t>
      </w:r>
      <w:r w:rsidRPr="00B54348">
        <w:rPr>
          <w:rFonts w:ascii="Segoe UI" w:hAnsi="Segoe UI" w:cs="Segoe UI"/>
        </w:rPr>
        <w:t xml:space="preserve"> Jujuy.</w:t>
      </w:r>
    </w:p>
    <w:p w:rsidR="00B54348" w:rsidRPr="00B54348" w:rsidRDefault="006D3A5F" w:rsidP="00B54348">
      <w:pPr>
        <w:rPr>
          <w:rFonts w:ascii="Segoe UI" w:hAnsi="Segoe UI" w:cs="Segoe UI"/>
        </w:rPr>
      </w:pPr>
      <w:r>
        <w:rPr>
          <w:noProof/>
          <w:lang w:eastAsia="es-PE"/>
        </w:rPr>
        <w:lastRenderedPageBreak/>
        <w:drawing>
          <wp:inline distT="0" distB="0" distL="0" distR="0" wp14:anchorId="68C20DCF" wp14:editId="7798A72C">
            <wp:extent cx="1483743" cy="1943309"/>
            <wp:effectExtent l="0" t="0" r="2540" b="0"/>
            <wp:docPr id="2" name="Imagen 2" descr="http://wikifaunia.com/images/3/36/Distanteoj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ikifaunia.com/images/3/36/Distanteojo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127" cy="1963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4348" w:rsidRPr="00B54348" w:rsidSect="00B54348">
      <w:pgSz w:w="11906" w:h="16838"/>
      <w:pgMar w:top="56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348"/>
    <w:rsid w:val="002110B9"/>
    <w:rsid w:val="002743C4"/>
    <w:rsid w:val="002A6E5A"/>
    <w:rsid w:val="002B6829"/>
    <w:rsid w:val="0037178F"/>
    <w:rsid w:val="003B541E"/>
    <w:rsid w:val="005E420E"/>
    <w:rsid w:val="006C1C00"/>
    <w:rsid w:val="006D3A5F"/>
    <w:rsid w:val="006E2169"/>
    <w:rsid w:val="00856E5E"/>
    <w:rsid w:val="0091345F"/>
    <w:rsid w:val="00B54348"/>
    <w:rsid w:val="00BA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87A792F-0ACD-44AE-9B97-D253F0642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B543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"/>
    <w:uiPriority w:val="10"/>
    <w:qFormat/>
    <w:rsid w:val="00B54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B54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1Car">
    <w:name w:val="Título 1 Car"/>
    <w:basedOn w:val="Fuentedeprrafopredeter"/>
    <w:link w:val="Ttulo1"/>
    <w:uiPriority w:val="9"/>
    <w:rsid w:val="00B543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11"/>
    <w:qFormat/>
    <w:rsid w:val="006C1C0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6C1C0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Handz Valentín</dc:creator>
  <cp:keywords/>
  <dc:description/>
  <cp:lastModifiedBy>Handz Valentín</cp:lastModifiedBy>
  <cp:revision>2</cp:revision>
  <dcterms:created xsi:type="dcterms:W3CDTF">2016-04-03T17:06:00Z</dcterms:created>
  <dcterms:modified xsi:type="dcterms:W3CDTF">2016-04-03T17:06:00Z</dcterms:modified>
</cp:coreProperties>
</file>