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787" w:rsidRPr="00881F3B" w:rsidRDefault="00602787" w:rsidP="00EA558E">
      <w:pPr>
        <w:pStyle w:val="ListParagraph"/>
        <w:numPr>
          <w:ilvl w:val="0"/>
          <w:numId w:val="1"/>
        </w:numPr>
        <w:jc w:val="both"/>
        <w:rPr>
          <w:sz w:val="22"/>
          <w:szCs w:val="22"/>
        </w:rPr>
      </w:pPr>
      <w:r>
        <w:rPr>
          <w:sz w:val="22"/>
          <w:szCs w:val="22"/>
        </w:rPr>
        <w:t xml:space="preserve">Desarrolle un script que genere el fichero </w:t>
      </w:r>
      <w:r>
        <w:rPr>
          <w:i/>
          <w:iCs/>
          <w:sz w:val="22"/>
          <w:szCs w:val="22"/>
        </w:rPr>
        <w:t xml:space="preserve">/etc/network/interfaces, </w:t>
      </w:r>
      <w:r>
        <w:rPr>
          <w:sz w:val="22"/>
          <w:szCs w:val="22"/>
        </w:rPr>
        <w:t>para lo cual debe solicitar toda la información a través de la consola.</w:t>
      </w:r>
    </w:p>
    <w:p w:rsidR="00602787" w:rsidRPr="00114F13" w:rsidRDefault="00602787" w:rsidP="00EA558E">
      <w:pPr>
        <w:pStyle w:val="Codigo"/>
        <w:ind w:left="360"/>
      </w:pPr>
      <w:r w:rsidRPr="00114F13">
        <w:t>#!/bin/bash</w:t>
      </w:r>
    </w:p>
    <w:p w:rsidR="00602787" w:rsidRPr="00114F13" w:rsidRDefault="00602787" w:rsidP="00EA558E">
      <w:pPr>
        <w:pStyle w:val="Codigo"/>
        <w:ind w:left="360"/>
      </w:pPr>
      <w:r w:rsidRPr="00114F13">
        <w:t># crearInterfaces.sh</w:t>
      </w:r>
    </w:p>
    <w:p w:rsidR="00602787" w:rsidRPr="00114F13" w:rsidRDefault="00602787" w:rsidP="00EA558E">
      <w:pPr>
        <w:pStyle w:val="Codigo"/>
        <w:ind w:left="360"/>
      </w:pPr>
      <w:r w:rsidRPr="00114F13">
        <w:t># Creación del fichero /etc/network/interfaces con datos</w:t>
      </w:r>
    </w:p>
    <w:p w:rsidR="00602787" w:rsidRPr="00114F13" w:rsidRDefault="00602787" w:rsidP="00EA558E">
      <w:pPr>
        <w:pStyle w:val="Codigo"/>
        <w:ind w:left="360"/>
      </w:pPr>
      <w:r w:rsidRPr="00114F13">
        <w:t># obtenidos desde la consola</w:t>
      </w:r>
    </w:p>
    <w:p w:rsidR="00602787" w:rsidRPr="00114F13" w:rsidRDefault="00602787" w:rsidP="00EA558E">
      <w:pPr>
        <w:pStyle w:val="Codigo"/>
        <w:ind w:left="360"/>
      </w:pPr>
    </w:p>
    <w:p w:rsidR="00602787" w:rsidRPr="00114F13" w:rsidRDefault="00602787" w:rsidP="00EA558E">
      <w:pPr>
        <w:pStyle w:val="Codigo"/>
        <w:ind w:left="360"/>
      </w:pPr>
      <w:r w:rsidRPr="00114F13">
        <w:t>#Fichero de interfaces</w:t>
      </w:r>
    </w:p>
    <w:p w:rsidR="00602787" w:rsidRPr="00114F13" w:rsidRDefault="00602787" w:rsidP="00EA558E">
      <w:pPr>
        <w:pStyle w:val="Codigo"/>
        <w:ind w:left="360"/>
      </w:pPr>
      <w:r w:rsidRPr="00114F13">
        <w:t>ficheroInterfaces=/etc/network/interfaces</w:t>
      </w:r>
    </w:p>
    <w:p w:rsidR="00602787" w:rsidRPr="00114F13" w:rsidRDefault="00602787" w:rsidP="00EA558E">
      <w:pPr>
        <w:pStyle w:val="Codigo"/>
        <w:ind w:left="360"/>
      </w:pPr>
    </w:p>
    <w:p w:rsidR="00602787" w:rsidRPr="00114F13" w:rsidRDefault="00602787" w:rsidP="00EA558E">
      <w:pPr>
        <w:pStyle w:val="Codigo"/>
        <w:ind w:left="360"/>
      </w:pPr>
      <w:r w:rsidRPr="00114F13">
        <w:t>#Obtención de los datos</w:t>
      </w:r>
    </w:p>
    <w:p w:rsidR="00602787" w:rsidRPr="00114F13" w:rsidRDefault="00602787" w:rsidP="00EA558E">
      <w:pPr>
        <w:pStyle w:val="Codigo"/>
        <w:ind w:left="360"/>
      </w:pPr>
      <w:r w:rsidRPr="00114F13">
        <w:t>echo -n "Inserte la dirección IP inicial:"</w:t>
      </w:r>
    </w:p>
    <w:p w:rsidR="00602787" w:rsidRPr="00114F13" w:rsidRDefault="00602787" w:rsidP="00EA558E">
      <w:pPr>
        <w:pStyle w:val="Codigo"/>
        <w:ind w:left="360"/>
      </w:pPr>
      <w:r w:rsidRPr="00114F13">
        <w:t>read ipstart</w:t>
      </w:r>
    </w:p>
    <w:p w:rsidR="00602787" w:rsidRPr="00114F13" w:rsidRDefault="00602787" w:rsidP="00EA558E">
      <w:pPr>
        <w:pStyle w:val="Codigo"/>
        <w:ind w:left="360"/>
      </w:pPr>
      <w:r w:rsidRPr="00114F13">
        <w:t>echo -n "Inserte la dirección IP final:"</w:t>
      </w:r>
    </w:p>
    <w:p w:rsidR="00602787" w:rsidRPr="00CB3D37" w:rsidRDefault="00602787" w:rsidP="00EA558E">
      <w:pPr>
        <w:pStyle w:val="Codigo"/>
        <w:ind w:left="360"/>
        <w:rPr>
          <w:lang w:val="en-US"/>
        </w:rPr>
      </w:pPr>
      <w:r w:rsidRPr="00CB3D37">
        <w:rPr>
          <w:lang w:val="en-US"/>
        </w:rPr>
        <w:t>read ipend</w:t>
      </w:r>
    </w:p>
    <w:p w:rsidR="00602787" w:rsidRPr="00CB3D37" w:rsidRDefault="00602787" w:rsidP="00EA558E">
      <w:pPr>
        <w:pStyle w:val="Codigo"/>
        <w:ind w:left="360"/>
        <w:rPr>
          <w:lang w:val="en-US"/>
        </w:rPr>
      </w:pPr>
      <w:r w:rsidRPr="00CB3D37">
        <w:rPr>
          <w:lang w:val="en-US"/>
        </w:rPr>
        <w:t>echo -n "Inserte Gateway:"</w:t>
      </w:r>
    </w:p>
    <w:p w:rsidR="00602787" w:rsidRPr="00114F13" w:rsidRDefault="00602787" w:rsidP="00EA558E">
      <w:pPr>
        <w:pStyle w:val="Codigo"/>
        <w:ind w:left="360"/>
      </w:pPr>
      <w:r w:rsidRPr="00114F13">
        <w:t>read gw</w:t>
      </w:r>
    </w:p>
    <w:p w:rsidR="00602787" w:rsidRPr="00114F13" w:rsidRDefault="00602787" w:rsidP="00EA558E">
      <w:pPr>
        <w:pStyle w:val="Codigo"/>
        <w:ind w:left="360"/>
      </w:pPr>
      <w:r w:rsidRPr="00114F13">
        <w:t>echo -n "Inserte la subred:"</w:t>
      </w:r>
    </w:p>
    <w:p w:rsidR="00602787" w:rsidRPr="00CB3D37" w:rsidRDefault="00602787" w:rsidP="00EA558E">
      <w:pPr>
        <w:pStyle w:val="Codigo"/>
        <w:ind w:left="360"/>
        <w:rPr>
          <w:lang w:val="en-US"/>
        </w:rPr>
      </w:pPr>
      <w:r w:rsidRPr="00CB3D37">
        <w:rPr>
          <w:lang w:val="en-US"/>
        </w:rPr>
        <w:t>read subnet</w:t>
      </w:r>
    </w:p>
    <w:p w:rsidR="00602787" w:rsidRPr="00E95D6D" w:rsidRDefault="00602787" w:rsidP="00EA558E">
      <w:pPr>
        <w:pStyle w:val="Codigo"/>
        <w:ind w:left="360"/>
        <w:rPr>
          <w:lang w:val="en-GB"/>
        </w:rPr>
      </w:pPr>
      <w:r w:rsidRPr="00E95D6D">
        <w:rPr>
          <w:lang w:val="en-GB"/>
        </w:rPr>
        <w:t>echo -n "Inserte Netmask: "</w:t>
      </w:r>
    </w:p>
    <w:p w:rsidR="00602787" w:rsidRPr="00EA558E" w:rsidRDefault="00602787" w:rsidP="00EA558E">
      <w:pPr>
        <w:pStyle w:val="Codigo"/>
        <w:ind w:left="360"/>
      </w:pPr>
      <w:r w:rsidRPr="00EA558E">
        <w:t>read net</w:t>
      </w:r>
    </w:p>
    <w:p w:rsidR="00602787" w:rsidRPr="006C28E3" w:rsidRDefault="00602787" w:rsidP="00EA558E">
      <w:pPr>
        <w:pStyle w:val="Codigo"/>
        <w:ind w:left="360"/>
        <w:rPr>
          <w:lang w:val="pt-BR"/>
        </w:rPr>
      </w:pPr>
      <w:r w:rsidRPr="006C28E3">
        <w:rPr>
          <w:lang w:val="pt-BR"/>
        </w:rPr>
        <w:t>echo -n "Inserte alias: "</w:t>
      </w:r>
    </w:p>
    <w:p w:rsidR="00602787" w:rsidRPr="00E95D6D" w:rsidRDefault="00602787" w:rsidP="00EA558E">
      <w:pPr>
        <w:pStyle w:val="Codigo"/>
        <w:ind w:left="360"/>
        <w:rPr>
          <w:lang w:val="pt-BR"/>
        </w:rPr>
      </w:pPr>
      <w:r w:rsidRPr="00E95D6D">
        <w:rPr>
          <w:lang w:val="pt-BR"/>
        </w:rPr>
        <w:t>read ali</w:t>
      </w:r>
    </w:p>
    <w:p w:rsidR="00602787" w:rsidRPr="00E95D6D" w:rsidRDefault="00602787" w:rsidP="00EA558E">
      <w:pPr>
        <w:pStyle w:val="Codigo"/>
        <w:ind w:left="360"/>
        <w:rPr>
          <w:lang w:val="pt-BR"/>
        </w:rPr>
      </w:pPr>
    </w:p>
    <w:p w:rsidR="00602787" w:rsidRPr="00114F13" w:rsidRDefault="00602787" w:rsidP="00EA558E">
      <w:pPr>
        <w:pStyle w:val="Codigo"/>
        <w:ind w:left="360"/>
      </w:pPr>
      <w:r w:rsidRPr="00114F13">
        <w:t>#Asignación de valores</w:t>
      </w:r>
    </w:p>
    <w:p w:rsidR="00602787" w:rsidRPr="008A1C6E" w:rsidRDefault="00602787" w:rsidP="00EA558E">
      <w:pPr>
        <w:pStyle w:val="Codigo"/>
        <w:ind w:left="360"/>
      </w:pPr>
      <w:r w:rsidRPr="008A1C6E">
        <w:t>firstIp=`echo "${ipstart%.*}"`</w:t>
      </w:r>
    </w:p>
    <w:p w:rsidR="00602787" w:rsidRPr="00EA558E" w:rsidRDefault="00602787" w:rsidP="00EA558E">
      <w:pPr>
        <w:pStyle w:val="Codigo"/>
        <w:ind w:left="360"/>
        <w:rPr>
          <w:lang w:val="en-US"/>
        </w:rPr>
      </w:pPr>
      <w:r w:rsidRPr="00EA558E">
        <w:rPr>
          <w:lang w:val="en-US"/>
        </w:rPr>
        <w:t>lastIpStart=`echo "${ipstart##*.}"`</w:t>
      </w:r>
    </w:p>
    <w:p w:rsidR="00602787" w:rsidRPr="00EA558E" w:rsidRDefault="00602787" w:rsidP="00EA558E">
      <w:pPr>
        <w:pStyle w:val="Codigo"/>
        <w:ind w:left="360"/>
        <w:rPr>
          <w:lang w:val="en-US"/>
        </w:rPr>
      </w:pPr>
      <w:r w:rsidRPr="00EA558E">
        <w:rPr>
          <w:lang w:val="en-US"/>
        </w:rPr>
        <w:t>lastIpEnd=`echo "${ipend##*.}"`</w:t>
      </w:r>
    </w:p>
    <w:p w:rsidR="00602787" w:rsidRPr="00CB3D37" w:rsidRDefault="00602787" w:rsidP="00EA558E">
      <w:pPr>
        <w:pStyle w:val="Codigo"/>
        <w:ind w:left="360"/>
        <w:rPr>
          <w:lang w:val="en-US"/>
        </w:rPr>
      </w:pPr>
      <w:r w:rsidRPr="00CB3D37">
        <w:rPr>
          <w:lang w:val="en-US"/>
        </w:rPr>
        <w:t>dif=`echo $(($lastIpEnd-$lastIpStart))`</w:t>
      </w:r>
    </w:p>
    <w:p w:rsidR="00602787" w:rsidRPr="00CB3D37" w:rsidRDefault="00602787" w:rsidP="00EA558E">
      <w:pPr>
        <w:pStyle w:val="Codigo"/>
        <w:ind w:left="360"/>
        <w:rPr>
          <w:lang w:val="en-US"/>
        </w:rPr>
      </w:pPr>
      <w:r w:rsidRPr="00CB3D37">
        <w:rPr>
          <w:lang w:val="en-US"/>
        </w:rPr>
        <w:t>ip=$lastIpStart</w:t>
      </w:r>
    </w:p>
    <w:p w:rsidR="00602787" w:rsidRPr="003F5E03" w:rsidRDefault="00602787" w:rsidP="00EA558E">
      <w:pPr>
        <w:pStyle w:val="Codigo"/>
        <w:ind w:left="360"/>
        <w:rPr>
          <w:lang w:val="pt-BR"/>
        </w:rPr>
      </w:pPr>
      <w:r w:rsidRPr="003F5E03">
        <w:rPr>
          <w:lang w:val="pt-BR"/>
        </w:rPr>
        <w:t>for ((i=$ali;i&lt;=$ali+$dif;i++))</w:t>
      </w:r>
    </w:p>
    <w:p w:rsidR="00602787" w:rsidRPr="003F5E03" w:rsidRDefault="00602787" w:rsidP="00EA558E">
      <w:pPr>
        <w:pStyle w:val="Codigo"/>
        <w:ind w:left="360"/>
        <w:rPr>
          <w:lang w:val="pt-BR"/>
        </w:rPr>
      </w:pPr>
      <w:r w:rsidRPr="003F5E03">
        <w:rPr>
          <w:lang w:val="pt-BR"/>
        </w:rPr>
        <w:t>{</w:t>
      </w:r>
    </w:p>
    <w:p w:rsidR="00602787" w:rsidRPr="003F5E03" w:rsidRDefault="00602787" w:rsidP="00EA558E">
      <w:pPr>
        <w:pStyle w:val="Codigo"/>
        <w:ind w:left="360"/>
        <w:rPr>
          <w:lang w:val="pt-BR"/>
        </w:rPr>
      </w:pPr>
      <w:r w:rsidRPr="003F5E03">
        <w:rPr>
          <w:lang w:val="pt-BR"/>
        </w:rPr>
        <w:tab/>
        <w:t>echo "auto eth0:$i" &gt;&gt;$ficheroInterfaces</w:t>
      </w:r>
    </w:p>
    <w:p w:rsidR="00602787" w:rsidRPr="00CB3D37" w:rsidRDefault="00602787" w:rsidP="00EA558E">
      <w:pPr>
        <w:pStyle w:val="Codigo"/>
        <w:ind w:left="360"/>
        <w:rPr>
          <w:lang w:val="en-US"/>
        </w:rPr>
      </w:pPr>
      <w:r w:rsidRPr="003F5E03">
        <w:rPr>
          <w:lang w:val="pt-BR"/>
        </w:rPr>
        <w:tab/>
      </w:r>
      <w:r w:rsidRPr="00CB3D37">
        <w:rPr>
          <w:lang w:val="en-US"/>
        </w:rPr>
        <w:t>echo "iface eth0:$i inet static" &gt;&gt;$ficheroInterfaces</w:t>
      </w:r>
    </w:p>
    <w:p w:rsidR="00602787" w:rsidRPr="00CB3D37" w:rsidRDefault="00602787" w:rsidP="00EA558E">
      <w:pPr>
        <w:pStyle w:val="Codigo"/>
        <w:ind w:left="360"/>
        <w:rPr>
          <w:lang w:val="en-US"/>
        </w:rPr>
      </w:pPr>
      <w:r w:rsidRPr="00CB3D37">
        <w:rPr>
          <w:lang w:val="en-US"/>
        </w:rPr>
        <w:tab/>
        <w:t>echo "address $firstIp.$ip" &gt;&gt;$ficheroInterfaces</w:t>
      </w:r>
    </w:p>
    <w:p w:rsidR="00602787" w:rsidRPr="00CB3D37" w:rsidRDefault="00602787" w:rsidP="00EA558E">
      <w:pPr>
        <w:pStyle w:val="Codigo"/>
        <w:ind w:left="360"/>
        <w:rPr>
          <w:lang w:val="en-US"/>
        </w:rPr>
      </w:pPr>
      <w:r w:rsidRPr="00CB3D37">
        <w:rPr>
          <w:lang w:val="en-US"/>
        </w:rPr>
        <w:tab/>
        <w:t>echo "network $subnet" &gt;&gt;$ficheroInterfaces</w:t>
      </w:r>
    </w:p>
    <w:p w:rsidR="00602787" w:rsidRPr="00CB3D37" w:rsidRDefault="00602787" w:rsidP="00EA558E">
      <w:pPr>
        <w:pStyle w:val="Codigo"/>
        <w:ind w:left="360"/>
        <w:rPr>
          <w:lang w:val="en-US"/>
        </w:rPr>
      </w:pPr>
      <w:r w:rsidRPr="00CB3D37">
        <w:rPr>
          <w:lang w:val="en-US"/>
        </w:rPr>
        <w:tab/>
        <w:t>echo "netmask $net" &gt;&gt;$ficheroInterfaces</w:t>
      </w:r>
    </w:p>
    <w:p w:rsidR="00602787" w:rsidRPr="00CB3D37" w:rsidRDefault="00602787" w:rsidP="00EA558E">
      <w:pPr>
        <w:pStyle w:val="Codigo"/>
        <w:ind w:left="360"/>
        <w:rPr>
          <w:lang w:val="en-US"/>
        </w:rPr>
      </w:pPr>
      <w:r w:rsidRPr="00CB3D37">
        <w:rPr>
          <w:lang w:val="en-US"/>
        </w:rPr>
        <w:tab/>
        <w:t>echo "gateway $gw" &gt;&gt; $ficheroInterfaces</w:t>
      </w:r>
    </w:p>
    <w:p w:rsidR="00602787" w:rsidRPr="00114F13" w:rsidRDefault="00602787" w:rsidP="00EA558E">
      <w:pPr>
        <w:pStyle w:val="Codigo"/>
        <w:ind w:left="360"/>
      </w:pPr>
      <w:r w:rsidRPr="00CB3D37">
        <w:rPr>
          <w:lang w:val="en-US"/>
        </w:rPr>
        <w:tab/>
      </w:r>
      <w:r w:rsidRPr="00114F13">
        <w:t>echo " " &gt;&gt; $ficheroInterfaces</w:t>
      </w:r>
    </w:p>
    <w:p w:rsidR="00602787" w:rsidRPr="00114F13" w:rsidRDefault="00602787" w:rsidP="00EA558E">
      <w:pPr>
        <w:pStyle w:val="Codigo"/>
        <w:ind w:left="360"/>
      </w:pPr>
      <w:r w:rsidRPr="00114F13">
        <w:tab/>
        <w:t>let ip++</w:t>
      </w:r>
    </w:p>
    <w:p w:rsidR="00602787" w:rsidRPr="00114F13" w:rsidRDefault="00602787" w:rsidP="00EA558E">
      <w:pPr>
        <w:pStyle w:val="Codigo"/>
        <w:ind w:left="360"/>
      </w:pPr>
      <w:r w:rsidRPr="00114F13">
        <w:t>}</w:t>
      </w:r>
    </w:p>
    <w:p w:rsidR="00602787" w:rsidRDefault="00602787" w:rsidP="00EA558E"/>
    <w:p w:rsidR="00602787" w:rsidRDefault="00602787" w:rsidP="00EA558E">
      <w:pPr>
        <w:pStyle w:val="ListParagraph"/>
        <w:ind w:left="360"/>
        <w:jc w:val="both"/>
        <w:rPr>
          <w:sz w:val="22"/>
          <w:szCs w:val="22"/>
        </w:rPr>
      </w:pPr>
    </w:p>
    <w:p w:rsidR="00602787" w:rsidRPr="002921AA" w:rsidRDefault="00602787" w:rsidP="00EA558E">
      <w:pPr>
        <w:pStyle w:val="ListParagraph"/>
        <w:rPr>
          <w:sz w:val="22"/>
          <w:szCs w:val="22"/>
        </w:rPr>
      </w:pPr>
    </w:p>
    <w:p w:rsidR="00602787" w:rsidRDefault="00602787" w:rsidP="00EA558E">
      <w:pPr>
        <w:pStyle w:val="ListParagraph"/>
        <w:numPr>
          <w:ilvl w:val="0"/>
          <w:numId w:val="1"/>
        </w:numPr>
        <w:jc w:val="both"/>
        <w:rPr>
          <w:sz w:val="22"/>
          <w:szCs w:val="22"/>
        </w:rPr>
      </w:pPr>
      <w:r>
        <w:rPr>
          <w:sz w:val="22"/>
          <w:szCs w:val="22"/>
        </w:rPr>
        <w:t>Suponiendo el siguiente esquema de red:</w:t>
      </w:r>
    </w:p>
    <w:p w:rsidR="00602787" w:rsidRDefault="00602787" w:rsidP="00EA558E">
      <w:pPr>
        <w:pStyle w:val="ListParagraph"/>
        <w:ind w:left="360"/>
        <w:jc w:val="both"/>
        <w:rPr>
          <w:sz w:val="22"/>
          <w:szCs w:val="22"/>
        </w:rPr>
      </w:pPr>
    </w:p>
    <w:p w:rsidR="00602787" w:rsidRDefault="00602787" w:rsidP="00EA558E">
      <w:pPr>
        <w:ind w:firstLine="0"/>
        <w:jc w:val="center"/>
      </w:pPr>
      <w:r w:rsidRPr="001148CE">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i1025" type="#_x0000_t75" style="width:188.25pt;height:162pt;visibility:visible">
            <v:imagedata r:id="rId7" o:title=""/>
          </v:shape>
        </w:pict>
      </w:r>
    </w:p>
    <w:p w:rsidR="00602787" w:rsidRDefault="00602787" w:rsidP="00EA558E">
      <w:pPr>
        <w:ind w:firstLine="360"/>
      </w:pPr>
    </w:p>
    <w:p w:rsidR="00602787" w:rsidRDefault="00602787" w:rsidP="00EA558E">
      <w:pPr>
        <w:ind w:firstLine="360"/>
      </w:pPr>
      <w:r>
        <w:t>Desarrolle un script para configurar el firewall del servidor para que realice las siguientes tareas:</w:t>
      </w:r>
    </w:p>
    <w:p w:rsidR="00602787" w:rsidRPr="00CB3D37" w:rsidRDefault="00602787" w:rsidP="00EA558E">
      <w:pPr>
        <w:pStyle w:val="Textocorrido"/>
        <w:numPr>
          <w:ilvl w:val="0"/>
          <w:numId w:val="2"/>
        </w:numPr>
        <w:tabs>
          <w:tab w:val="clear" w:pos="1429"/>
          <w:tab w:val="num" w:pos="720"/>
        </w:tabs>
        <w:ind w:left="720"/>
      </w:pPr>
      <w:r w:rsidRPr="00CB3D37">
        <w:t>Permita todos los accesos al servidor Linux desde la red interna.</w:t>
      </w:r>
    </w:p>
    <w:p w:rsidR="00602787" w:rsidRPr="00CB3D37" w:rsidRDefault="00602787" w:rsidP="00EA558E">
      <w:pPr>
        <w:pStyle w:val="Textocorrido"/>
        <w:numPr>
          <w:ilvl w:val="0"/>
          <w:numId w:val="2"/>
        </w:numPr>
        <w:tabs>
          <w:tab w:val="clear" w:pos="1429"/>
          <w:tab w:val="num" w:pos="720"/>
        </w:tabs>
        <w:ind w:left="720"/>
      </w:pPr>
      <w:r w:rsidRPr="00CB3D37">
        <w:t>Desde internet permitir sólo las conexiones a los servicios HTTP, HTTPS Y SMTP.</w:t>
      </w:r>
    </w:p>
    <w:p w:rsidR="00602787" w:rsidRDefault="00602787" w:rsidP="00EA558E">
      <w:pPr>
        <w:pStyle w:val="Codigo"/>
        <w:ind w:left="360"/>
      </w:pPr>
      <w:r>
        <w:t>#!/bin/bash</w:t>
      </w:r>
    </w:p>
    <w:p w:rsidR="00602787" w:rsidRPr="00CB3D37" w:rsidRDefault="00602787" w:rsidP="00EA558E">
      <w:pPr>
        <w:pStyle w:val="Codigo"/>
        <w:ind w:left="360"/>
      </w:pPr>
      <w:r>
        <w:t># firewall1.sh</w:t>
      </w:r>
    </w:p>
    <w:p w:rsidR="00602787" w:rsidRPr="00CB3D37" w:rsidRDefault="00602787" w:rsidP="00EA558E">
      <w:pPr>
        <w:pStyle w:val="Codigo"/>
        <w:ind w:left="360"/>
      </w:pPr>
      <w:r w:rsidRPr="00CB3D37">
        <w:t># Reglas de firewall con el siguiente cometido:</w:t>
      </w:r>
    </w:p>
    <w:p w:rsidR="00602787" w:rsidRPr="00CB3D37" w:rsidRDefault="00602787" w:rsidP="00EA558E">
      <w:pPr>
        <w:pStyle w:val="Codigo"/>
        <w:ind w:left="360"/>
      </w:pPr>
      <w:r w:rsidRPr="00CB3D37">
        <w:t># - Permitir todos los accesos al servidor Linux desde la red interna</w:t>
      </w:r>
    </w:p>
    <w:p w:rsidR="00602787" w:rsidRPr="00CB3D37" w:rsidRDefault="00602787" w:rsidP="00EA558E">
      <w:pPr>
        <w:pStyle w:val="Codigo"/>
        <w:ind w:left="360"/>
      </w:pPr>
      <w:r w:rsidRPr="00CB3D37">
        <w:t># - Desde Internet permitir sólo conexiones a los servicios http, https, y SMTP</w:t>
      </w:r>
    </w:p>
    <w:p w:rsidR="00602787" w:rsidRPr="00CB3D37" w:rsidRDefault="00602787" w:rsidP="00EA558E">
      <w:pPr>
        <w:pStyle w:val="Codigo"/>
        <w:ind w:left="360"/>
      </w:pPr>
    </w:p>
    <w:p w:rsidR="00602787" w:rsidRPr="00CB3D37" w:rsidRDefault="00602787" w:rsidP="00EA558E">
      <w:pPr>
        <w:pStyle w:val="Codigo"/>
        <w:ind w:left="360"/>
      </w:pPr>
      <w:r w:rsidRPr="00CB3D37">
        <w:t>#</w:t>
      </w:r>
      <w:r>
        <w:t>Se informa</w:t>
      </w:r>
      <w:r w:rsidRPr="00CB3D37">
        <w:t xml:space="preserve"> del proceso</w:t>
      </w:r>
    </w:p>
    <w:p w:rsidR="00602787" w:rsidRPr="00CB3D37" w:rsidRDefault="00602787" w:rsidP="00EA558E">
      <w:pPr>
        <w:pStyle w:val="Codigo"/>
        <w:ind w:left="360"/>
      </w:pPr>
      <w:r w:rsidRPr="00CB3D37">
        <w:t>echo " Configurando el Firewall..."</w:t>
      </w:r>
    </w:p>
    <w:p w:rsidR="00602787" w:rsidRPr="00CB3D37" w:rsidRDefault="00602787" w:rsidP="00EA558E">
      <w:pPr>
        <w:pStyle w:val="Codigo"/>
        <w:ind w:left="360"/>
      </w:pPr>
    </w:p>
    <w:p w:rsidR="00602787" w:rsidRPr="00CB3D37" w:rsidRDefault="00602787" w:rsidP="00EA558E">
      <w:pPr>
        <w:pStyle w:val="Codigo"/>
        <w:ind w:left="360"/>
      </w:pPr>
      <w:r w:rsidRPr="00CB3D37">
        <w:t>#</w:t>
      </w:r>
      <w:r>
        <w:t>Eliminación de</w:t>
      </w:r>
      <w:r w:rsidRPr="00CB3D37">
        <w:t xml:space="preserve"> las reglas existentes.</w:t>
      </w:r>
    </w:p>
    <w:p w:rsidR="00602787" w:rsidRPr="00CB3D37" w:rsidRDefault="00602787" w:rsidP="00EA558E">
      <w:pPr>
        <w:pStyle w:val="Codigo"/>
        <w:ind w:left="360"/>
      </w:pPr>
      <w:r w:rsidRPr="00CB3D37">
        <w:t>echo " -&gt; Eliminado Reglas Existentes..."</w:t>
      </w:r>
    </w:p>
    <w:p w:rsidR="00602787" w:rsidRPr="00CB3D37" w:rsidRDefault="00602787" w:rsidP="00EA558E">
      <w:pPr>
        <w:pStyle w:val="Codigo"/>
        <w:ind w:left="360"/>
      </w:pPr>
      <w:r w:rsidRPr="00CB3D37">
        <w:t>iptables -F</w:t>
      </w:r>
    </w:p>
    <w:p w:rsidR="00602787" w:rsidRPr="003F5E03" w:rsidRDefault="00602787" w:rsidP="00EA558E">
      <w:pPr>
        <w:pStyle w:val="Codigo"/>
        <w:ind w:left="360"/>
        <w:rPr>
          <w:lang w:val="fr-FR"/>
        </w:rPr>
      </w:pPr>
      <w:r w:rsidRPr="003F5E03">
        <w:rPr>
          <w:lang w:val="fr-FR"/>
        </w:rPr>
        <w:t>iptables -X</w:t>
      </w:r>
    </w:p>
    <w:p w:rsidR="00602787" w:rsidRPr="003F5E03" w:rsidRDefault="00602787" w:rsidP="00EA558E">
      <w:pPr>
        <w:pStyle w:val="Codigo"/>
        <w:ind w:left="360"/>
        <w:rPr>
          <w:lang w:val="fr-FR"/>
        </w:rPr>
      </w:pPr>
      <w:r w:rsidRPr="003F5E03">
        <w:rPr>
          <w:lang w:val="fr-FR"/>
        </w:rPr>
        <w:t>iptables -Z</w:t>
      </w:r>
    </w:p>
    <w:p w:rsidR="00602787" w:rsidRPr="003F5E03" w:rsidRDefault="00602787" w:rsidP="00EA558E">
      <w:pPr>
        <w:pStyle w:val="Codigo"/>
        <w:ind w:left="360"/>
        <w:rPr>
          <w:lang w:val="fr-FR"/>
        </w:rPr>
      </w:pPr>
      <w:r w:rsidRPr="003F5E03">
        <w:rPr>
          <w:lang w:val="fr-FR"/>
        </w:rPr>
        <w:t>iptables -t nat -F</w:t>
      </w:r>
    </w:p>
    <w:p w:rsidR="00602787" w:rsidRPr="003F5E03" w:rsidRDefault="00602787" w:rsidP="00EA558E">
      <w:pPr>
        <w:pStyle w:val="Codigo"/>
        <w:ind w:left="360"/>
        <w:rPr>
          <w:lang w:val="fr-FR"/>
        </w:rPr>
      </w:pPr>
    </w:p>
    <w:p w:rsidR="00602787" w:rsidRPr="00CB3D37" w:rsidRDefault="00602787" w:rsidP="00EA558E">
      <w:pPr>
        <w:pStyle w:val="Codigo"/>
        <w:ind w:left="360"/>
      </w:pPr>
      <w:r w:rsidRPr="00CB3D37">
        <w:t>echo " -&gt; Estableciendo reglas por defecto..."</w:t>
      </w:r>
    </w:p>
    <w:p w:rsidR="00602787" w:rsidRPr="003F5E03" w:rsidRDefault="00602787" w:rsidP="00EA558E">
      <w:pPr>
        <w:pStyle w:val="Codigo"/>
        <w:ind w:left="360"/>
        <w:rPr>
          <w:lang w:val="fr-FR"/>
        </w:rPr>
      </w:pPr>
      <w:r w:rsidRPr="003F5E03">
        <w:rPr>
          <w:lang w:val="fr-FR"/>
        </w:rPr>
        <w:t>iptables -P INPUT ACCEPT</w:t>
      </w:r>
    </w:p>
    <w:p w:rsidR="00602787" w:rsidRPr="003F5E03" w:rsidRDefault="00602787" w:rsidP="00EA558E">
      <w:pPr>
        <w:pStyle w:val="Codigo"/>
        <w:ind w:left="360"/>
        <w:rPr>
          <w:lang w:val="fr-FR"/>
        </w:rPr>
      </w:pPr>
      <w:r w:rsidRPr="003F5E03">
        <w:rPr>
          <w:lang w:val="fr-FR"/>
        </w:rPr>
        <w:t>iptables -P OUTPUT ACCEPT</w:t>
      </w:r>
    </w:p>
    <w:p w:rsidR="00602787" w:rsidRPr="003F5E03" w:rsidRDefault="00602787" w:rsidP="00EA558E">
      <w:pPr>
        <w:pStyle w:val="Codigo"/>
        <w:ind w:left="360"/>
        <w:rPr>
          <w:lang w:val="fr-FR"/>
        </w:rPr>
      </w:pPr>
      <w:r w:rsidRPr="003F5E03">
        <w:rPr>
          <w:lang w:val="fr-FR"/>
        </w:rPr>
        <w:t>iptables -P FORWARD ACCEPT</w:t>
      </w:r>
    </w:p>
    <w:p w:rsidR="00602787" w:rsidRPr="003F5E03" w:rsidRDefault="00602787" w:rsidP="00EA558E">
      <w:pPr>
        <w:pStyle w:val="Codigo"/>
        <w:ind w:left="360"/>
        <w:rPr>
          <w:lang w:val="fr-FR"/>
        </w:rPr>
      </w:pPr>
      <w:r w:rsidRPr="003F5E03">
        <w:rPr>
          <w:lang w:val="fr-FR"/>
        </w:rPr>
        <w:t>iptables -t nat -P PREROUTING ACCEPT</w:t>
      </w:r>
    </w:p>
    <w:p w:rsidR="00602787" w:rsidRPr="003F5E03" w:rsidRDefault="00602787" w:rsidP="00EA558E">
      <w:pPr>
        <w:pStyle w:val="Codigo"/>
        <w:ind w:left="360"/>
        <w:rPr>
          <w:lang w:val="fr-FR"/>
        </w:rPr>
      </w:pPr>
      <w:r w:rsidRPr="003F5E03">
        <w:rPr>
          <w:lang w:val="fr-FR"/>
        </w:rPr>
        <w:t>iptables -t nat -P POSTROUTING ACCEPT</w:t>
      </w:r>
    </w:p>
    <w:p w:rsidR="00602787" w:rsidRPr="003F5E03" w:rsidRDefault="00602787" w:rsidP="00EA558E">
      <w:pPr>
        <w:pStyle w:val="Codigo"/>
        <w:ind w:left="360"/>
        <w:rPr>
          <w:lang w:val="fr-FR"/>
        </w:rPr>
      </w:pPr>
    </w:p>
    <w:p w:rsidR="00602787" w:rsidRPr="00CB3D37" w:rsidRDefault="00602787" w:rsidP="00EA558E">
      <w:pPr>
        <w:pStyle w:val="Codigo"/>
        <w:ind w:left="360"/>
      </w:pPr>
      <w:r w:rsidRPr="00CB3D37">
        <w:t>#</w:t>
      </w:r>
      <w:r>
        <w:t>Definición de las reglas a utilizar</w:t>
      </w:r>
    </w:p>
    <w:p w:rsidR="00602787" w:rsidRPr="008A1C6E" w:rsidRDefault="00602787" w:rsidP="00EA558E">
      <w:pPr>
        <w:pStyle w:val="Codigo"/>
        <w:ind w:left="360"/>
        <w:rPr>
          <w:lang w:val="en-US"/>
        </w:rPr>
      </w:pPr>
      <w:r w:rsidRPr="008A1C6E">
        <w:rPr>
          <w:lang w:val="en-US"/>
        </w:rPr>
        <w:t>export LAN=eth0</w:t>
      </w:r>
    </w:p>
    <w:p w:rsidR="00602787" w:rsidRPr="008A1C6E" w:rsidRDefault="00602787" w:rsidP="00EA558E">
      <w:pPr>
        <w:pStyle w:val="Codigo"/>
        <w:ind w:left="360"/>
        <w:rPr>
          <w:lang w:val="en-US"/>
        </w:rPr>
      </w:pPr>
      <w:r w:rsidRPr="008A1C6E">
        <w:rPr>
          <w:lang w:val="en-US"/>
        </w:rPr>
        <w:t>export WAN=eth1</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 xml:space="preserve"># </w:t>
      </w:r>
      <w:r>
        <w:t>Se empieza</w:t>
      </w:r>
      <w:r w:rsidRPr="00CB3D37">
        <w:t xml:space="preserve"> a filtrar</w:t>
      </w:r>
    </w:p>
    <w:p w:rsidR="00602787" w:rsidRPr="00CB3D37" w:rsidRDefault="00602787" w:rsidP="00EA558E">
      <w:pPr>
        <w:pStyle w:val="Codigo"/>
        <w:ind w:left="360"/>
      </w:pPr>
      <w:r w:rsidRPr="00CB3D37">
        <w:t>echo " -&gt; Configurando red interna..."</w:t>
      </w:r>
    </w:p>
    <w:p w:rsidR="00602787" w:rsidRPr="00CB3D37" w:rsidRDefault="00602787" w:rsidP="00EA558E">
      <w:pPr>
        <w:pStyle w:val="Codigo"/>
        <w:ind w:left="360"/>
      </w:pPr>
      <w:r w:rsidRPr="00CB3D37">
        <w:t>#</w:t>
      </w:r>
      <w:r>
        <w:t>Se permite</w:t>
      </w:r>
      <w:r w:rsidRPr="00CB3D37">
        <w:t xml:space="preserve"> el tráfico en localhost</w:t>
      </w:r>
    </w:p>
    <w:p w:rsidR="00602787" w:rsidRPr="008A1C6E" w:rsidRDefault="00602787" w:rsidP="00EA558E">
      <w:pPr>
        <w:pStyle w:val="Codigo"/>
        <w:ind w:left="360"/>
        <w:rPr>
          <w:lang w:val="en-US"/>
        </w:rPr>
      </w:pPr>
      <w:r w:rsidRPr="008A1C6E">
        <w:rPr>
          <w:lang w:val="en-US"/>
        </w:rPr>
        <w:t>/sbin/iptables -A INPUT -i lo -j ACCEPT</w:t>
      </w:r>
    </w:p>
    <w:p w:rsidR="00602787" w:rsidRPr="00CB3D37" w:rsidRDefault="00602787" w:rsidP="00EA558E">
      <w:pPr>
        <w:pStyle w:val="Codigo"/>
        <w:ind w:left="360"/>
      </w:pPr>
      <w:r w:rsidRPr="00CB3D37">
        <w:t xml:space="preserve"># Al firewall </w:t>
      </w:r>
      <w:r>
        <w:t>se tiene</w:t>
      </w:r>
      <w:r w:rsidRPr="00CB3D37">
        <w:t xml:space="preserve"> acceso desde la red local</w:t>
      </w:r>
    </w:p>
    <w:p w:rsidR="00602787" w:rsidRPr="008A1C6E" w:rsidRDefault="00602787" w:rsidP="00EA558E">
      <w:pPr>
        <w:pStyle w:val="Codigo"/>
        <w:ind w:left="360"/>
        <w:rPr>
          <w:lang w:val="en-US"/>
        </w:rPr>
      </w:pPr>
      <w:r w:rsidRPr="008A1C6E">
        <w:rPr>
          <w:lang w:val="en-US"/>
        </w:rPr>
        <w:t>iptables -A INPUT -s 192.168.0.0/24 -i ${LAN} -j ACCEPT</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 xml:space="preserve"># Ahora con </w:t>
      </w:r>
      <w:r>
        <w:t xml:space="preserve">la </w:t>
      </w:r>
      <w:r w:rsidRPr="00CB3D37">
        <w:t xml:space="preserve">regla FORWARD </w:t>
      </w:r>
      <w:r>
        <w:t>se filtra</w:t>
      </w:r>
      <w:r w:rsidRPr="00CB3D37">
        <w:t xml:space="preserve"> el acceso de la red local</w:t>
      </w:r>
    </w:p>
    <w:p w:rsidR="00602787" w:rsidRPr="00CB3D37" w:rsidRDefault="00602787" w:rsidP="00EA558E">
      <w:pPr>
        <w:pStyle w:val="Codigo"/>
        <w:ind w:left="360"/>
      </w:pPr>
      <w:r w:rsidRPr="00CB3D37">
        <w:t># al exterior. A los paquetes que no van dirigidos al</w:t>
      </w:r>
    </w:p>
    <w:p w:rsidR="00602787" w:rsidRPr="00CB3D37" w:rsidRDefault="00602787" w:rsidP="00EA558E">
      <w:pPr>
        <w:pStyle w:val="Codigo"/>
        <w:ind w:left="360"/>
      </w:pPr>
      <w:r w:rsidRPr="00CB3D37">
        <w:t># propio firewall se les aplican reglas de FORWARD</w:t>
      </w:r>
    </w:p>
    <w:p w:rsidR="00602787" w:rsidRPr="00CB3D37" w:rsidRDefault="00602787" w:rsidP="00EA558E">
      <w:pPr>
        <w:pStyle w:val="Codigo"/>
        <w:ind w:left="360"/>
      </w:pPr>
    </w:p>
    <w:p w:rsidR="00602787" w:rsidRPr="00CB3D37" w:rsidRDefault="00602787" w:rsidP="00EA558E">
      <w:pPr>
        <w:pStyle w:val="Codigo"/>
        <w:ind w:left="360"/>
      </w:pPr>
      <w:r w:rsidRPr="00CB3D37">
        <w:t xml:space="preserve"># </w:t>
      </w:r>
      <w:r>
        <w:t>Se acepta</w:t>
      </w:r>
      <w:r w:rsidRPr="00CB3D37">
        <w:t xml:space="preserve"> que vayan a puertos http (80)</w:t>
      </w:r>
    </w:p>
    <w:p w:rsidR="00602787" w:rsidRPr="008A1C6E" w:rsidRDefault="00602787" w:rsidP="00EA558E">
      <w:pPr>
        <w:pStyle w:val="Codigo"/>
        <w:ind w:left="360"/>
        <w:rPr>
          <w:lang w:val="en-US"/>
        </w:rPr>
      </w:pPr>
      <w:r w:rsidRPr="008A1C6E">
        <w:rPr>
          <w:lang w:val="en-US"/>
        </w:rPr>
        <w:t>iptables -A FORWARD -s 192.168.0.0/24 -i ${LAN} -p tcp --dport 80 -j ACCEPT</w:t>
      </w:r>
    </w:p>
    <w:p w:rsidR="00602787" w:rsidRPr="00CB3D37" w:rsidRDefault="00602787" w:rsidP="00EA558E">
      <w:pPr>
        <w:pStyle w:val="Codigo"/>
        <w:ind w:left="360"/>
      </w:pPr>
      <w:r w:rsidRPr="00CB3D37">
        <w:t xml:space="preserve"># </w:t>
      </w:r>
      <w:r>
        <w:t>Se acepta</w:t>
      </w:r>
      <w:r w:rsidRPr="00CB3D37">
        <w:t xml:space="preserve"> que vayan a puertos https (443)</w:t>
      </w:r>
    </w:p>
    <w:p w:rsidR="00602787" w:rsidRPr="008A1C6E" w:rsidRDefault="00602787" w:rsidP="00EA558E">
      <w:pPr>
        <w:pStyle w:val="Codigo"/>
        <w:ind w:left="360"/>
        <w:rPr>
          <w:lang w:val="en-US"/>
        </w:rPr>
      </w:pPr>
      <w:r w:rsidRPr="008A1C6E">
        <w:rPr>
          <w:lang w:val="en-US"/>
        </w:rPr>
        <w:t>iptables -A FORWARD -s 192.168.0.0/24 -i ${LAN} -p tcp --dport 443 -j ACCEPT</w:t>
      </w:r>
    </w:p>
    <w:p w:rsidR="00602787" w:rsidRPr="00CB3D37" w:rsidRDefault="00602787" w:rsidP="00EA558E">
      <w:pPr>
        <w:pStyle w:val="Codigo"/>
        <w:ind w:left="360"/>
      </w:pPr>
      <w:r w:rsidRPr="00CB3D37">
        <w:t>#</w:t>
      </w:r>
      <w:r>
        <w:t xml:space="preserve"> Se acepta</w:t>
      </w:r>
      <w:r w:rsidRPr="00CB3D37">
        <w:t xml:space="preserve"> que vayan a puertos smtp (25)</w:t>
      </w:r>
    </w:p>
    <w:p w:rsidR="00602787" w:rsidRPr="008A1C6E" w:rsidRDefault="00602787" w:rsidP="00EA558E">
      <w:pPr>
        <w:pStyle w:val="Codigo"/>
        <w:ind w:left="360"/>
        <w:rPr>
          <w:lang w:val="en-US"/>
        </w:rPr>
      </w:pPr>
      <w:r w:rsidRPr="008A1C6E">
        <w:rPr>
          <w:lang w:val="en-US"/>
        </w:rPr>
        <w:t>iptables -A FORWARD -s 192.168.0.0/24 -i ${LAN} -p tcp --dport 25 -j ACCEPT</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 xml:space="preserve"># </w:t>
      </w:r>
      <w:r>
        <w:t>Se acepta</w:t>
      </w:r>
      <w:r w:rsidRPr="00CB3D37">
        <w:t xml:space="preserve"> que consulten los DNS (necesario para navegar)</w:t>
      </w:r>
    </w:p>
    <w:p w:rsidR="00602787" w:rsidRPr="008A1C6E" w:rsidRDefault="00602787" w:rsidP="00EA558E">
      <w:pPr>
        <w:pStyle w:val="Codigo"/>
        <w:ind w:left="360"/>
        <w:rPr>
          <w:lang w:val="en-US"/>
        </w:rPr>
      </w:pPr>
      <w:r w:rsidRPr="008A1C6E">
        <w:rPr>
          <w:lang w:val="en-US"/>
        </w:rPr>
        <w:t>iptables -A FORWARD -s 192.168.0.0/24 -i ${LAN} -p tcp --dport 53 -j ACCEPT</w:t>
      </w:r>
    </w:p>
    <w:p w:rsidR="00602787" w:rsidRPr="008A1C6E" w:rsidRDefault="00602787" w:rsidP="00EA558E">
      <w:pPr>
        <w:pStyle w:val="Codigo"/>
        <w:ind w:left="360"/>
        <w:rPr>
          <w:lang w:val="en-US"/>
        </w:rPr>
      </w:pPr>
      <w:r w:rsidRPr="008A1C6E">
        <w:rPr>
          <w:lang w:val="en-US"/>
        </w:rPr>
        <w:t>iptables -A FORWARD -s 192.168.0.0/24 -i ${LAN} -p udp --dport 53 -j ACCEPT</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 xml:space="preserve"># Y </w:t>
      </w:r>
      <w:r>
        <w:t>se deniega</w:t>
      </w:r>
      <w:r w:rsidRPr="00CB3D37">
        <w:t xml:space="preserve"> el resto.</w:t>
      </w:r>
    </w:p>
    <w:p w:rsidR="00602787" w:rsidRPr="008A1C6E" w:rsidRDefault="00602787" w:rsidP="00EA558E">
      <w:pPr>
        <w:pStyle w:val="Codigo"/>
        <w:ind w:left="360"/>
        <w:rPr>
          <w:lang w:val="en-US"/>
        </w:rPr>
      </w:pPr>
      <w:r w:rsidRPr="008A1C6E">
        <w:rPr>
          <w:lang w:val="en-US"/>
        </w:rPr>
        <w:t>iptables -A FORWARD -s 192.168.0.0/24 -i ${LAN} -j DROP</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 xml:space="preserve"># </w:t>
      </w:r>
      <w:r>
        <w:t>Se hace</w:t>
      </w:r>
      <w:r w:rsidRPr="00CB3D37">
        <w:t xml:space="preserve"> enmascaramiento de la red local</w:t>
      </w:r>
    </w:p>
    <w:p w:rsidR="00602787" w:rsidRPr="00CB3D37" w:rsidRDefault="00602787" w:rsidP="00EA558E">
      <w:pPr>
        <w:pStyle w:val="Codigo"/>
        <w:ind w:left="360"/>
      </w:pPr>
      <w:r w:rsidRPr="00CB3D37">
        <w:t xml:space="preserve"># y </w:t>
      </w:r>
      <w:r>
        <w:t>se activa</w:t>
      </w:r>
      <w:r w:rsidRPr="00CB3D37">
        <w:t xml:space="preserve"> el BIT DE FORWARDING</w:t>
      </w:r>
    </w:p>
    <w:p w:rsidR="00602787" w:rsidRPr="003F5E03" w:rsidRDefault="00602787" w:rsidP="00EA558E">
      <w:pPr>
        <w:pStyle w:val="Codigo"/>
        <w:ind w:left="360"/>
        <w:rPr>
          <w:lang w:val="fr-FR"/>
        </w:rPr>
      </w:pPr>
      <w:r w:rsidRPr="003F5E03">
        <w:rPr>
          <w:lang w:val="fr-FR"/>
        </w:rPr>
        <w:t>iptables -t nat -A POSTROUTING -s 192.168.0.0/24 -o ${WAN} -j MASQUERADE</w:t>
      </w:r>
    </w:p>
    <w:p w:rsidR="00602787" w:rsidRPr="003F5E03" w:rsidRDefault="00602787" w:rsidP="00EA558E">
      <w:pPr>
        <w:pStyle w:val="Codigo"/>
        <w:ind w:left="360"/>
        <w:rPr>
          <w:lang w:val="fr-FR"/>
        </w:rPr>
      </w:pPr>
    </w:p>
    <w:p w:rsidR="00602787" w:rsidRPr="00CB3D37" w:rsidRDefault="00602787" w:rsidP="00EA558E">
      <w:pPr>
        <w:pStyle w:val="Codigo"/>
        <w:ind w:left="360"/>
      </w:pPr>
      <w:r w:rsidRPr="00CB3D37">
        <w:t xml:space="preserve"># Con esto </w:t>
      </w:r>
      <w:r>
        <w:t>se permite</w:t>
      </w:r>
      <w:r w:rsidRPr="00CB3D37">
        <w:t xml:space="preserve"> hacer forward de paquetes en el firewall, </w:t>
      </w:r>
      <w:r>
        <w:t>esto es,</w:t>
      </w:r>
    </w:p>
    <w:p w:rsidR="00602787" w:rsidRPr="00CB3D37" w:rsidRDefault="00602787" w:rsidP="00EA558E">
      <w:pPr>
        <w:pStyle w:val="Codigo"/>
        <w:ind w:left="360"/>
      </w:pPr>
      <w:r w:rsidRPr="00CB3D37">
        <w:t># que otras máquinas puedan salir a través del firewall.</w:t>
      </w:r>
    </w:p>
    <w:p w:rsidR="00602787" w:rsidRPr="00CB3D37" w:rsidRDefault="00602787" w:rsidP="00EA558E">
      <w:pPr>
        <w:pStyle w:val="Codigo"/>
        <w:ind w:left="360"/>
      </w:pPr>
      <w:r w:rsidRPr="00CB3D37">
        <w:t># ACTIVADO A NIVEL KERNEL. EN CASO CONTRARIO -&gt; DESCOMENTAR</w:t>
      </w:r>
    </w:p>
    <w:p w:rsidR="00602787" w:rsidRPr="008A1C6E" w:rsidRDefault="00602787" w:rsidP="00EA558E">
      <w:pPr>
        <w:pStyle w:val="Codigo"/>
        <w:ind w:left="360"/>
        <w:rPr>
          <w:lang w:val="en-US"/>
        </w:rPr>
      </w:pPr>
      <w:r w:rsidRPr="008A1C6E">
        <w:rPr>
          <w:lang w:val="en-US"/>
        </w:rPr>
        <w:t># echo 1 &gt; /proc/sys/net/ipv4/ip_forward</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 xml:space="preserve">## </w:t>
      </w:r>
      <w:r>
        <w:t>Se crean</w:t>
      </w:r>
      <w:r w:rsidRPr="00CB3D37">
        <w:t xml:space="preserve"> los accesos indeseados del exterior:</w:t>
      </w:r>
    </w:p>
    <w:p w:rsidR="00602787" w:rsidRPr="00CB3D37" w:rsidRDefault="00602787" w:rsidP="00EA558E">
      <w:pPr>
        <w:pStyle w:val="Codigo"/>
        <w:ind w:left="360"/>
      </w:pPr>
      <w:r w:rsidRPr="00CB3D37">
        <w:t># Nota: 0.0.0.0/0 significa: cualquier red</w:t>
      </w:r>
    </w:p>
    <w:p w:rsidR="00602787" w:rsidRPr="00CB3D37" w:rsidRDefault="00602787" w:rsidP="00EA558E">
      <w:pPr>
        <w:pStyle w:val="Codigo"/>
        <w:ind w:left="360"/>
      </w:pPr>
    </w:p>
    <w:p w:rsidR="00602787" w:rsidRPr="00CB3D37" w:rsidRDefault="00602787" w:rsidP="00EA558E">
      <w:pPr>
        <w:pStyle w:val="Codigo"/>
        <w:ind w:left="360"/>
      </w:pPr>
      <w:r w:rsidRPr="00CB3D37">
        <w:t>echo " -&gt; Bloqueando accesos externos..."</w:t>
      </w:r>
    </w:p>
    <w:p w:rsidR="00602787" w:rsidRPr="00CB3D37" w:rsidRDefault="00602787" w:rsidP="00EA558E">
      <w:pPr>
        <w:pStyle w:val="Codigo"/>
        <w:ind w:left="360"/>
      </w:pPr>
      <w:r w:rsidRPr="00CB3D37">
        <w:t># Cerramos el rango de puerto bien conocido</w:t>
      </w:r>
    </w:p>
    <w:p w:rsidR="00602787" w:rsidRPr="008A1C6E" w:rsidRDefault="00602787" w:rsidP="00EA558E">
      <w:pPr>
        <w:pStyle w:val="Codigo"/>
        <w:ind w:left="360"/>
        <w:rPr>
          <w:lang w:val="en-US"/>
        </w:rPr>
      </w:pPr>
      <w:r w:rsidRPr="008A1C6E">
        <w:rPr>
          <w:lang w:val="en-US"/>
        </w:rPr>
        <w:t>iptables -A INPUT -s 0.0.0.0/0 -p tcp -dport 1:1024 -j DROP</w:t>
      </w:r>
    </w:p>
    <w:p w:rsidR="00602787" w:rsidRPr="008A1C6E" w:rsidRDefault="00602787" w:rsidP="00EA558E">
      <w:pPr>
        <w:pStyle w:val="Codigo"/>
        <w:ind w:left="360"/>
        <w:rPr>
          <w:lang w:val="en-US"/>
        </w:rPr>
      </w:pPr>
      <w:r w:rsidRPr="008A1C6E">
        <w:rPr>
          <w:lang w:val="en-US"/>
        </w:rPr>
        <w:t>iptables -A INPUT -s 0.0.0.0/0 -p udp -dport 1:1024 -j DROP</w:t>
      </w:r>
    </w:p>
    <w:p w:rsidR="00602787" w:rsidRPr="008A1C6E" w:rsidRDefault="00602787" w:rsidP="00EA558E">
      <w:pPr>
        <w:pStyle w:val="Codigo"/>
        <w:ind w:left="360"/>
        <w:rPr>
          <w:lang w:val="en-US"/>
        </w:rPr>
      </w:pPr>
    </w:p>
    <w:p w:rsidR="00602787" w:rsidRPr="00CB3D37" w:rsidRDefault="00602787" w:rsidP="00EA558E">
      <w:pPr>
        <w:pStyle w:val="Codigo"/>
        <w:ind w:left="360"/>
      </w:pPr>
      <w:r w:rsidRPr="00CB3D37">
        <w:t>echo " Proceso finalizado"</w:t>
      </w:r>
    </w:p>
    <w:p w:rsidR="00602787" w:rsidRPr="00CB3D37" w:rsidRDefault="00602787" w:rsidP="00EA558E">
      <w:pPr>
        <w:pStyle w:val="Codigo"/>
        <w:ind w:left="360"/>
      </w:pPr>
      <w:r w:rsidRPr="00CB3D37">
        <w:t>echo " Verifique su aplicación con: iptables -L -n"</w:t>
      </w:r>
    </w:p>
    <w:p w:rsidR="00602787" w:rsidRPr="00CB3D37" w:rsidRDefault="00602787" w:rsidP="00EA558E">
      <w:pPr>
        <w:pStyle w:val="Codigo"/>
        <w:ind w:left="360"/>
      </w:pPr>
    </w:p>
    <w:p w:rsidR="00602787" w:rsidRPr="00CB3D37" w:rsidRDefault="00602787" w:rsidP="00EA558E">
      <w:pPr>
        <w:pStyle w:val="Codigo"/>
        <w:ind w:left="360"/>
      </w:pPr>
      <w:r w:rsidRPr="00CB3D37">
        <w:t># Fin del script</w:t>
      </w:r>
    </w:p>
    <w:p w:rsidR="00602787" w:rsidRDefault="00602787" w:rsidP="00EA558E"/>
    <w:p w:rsidR="00602787" w:rsidRDefault="00602787" w:rsidP="00EA558E"/>
    <w:p w:rsidR="00602787" w:rsidRDefault="00602787" w:rsidP="00EA558E">
      <w:pPr>
        <w:pStyle w:val="ListParagraph"/>
        <w:numPr>
          <w:ilvl w:val="0"/>
          <w:numId w:val="1"/>
        </w:numPr>
        <w:jc w:val="both"/>
        <w:rPr>
          <w:sz w:val="22"/>
          <w:szCs w:val="22"/>
        </w:rPr>
      </w:pPr>
      <w:r>
        <w:rPr>
          <w:sz w:val="22"/>
          <w:szCs w:val="22"/>
        </w:rPr>
        <w:t xml:space="preserve">Suponga que dispone </w:t>
      </w:r>
      <w:r w:rsidRPr="00740B20">
        <w:rPr>
          <w:sz w:val="22"/>
          <w:szCs w:val="22"/>
        </w:rPr>
        <w:t xml:space="preserve"> de dos redes locales con varios equipos y un servidor Linux haciendo funciones de routing entre ambas redes, tal y como muestra el siguiente esquema</w:t>
      </w:r>
      <w:r>
        <w:rPr>
          <w:sz w:val="22"/>
          <w:szCs w:val="22"/>
        </w:rPr>
        <w:t>:</w:t>
      </w:r>
    </w:p>
    <w:p w:rsidR="00602787" w:rsidRDefault="00602787" w:rsidP="00EA558E">
      <w:pPr>
        <w:ind w:firstLine="0"/>
        <w:jc w:val="center"/>
      </w:pPr>
      <w:r w:rsidRPr="001148CE">
        <w:rPr>
          <w:noProof/>
          <w:lang w:val="es-ES"/>
        </w:rPr>
        <w:pict>
          <v:shape id="Imagen 2" o:spid="_x0000_i1026" type="#_x0000_t75" style="width:188.25pt;height:165.75pt;visibility:visible">
            <v:imagedata r:id="rId8" o:title=""/>
          </v:shape>
        </w:pict>
      </w:r>
    </w:p>
    <w:p w:rsidR="00602787" w:rsidRDefault="00602787" w:rsidP="00EA558E">
      <w:pPr>
        <w:ind w:firstLine="0"/>
      </w:pPr>
    </w:p>
    <w:p w:rsidR="00602787" w:rsidRDefault="00602787" w:rsidP="00EA558E">
      <w:pPr>
        <w:ind w:left="360" w:firstLine="0"/>
      </w:pPr>
      <w:r>
        <w:t>Desarrolle un script para configurar el firewall del servidor Linux teniendo en cuenta que debe realizar las siguientes tareas:</w:t>
      </w:r>
    </w:p>
    <w:p w:rsidR="00602787" w:rsidRDefault="00602787" w:rsidP="00EA558E">
      <w:pPr>
        <w:ind w:left="360" w:firstLine="0"/>
      </w:pPr>
    </w:p>
    <w:p w:rsidR="00602787" w:rsidRPr="00740B20" w:rsidRDefault="00602787" w:rsidP="00EA558E">
      <w:pPr>
        <w:pStyle w:val="Textocorrido"/>
        <w:numPr>
          <w:ilvl w:val="0"/>
          <w:numId w:val="2"/>
        </w:numPr>
        <w:tabs>
          <w:tab w:val="clear" w:pos="1429"/>
          <w:tab w:val="num" w:pos="720"/>
        </w:tabs>
        <w:ind w:left="720"/>
      </w:pPr>
      <w:r w:rsidRPr="00740B20">
        <w:t>Realizar un enmascaramiento de la red interna.</w:t>
      </w:r>
    </w:p>
    <w:p w:rsidR="00602787" w:rsidRPr="00740B20" w:rsidRDefault="00602787" w:rsidP="00EA558E">
      <w:pPr>
        <w:pStyle w:val="Textocorrido"/>
        <w:numPr>
          <w:ilvl w:val="0"/>
          <w:numId w:val="2"/>
        </w:numPr>
        <w:tabs>
          <w:tab w:val="clear" w:pos="1429"/>
          <w:tab w:val="num" w:pos="720"/>
        </w:tabs>
        <w:ind w:left="720"/>
      </w:pPr>
      <w:r w:rsidRPr="00740B20">
        <w:t>Redireccionar las peticiones Web a la máquina 10.0.3.40, permitiendo el tráfico específico en el firewall.</w:t>
      </w:r>
    </w:p>
    <w:p w:rsidR="00602787" w:rsidRPr="00740B20" w:rsidRDefault="00602787" w:rsidP="00EA558E">
      <w:pPr>
        <w:pStyle w:val="Textocorrido"/>
        <w:numPr>
          <w:ilvl w:val="0"/>
          <w:numId w:val="2"/>
        </w:numPr>
        <w:tabs>
          <w:tab w:val="clear" w:pos="1429"/>
          <w:tab w:val="num" w:pos="720"/>
        </w:tabs>
        <w:ind w:left="720"/>
      </w:pPr>
      <w:r w:rsidRPr="00740B20">
        <w:t>Permitir sólo el tráfico de salida de tipo WEB y DNS, y el resto se rechaza.</w:t>
      </w:r>
    </w:p>
    <w:p w:rsidR="00602787" w:rsidRPr="00740B20" w:rsidRDefault="00602787" w:rsidP="00EA558E">
      <w:pPr>
        <w:pStyle w:val="Textocorrido"/>
        <w:numPr>
          <w:ilvl w:val="0"/>
          <w:numId w:val="2"/>
        </w:numPr>
        <w:tabs>
          <w:tab w:val="clear" w:pos="1429"/>
          <w:tab w:val="num" w:pos="720"/>
        </w:tabs>
        <w:ind w:left="720"/>
      </w:pPr>
      <w:r w:rsidRPr="00740B20">
        <w:t>Realizar un registro (Log) de intentos de acceso desde la red externa al firewall y a los equipos internos.</w:t>
      </w:r>
    </w:p>
    <w:p w:rsidR="00602787" w:rsidRPr="00740B20" w:rsidRDefault="00602787" w:rsidP="00EA558E">
      <w:pPr>
        <w:pStyle w:val="Textocorrido"/>
        <w:numPr>
          <w:ilvl w:val="0"/>
          <w:numId w:val="2"/>
        </w:numPr>
        <w:tabs>
          <w:tab w:val="clear" w:pos="1429"/>
          <w:tab w:val="num" w:pos="720"/>
        </w:tabs>
        <w:ind w:left="720"/>
      </w:pPr>
      <w:r w:rsidRPr="00740B20">
        <w:t>El firewall sólo admitirá conexiones SSH desde la red interna.</w:t>
      </w:r>
    </w:p>
    <w:p w:rsidR="00602787" w:rsidRPr="00740B20" w:rsidRDefault="00602787" w:rsidP="00EA558E">
      <w:pPr>
        <w:pStyle w:val="Textocorrido"/>
        <w:numPr>
          <w:ilvl w:val="0"/>
          <w:numId w:val="2"/>
        </w:numPr>
        <w:tabs>
          <w:tab w:val="clear" w:pos="1429"/>
          <w:tab w:val="num" w:pos="720"/>
        </w:tabs>
        <w:ind w:left="720"/>
      </w:pPr>
      <w:r w:rsidRPr="00740B20">
        <w:t>Limitar el tráfico de control ICMP para evitar ataques DoS (hasta un máximo de cinco peticiones por segundo)</w:t>
      </w:r>
      <w:r>
        <w:t>.</w:t>
      </w:r>
    </w:p>
    <w:p w:rsidR="00602787" w:rsidRDefault="00602787" w:rsidP="00EA558E"/>
    <w:p w:rsidR="00602787" w:rsidRPr="00740B20" w:rsidRDefault="00602787" w:rsidP="00EA558E">
      <w:pPr>
        <w:pStyle w:val="Codigo"/>
        <w:ind w:left="360"/>
      </w:pPr>
      <w:r>
        <w:t>#!/bin/bash</w:t>
      </w:r>
    </w:p>
    <w:p w:rsidR="00602787" w:rsidRDefault="00602787" w:rsidP="00EA558E">
      <w:pPr>
        <w:pStyle w:val="Codigo"/>
        <w:ind w:left="360"/>
      </w:pPr>
      <w:r>
        <w:t># firewall2.sh</w:t>
      </w:r>
    </w:p>
    <w:p w:rsidR="00602787" w:rsidRPr="00740B20" w:rsidRDefault="00602787" w:rsidP="00EA558E">
      <w:pPr>
        <w:pStyle w:val="Codigo"/>
        <w:ind w:left="360"/>
      </w:pPr>
    </w:p>
    <w:p w:rsidR="00602787" w:rsidRPr="00740B20" w:rsidRDefault="00602787" w:rsidP="00EA558E">
      <w:pPr>
        <w:pStyle w:val="Codigo"/>
        <w:ind w:left="360"/>
      </w:pPr>
      <w:r w:rsidRPr="00740B20">
        <w:t>#</w:t>
      </w:r>
      <w:r>
        <w:t>Se informa</w:t>
      </w:r>
      <w:r w:rsidRPr="00740B20">
        <w:t xml:space="preserve"> del proceso</w:t>
      </w:r>
    </w:p>
    <w:p w:rsidR="00602787" w:rsidRPr="00740B20" w:rsidRDefault="00602787" w:rsidP="00EA558E">
      <w:pPr>
        <w:pStyle w:val="Codigo"/>
        <w:ind w:left="360"/>
      </w:pPr>
      <w:r w:rsidRPr="00740B20">
        <w:t>echo "Configurando el firewall..."</w:t>
      </w:r>
    </w:p>
    <w:p w:rsidR="00602787" w:rsidRPr="00740B20" w:rsidRDefault="00602787" w:rsidP="00EA558E">
      <w:pPr>
        <w:pStyle w:val="Codigo"/>
        <w:ind w:left="360"/>
      </w:pPr>
    </w:p>
    <w:p w:rsidR="00602787" w:rsidRPr="00740B20" w:rsidRDefault="00602787" w:rsidP="00EA558E">
      <w:pPr>
        <w:pStyle w:val="Codigo"/>
        <w:ind w:left="360"/>
      </w:pPr>
      <w:r w:rsidRPr="00740B20">
        <w:t>#</w:t>
      </w:r>
      <w:r>
        <w:t>Se eliminan</w:t>
      </w:r>
      <w:r w:rsidRPr="00740B20">
        <w:t xml:space="preserve"> las reglas existentes.</w:t>
      </w:r>
    </w:p>
    <w:p w:rsidR="00602787" w:rsidRPr="00740B20" w:rsidRDefault="00602787" w:rsidP="00EA558E">
      <w:pPr>
        <w:pStyle w:val="Codigo"/>
        <w:ind w:left="360"/>
      </w:pPr>
      <w:r w:rsidRPr="00740B20">
        <w:t>echo " -&gt; Eliminado Reglas Existentes..."</w:t>
      </w:r>
    </w:p>
    <w:p w:rsidR="00602787" w:rsidRPr="00740B20" w:rsidRDefault="00602787" w:rsidP="00EA558E">
      <w:pPr>
        <w:pStyle w:val="Codigo"/>
        <w:ind w:left="360"/>
      </w:pPr>
      <w:r w:rsidRPr="00740B20">
        <w:t>iptables -F</w:t>
      </w:r>
    </w:p>
    <w:p w:rsidR="00602787" w:rsidRPr="003F5E03" w:rsidRDefault="00602787" w:rsidP="00EA558E">
      <w:pPr>
        <w:pStyle w:val="Codigo"/>
        <w:ind w:left="360"/>
        <w:rPr>
          <w:lang w:val="fr-FR"/>
        </w:rPr>
      </w:pPr>
      <w:r w:rsidRPr="003F5E03">
        <w:rPr>
          <w:lang w:val="fr-FR"/>
        </w:rPr>
        <w:t>iptables -X</w:t>
      </w:r>
    </w:p>
    <w:p w:rsidR="00602787" w:rsidRPr="003F5E03" w:rsidRDefault="00602787" w:rsidP="00EA558E">
      <w:pPr>
        <w:pStyle w:val="Codigo"/>
        <w:ind w:left="360"/>
        <w:rPr>
          <w:lang w:val="fr-FR"/>
        </w:rPr>
      </w:pPr>
      <w:r w:rsidRPr="003F5E03">
        <w:rPr>
          <w:lang w:val="fr-FR"/>
        </w:rPr>
        <w:t>iptables -Z</w:t>
      </w:r>
    </w:p>
    <w:p w:rsidR="00602787" w:rsidRPr="003F5E03" w:rsidRDefault="00602787" w:rsidP="00EA558E">
      <w:pPr>
        <w:pStyle w:val="Codigo"/>
        <w:ind w:left="360"/>
        <w:rPr>
          <w:lang w:val="fr-FR"/>
        </w:rPr>
      </w:pPr>
      <w:r w:rsidRPr="003F5E03">
        <w:rPr>
          <w:lang w:val="fr-FR"/>
        </w:rPr>
        <w:t>iptables -t nat -F</w:t>
      </w:r>
    </w:p>
    <w:p w:rsidR="00602787" w:rsidRPr="003F5E03" w:rsidRDefault="00602787" w:rsidP="00EA558E">
      <w:pPr>
        <w:pStyle w:val="Codigo"/>
        <w:ind w:left="360"/>
        <w:rPr>
          <w:lang w:val="fr-FR"/>
        </w:rPr>
      </w:pPr>
    </w:p>
    <w:p w:rsidR="00602787" w:rsidRPr="00740B20" w:rsidRDefault="00602787" w:rsidP="00EA558E">
      <w:pPr>
        <w:pStyle w:val="Codigo"/>
        <w:ind w:left="360"/>
      </w:pPr>
      <w:r w:rsidRPr="00740B20">
        <w:t>#</w:t>
      </w:r>
      <w:r>
        <w:t>Se definen</w:t>
      </w:r>
      <w:r w:rsidRPr="00740B20">
        <w:t xml:space="preserve"> las interfaces que </w:t>
      </w:r>
      <w:r>
        <w:t>se usan</w:t>
      </w:r>
    </w:p>
    <w:p w:rsidR="00602787" w:rsidRPr="003F5E03" w:rsidRDefault="00602787" w:rsidP="00EA558E">
      <w:pPr>
        <w:pStyle w:val="Codigo"/>
        <w:ind w:left="360"/>
        <w:rPr>
          <w:lang w:val="fr-FR"/>
        </w:rPr>
      </w:pPr>
      <w:r w:rsidRPr="003F5E03">
        <w:rPr>
          <w:lang w:val="fr-FR"/>
        </w:rPr>
        <w:t>export INTERNA=eth0</w:t>
      </w:r>
    </w:p>
    <w:p w:rsidR="00602787" w:rsidRPr="003F5E03" w:rsidRDefault="00602787" w:rsidP="00EA558E">
      <w:pPr>
        <w:pStyle w:val="Codigo"/>
        <w:ind w:left="360"/>
        <w:rPr>
          <w:lang w:val="fr-FR"/>
        </w:rPr>
      </w:pPr>
      <w:r w:rsidRPr="003F5E03">
        <w:rPr>
          <w:lang w:val="fr-FR"/>
        </w:rPr>
        <w:t>export EXTERNA=eth1</w:t>
      </w:r>
    </w:p>
    <w:p w:rsidR="00602787" w:rsidRPr="003F5E03" w:rsidRDefault="00602787" w:rsidP="00EA558E">
      <w:pPr>
        <w:pStyle w:val="Codigo"/>
        <w:ind w:left="360"/>
        <w:rPr>
          <w:lang w:val="fr-FR"/>
        </w:rPr>
      </w:pPr>
    </w:p>
    <w:p w:rsidR="00602787" w:rsidRPr="00740B20" w:rsidRDefault="00602787" w:rsidP="00EA558E">
      <w:pPr>
        <w:pStyle w:val="Codigo"/>
        <w:ind w:left="360"/>
      </w:pPr>
      <w:r w:rsidRPr="00740B20">
        <w:t>echo " -&gt; Estableciendo reglas por defecto..."</w:t>
      </w:r>
    </w:p>
    <w:p w:rsidR="00602787" w:rsidRPr="00740B20" w:rsidRDefault="00602787" w:rsidP="00EA558E">
      <w:pPr>
        <w:pStyle w:val="Codigo"/>
        <w:ind w:left="360"/>
      </w:pPr>
      <w:r w:rsidRPr="00740B20">
        <w:t>iptables -P INPUT DROP        # descartar entradas al firewall</w:t>
      </w:r>
    </w:p>
    <w:p w:rsidR="00602787" w:rsidRPr="00740B20" w:rsidRDefault="00602787" w:rsidP="00EA558E">
      <w:pPr>
        <w:pStyle w:val="Codigo"/>
        <w:ind w:left="360"/>
      </w:pPr>
      <w:r w:rsidRPr="00740B20">
        <w:t>iptables -P OUTPUT DROP       # descartar salidas del firewall</w:t>
      </w:r>
    </w:p>
    <w:p w:rsidR="00602787" w:rsidRPr="00740B20" w:rsidRDefault="00602787" w:rsidP="00EA558E">
      <w:pPr>
        <w:pStyle w:val="Codigo"/>
        <w:ind w:left="360"/>
      </w:pPr>
      <w:r w:rsidRPr="00740B20">
        <w:t>iptables -P FORWARD DROP      # descartar reenvíos a través del firewall</w:t>
      </w:r>
    </w:p>
    <w:p w:rsidR="00602787" w:rsidRPr="003F5E03" w:rsidRDefault="00602787" w:rsidP="00EA558E">
      <w:pPr>
        <w:pStyle w:val="Codigo"/>
        <w:ind w:left="360"/>
        <w:rPr>
          <w:lang w:val="fr-FR"/>
        </w:rPr>
      </w:pPr>
      <w:r w:rsidRPr="003F5E03">
        <w:rPr>
          <w:lang w:val="fr-FR"/>
        </w:rPr>
        <w:t>iptables -t nat -P PREROUTING  ACCEPT</w:t>
      </w:r>
    </w:p>
    <w:p w:rsidR="00602787" w:rsidRPr="003F5E03" w:rsidRDefault="00602787" w:rsidP="00EA558E">
      <w:pPr>
        <w:pStyle w:val="Codigo"/>
        <w:ind w:left="360"/>
        <w:rPr>
          <w:lang w:val="fr-FR"/>
        </w:rPr>
      </w:pPr>
      <w:r w:rsidRPr="003F5E03">
        <w:rPr>
          <w:lang w:val="fr-FR"/>
        </w:rPr>
        <w:t>iptables -t nat -P POSTROUTING  ACCEPT</w:t>
      </w:r>
    </w:p>
    <w:p w:rsidR="00602787" w:rsidRPr="003F5E03" w:rsidRDefault="00602787" w:rsidP="00EA558E">
      <w:pPr>
        <w:pStyle w:val="Codigo"/>
        <w:ind w:left="360"/>
        <w:rPr>
          <w:lang w:val="fr-FR"/>
        </w:rPr>
      </w:pPr>
    </w:p>
    <w:p w:rsidR="00602787" w:rsidRPr="003F5E03" w:rsidRDefault="00602787" w:rsidP="00EA558E">
      <w:pPr>
        <w:pStyle w:val="Codigo"/>
        <w:ind w:left="360"/>
        <w:rPr>
          <w:lang w:val="pt-BR"/>
        </w:rPr>
      </w:pPr>
      <w:r w:rsidRPr="003F5E03">
        <w:rPr>
          <w:lang w:val="pt-BR"/>
        </w:rPr>
        <w:t># Permitir tráfico a localhost (firewall)</w:t>
      </w:r>
    </w:p>
    <w:p w:rsidR="00602787" w:rsidRPr="00EA558E" w:rsidRDefault="00602787" w:rsidP="00EA558E">
      <w:pPr>
        <w:pStyle w:val="Codigo"/>
        <w:ind w:left="360"/>
      </w:pPr>
      <w:r w:rsidRPr="00EA558E">
        <w:t>iptables -A INPUT -i lo -j ACCEPT</w:t>
      </w:r>
    </w:p>
    <w:p w:rsidR="00602787" w:rsidRPr="00740B20" w:rsidRDefault="00602787" w:rsidP="00EA558E">
      <w:pPr>
        <w:pStyle w:val="Codigo"/>
        <w:ind w:left="360"/>
      </w:pPr>
      <w:r w:rsidRPr="00740B20">
        <w:t>iptables -A OUTPUT -o lo -j ACCEPT</w:t>
      </w:r>
    </w:p>
    <w:p w:rsidR="00602787" w:rsidRPr="00740B20" w:rsidRDefault="00602787" w:rsidP="00EA558E">
      <w:pPr>
        <w:pStyle w:val="Codigo"/>
        <w:ind w:left="360"/>
      </w:pPr>
    </w:p>
    <w:p w:rsidR="00602787" w:rsidRPr="00740B20" w:rsidRDefault="00602787" w:rsidP="00EA558E">
      <w:pPr>
        <w:pStyle w:val="Codigo"/>
        <w:ind w:left="360"/>
      </w:pPr>
      <w:r w:rsidRPr="00740B20">
        <w:t># SNAT (enmascaramiento de lo que sale de red interna 10.0.3.0/24) hacia exterior</w:t>
      </w:r>
    </w:p>
    <w:p w:rsidR="00602787" w:rsidRPr="00740B20" w:rsidRDefault="00602787" w:rsidP="00EA558E">
      <w:pPr>
        <w:pStyle w:val="Codigo"/>
        <w:ind w:left="360"/>
      </w:pPr>
      <w:r w:rsidRPr="00740B20">
        <w:t>echo " -&gt; Enmascaramiento de salida..."</w:t>
      </w:r>
    </w:p>
    <w:p w:rsidR="00602787" w:rsidRPr="00740B20" w:rsidRDefault="00602787" w:rsidP="00EA558E">
      <w:pPr>
        <w:pStyle w:val="Codigo"/>
        <w:ind w:left="360"/>
      </w:pPr>
      <w:r w:rsidRPr="00740B20">
        <w:t>iptables -t nat -A POSTROUTING -s 10.0.3.0/24 -o ${EXTERNA} -j MASQUERADE</w:t>
      </w:r>
    </w:p>
    <w:p w:rsidR="00602787" w:rsidRPr="00740B20" w:rsidRDefault="00602787" w:rsidP="00EA558E">
      <w:pPr>
        <w:pStyle w:val="Codigo"/>
        <w:ind w:left="360"/>
      </w:pPr>
    </w:p>
    <w:p w:rsidR="00602787" w:rsidRPr="00740B20" w:rsidRDefault="00602787" w:rsidP="00EA558E">
      <w:pPr>
        <w:pStyle w:val="Codigo"/>
        <w:ind w:left="360"/>
      </w:pPr>
      <w:r w:rsidRPr="00740B20">
        <w:t># DNAT (redireccionamiento servicio HTTP [puerto 80] a red interna)</w:t>
      </w:r>
    </w:p>
    <w:p w:rsidR="00602787" w:rsidRPr="00740B20" w:rsidRDefault="00602787" w:rsidP="00EA558E">
      <w:pPr>
        <w:pStyle w:val="Codigo"/>
        <w:ind w:left="360"/>
      </w:pPr>
      <w:r w:rsidRPr="00740B20">
        <w:t>echo " -&gt; Redireccionado tráfico HHTP..."</w:t>
      </w:r>
    </w:p>
    <w:p w:rsidR="00602787" w:rsidRPr="00740B20" w:rsidRDefault="00602787" w:rsidP="00EA558E">
      <w:pPr>
        <w:pStyle w:val="Codigo"/>
        <w:ind w:left="360"/>
      </w:pPr>
      <w:r w:rsidRPr="00740B20">
        <w:t>iptables -t nat -A PREROUTING -i ${EXTERNA} -p tcp --dport 80 \</w:t>
      </w:r>
    </w:p>
    <w:p w:rsidR="00602787" w:rsidRPr="00740B20" w:rsidRDefault="00602787" w:rsidP="00EA558E">
      <w:pPr>
        <w:pStyle w:val="Codigo"/>
        <w:ind w:left="360"/>
      </w:pPr>
      <w:r w:rsidRPr="00740B20">
        <w:t xml:space="preserve">                              -j DNAT --to-destination 10.0.3.40:80</w:t>
      </w:r>
    </w:p>
    <w:p w:rsidR="00602787" w:rsidRPr="00740B20" w:rsidRDefault="00602787" w:rsidP="00EA558E">
      <w:pPr>
        <w:pStyle w:val="Codigo"/>
        <w:ind w:left="360"/>
      </w:pPr>
    </w:p>
    <w:p w:rsidR="00602787" w:rsidRPr="00740B20" w:rsidRDefault="00602787" w:rsidP="00EA558E">
      <w:pPr>
        <w:pStyle w:val="Codigo"/>
        <w:ind w:left="360"/>
      </w:pPr>
      <w:r w:rsidRPr="00740B20">
        <w:t># Limitar tráfico ICMP (permitir hasta un máximo de 5 peticiones/segundo)</w:t>
      </w:r>
    </w:p>
    <w:p w:rsidR="00602787" w:rsidRPr="00740B20" w:rsidRDefault="00602787" w:rsidP="00EA558E">
      <w:pPr>
        <w:pStyle w:val="Codigo"/>
        <w:ind w:left="360"/>
      </w:pPr>
      <w:r w:rsidRPr="00740B20">
        <w:t>echo " -&gt; Limitando tráfico de control ICMP (5 peticiones/seg)..."</w:t>
      </w:r>
    </w:p>
    <w:p w:rsidR="00602787" w:rsidRPr="00EA558E" w:rsidRDefault="00602787" w:rsidP="00EA558E">
      <w:pPr>
        <w:pStyle w:val="Codigo"/>
        <w:ind w:left="360"/>
        <w:rPr>
          <w:lang w:val="en-US"/>
        </w:rPr>
      </w:pPr>
      <w:r w:rsidRPr="00EA558E">
        <w:rPr>
          <w:lang w:val="en-US"/>
        </w:rPr>
        <w:t>iptables -A INPUT -p icmp -m limit --limit 5/second -j ACCEPT</w:t>
      </w:r>
    </w:p>
    <w:p w:rsidR="00602787" w:rsidRPr="00EA558E" w:rsidRDefault="00602787" w:rsidP="00EA558E">
      <w:pPr>
        <w:pStyle w:val="Codigo"/>
        <w:ind w:left="360"/>
        <w:rPr>
          <w:lang w:val="en-US"/>
        </w:rPr>
      </w:pPr>
      <w:r w:rsidRPr="00EA558E">
        <w:rPr>
          <w:lang w:val="en-US"/>
        </w:rPr>
        <w:t>iptables -A OUTPUT -p icmp -m limit --limit 5/second -j ACCEPT</w:t>
      </w:r>
    </w:p>
    <w:p w:rsidR="00602787" w:rsidRPr="00EA558E" w:rsidRDefault="00602787" w:rsidP="00EA558E">
      <w:pPr>
        <w:pStyle w:val="Codigo"/>
        <w:ind w:left="360"/>
        <w:rPr>
          <w:lang w:val="en-US"/>
        </w:rPr>
      </w:pPr>
      <w:r w:rsidRPr="00EA558E">
        <w:rPr>
          <w:lang w:val="en-US"/>
        </w:rPr>
        <w:t>iptables -A FORWARD -p icmp -m limit --limit 5/second -j ACCEPT</w:t>
      </w:r>
    </w:p>
    <w:p w:rsidR="00602787" w:rsidRPr="00EA558E" w:rsidRDefault="00602787" w:rsidP="00EA558E">
      <w:pPr>
        <w:pStyle w:val="Codigo"/>
        <w:ind w:left="360"/>
        <w:rPr>
          <w:lang w:val="en-US"/>
        </w:rPr>
      </w:pPr>
    </w:p>
    <w:p w:rsidR="00602787" w:rsidRPr="00740B20" w:rsidRDefault="00602787" w:rsidP="00EA558E">
      <w:pPr>
        <w:pStyle w:val="Codigo"/>
        <w:ind w:left="360"/>
      </w:pPr>
      <w:r w:rsidRPr="00740B20">
        <w:t># FILTRADO ENTRADA RED INTERNA</w:t>
      </w:r>
    </w:p>
    <w:p w:rsidR="00602787" w:rsidRPr="00740B20" w:rsidRDefault="00602787" w:rsidP="00EA558E">
      <w:pPr>
        <w:pStyle w:val="Codigo"/>
        <w:ind w:left="360"/>
      </w:pPr>
      <w:r w:rsidRPr="00740B20">
        <w:t># - permitir paso de servicios redireccionados (peticiones + sus respuestas)</w:t>
      </w:r>
    </w:p>
    <w:p w:rsidR="00602787" w:rsidRPr="00740B20" w:rsidRDefault="00602787" w:rsidP="00EA558E">
      <w:pPr>
        <w:pStyle w:val="Codigo"/>
        <w:ind w:left="360"/>
      </w:pPr>
      <w:r w:rsidRPr="00740B20">
        <w:t>#   [necesario al usar DROP por defecto]</w:t>
      </w:r>
    </w:p>
    <w:p w:rsidR="00602787" w:rsidRPr="00740B20" w:rsidRDefault="00602787" w:rsidP="00EA558E">
      <w:pPr>
        <w:pStyle w:val="Codigo"/>
        <w:ind w:left="360"/>
      </w:pPr>
      <w:r w:rsidRPr="00740B20">
        <w:t>echo " -&gt; Filtrando entrada a la red interna..."</w:t>
      </w:r>
    </w:p>
    <w:p w:rsidR="00602787" w:rsidRPr="008A1C6E" w:rsidRDefault="00602787" w:rsidP="00EA558E">
      <w:pPr>
        <w:pStyle w:val="Codigo"/>
        <w:ind w:left="360"/>
        <w:rPr>
          <w:lang w:val="en-US"/>
        </w:rPr>
      </w:pPr>
      <w:r w:rsidRPr="008A1C6E">
        <w:rPr>
          <w:lang w:val="en-US"/>
        </w:rPr>
        <w:t>iptables -A FORWARD -i ${EXTERNA} -d 10.0.3.40 -p tcp --dport 80 -j ACCEPT</w:t>
      </w:r>
    </w:p>
    <w:p w:rsidR="00602787" w:rsidRPr="008A1C6E" w:rsidRDefault="00602787" w:rsidP="00EA558E">
      <w:pPr>
        <w:pStyle w:val="Codigo"/>
        <w:ind w:left="360"/>
        <w:rPr>
          <w:lang w:val="en-US"/>
        </w:rPr>
      </w:pPr>
      <w:r w:rsidRPr="008A1C6E">
        <w:rPr>
          <w:lang w:val="en-US"/>
        </w:rPr>
        <w:t>iptables -A FORWARD -i ${INTERNA} -s 10.0.3.40 -p tcp --sport 80 \</w:t>
      </w:r>
    </w:p>
    <w:p w:rsidR="00602787" w:rsidRPr="008A1C6E" w:rsidRDefault="00602787" w:rsidP="00EA558E">
      <w:pPr>
        <w:pStyle w:val="Codigo"/>
        <w:ind w:left="360"/>
        <w:rPr>
          <w:lang w:val="en-US"/>
        </w:rPr>
      </w:pPr>
      <w:r w:rsidRPr="008A1C6E">
        <w:rPr>
          <w:lang w:val="en-US"/>
        </w:rPr>
        <w:t xml:space="preserve">                    -m state --state ESTABLISHED,RELATED -j ACCEPT</w:t>
      </w:r>
    </w:p>
    <w:p w:rsidR="00602787" w:rsidRPr="008A1C6E" w:rsidRDefault="00602787" w:rsidP="00EA558E">
      <w:pPr>
        <w:pStyle w:val="Codigo"/>
        <w:ind w:left="360"/>
        <w:rPr>
          <w:lang w:val="en-US"/>
        </w:rPr>
      </w:pPr>
    </w:p>
    <w:p w:rsidR="00602787" w:rsidRPr="00740B20" w:rsidRDefault="00602787" w:rsidP="00EA558E">
      <w:pPr>
        <w:pStyle w:val="Codigo"/>
        <w:ind w:left="360"/>
      </w:pPr>
      <w:r w:rsidRPr="00740B20">
        <w:t># - log de otros accesos a red interna (se denegar</w:t>
      </w:r>
      <w:r>
        <w:t>á</w:t>
      </w:r>
      <w:r w:rsidRPr="00740B20">
        <w:t>n por defecto)</w:t>
      </w:r>
    </w:p>
    <w:p w:rsidR="00602787" w:rsidRPr="00740B20" w:rsidRDefault="00602787" w:rsidP="00EA558E">
      <w:pPr>
        <w:pStyle w:val="Codigo"/>
        <w:ind w:left="360"/>
      </w:pPr>
      <w:r w:rsidRPr="00740B20">
        <w:t>echo " -&gt; Creando registro de accesos a la red interna..."</w:t>
      </w:r>
    </w:p>
    <w:p w:rsidR="00602787" w:rsidRPr="00740B20" w:rsidRDefault="00602787" w:rsidP="00EA558E">
      <w:pPr>
        <w:pStyle w:val="Codigo"/>
        <w:ind w:left="360"/>
      </w:pPr>
      <w:r w:rsidRPr="00740B20">
        <w:t>iptables -A FORWARD -i ${EXTERNA} -d 10.0.3.0/24 -j LOG --log-prefix "Acceso red</w:t>
      </w:r>
    </w:p>
    <w:p w:rsidR="00602787" w:rsidRPr="00740B20" w:rsidRDefault="00602787" w:rsidP="00EA558E">
      <w:pPr>
        <w:pStyle w:val="Codigo"/>
        <w:ind w:left="360"/>
      </w:pPr>
      <w:r w:rsidRPr="00740B20">
        <w:t>interna:"</w:t>
      </w:r>
    </w:p>
    <w:p w:rsidR="00602787" w:rsidRPr="00740B20" w:rsidRDefault="00602787" w:rsidP="00EA558E">
      <w:pPr>
        <w:pStyle w:val="Codigo"/>
        <w:ind w:left="360"/>
      </w:pPr>
    </w:p>
    <w:p w:rsidR="00602787" w:rsidRPr="00740B20" w:rsidRDefault="00602787" w:rsidP="00EA558E">
      <w:pPr>
        <w:pStyle w:val="Codigo"/>
        <w:ind w:left="360"/>
      </w:pPr>
      <w:r w:rsidRPr="00740B20">
        <w:t># # FILTRADO SALIDA RED INTERNA</w:t>
      </w:r>
    </w:p>
    <w:p w:rsidR="00602787" w:rsidRPr="00740B20" w:rsidRDefault="00602787" w:rsidP="00EA558E">
      <w:pPr>
        <w:pStyle w:val="Codigo"/>
        <w:ind w:left="360"/>
      </w:pPr>
      <w:r w:rsidRPr="00740B20">
        <w:t>echo " -&gt; Filtrando salida de la red interna..."</w:t>
      </w:r>
    </w:p>
    <w:p w:rsidR="00602787" w:rsidRPr="00740B20" w:rsidRDefault="00602787" w:rsidP="00EA558E">
      <w:pPr>
        <w:pStyle w:val="Codigo"/>
        <w:ind w:left="360"/>
      </w:pPr>
    </w:p>
    <w:p w:rsidR="00602787" w:rsidRPr="00740B20" w:rsidRDefault="00602787" w:rsidP="00EA558E">
      <w:pPr>
        <w:pStyle w:val="Codigo"/>
        <w:ind w:left="360"/>
      </w:pPr>
      <w:r w:rsidRPr="00740B20">
        <w:t xml:space="preserve"># - </w:t>
      </w:r>
      <w:r>
        <w:t>se permiten</w:t>
      </w:r>
      <w:r w:rsidRPr="00740B20">
        <w:t xml:space="preserve"> conexiones salientes HTTP + sus respuestas</w:t>
      </w:r>
    </w:p>
    <w:p w:rsidR="00602787" w:rsidRPr="008A1C6E" w:rsidRDefault="00602787" w:rsidP="00EA558E">
      <w:pPr>
        <w:pStyle w:val="Codigo"/>
        <w:ind w:left="360"/>
        <w:rPr>
          <w:lang w:val="en-US"/>
        </w:rPr>
      </w:pPr>
      <w:r w:rsidRPr="008A1C6E">
        <w:rPr>
          <w:lang w:val="en-US"/>
        </w:rPr>
        <w:t>iptables -A FORWARD -i ${INTERNA} -s 10.0.3.0/24 -p tcp --dport 80 -j ACCEPT</w:t>
      </w:r>
    </w:p>
    <w:p w:rsidR="00602787" w:rsidRPr="008A1C6E" w:rsidRDefault="00602787" w:rsidP="00EA558E">
      <w:pPr>
        <w:pStyle w:val="Codigo"/>
        <w:ind w:left="360"/>
        <w:rPr>
          <w:lang w:val="en-US"/>
        </w:rPr>
      </w:pPr>
      <w:r w:rsidRPr="008A1C6E">
        <w:rPr>
          <w:lang w:val="en-US"/>
        </w:rPr>
        <w:t>iptables -A FORWARD -o ${INTERNA} -d 10.0.3.0/24 -p tcp --sport 80 \</w:t>
      </w:r>
    </w:p>
    <w:p w:rsidR="00602787" w:rsidRPr="008A1C6E" w:rsidRDefault="00602787" w:rsidP="00EA558E">
      <w:pPr>
        <w:pStyle w:val="Codigo"/>
        <w:ind w:left="360"/>
        <w:rPr>
          <w:lang w:val="en-US"/>
        </w:rPr>
      </w:pPr>
      <w:r w:rsidRPr="008A1C6E">
        <w:rPr>
          <w:lang w:val="en-US"/>
        </w:rPr>
        <w:t xml:space="preserve">                    -m state --state ESTABLISHED,RELATED -j ACCEPT</w:t>
      </w:r>
    </w:p>
    <w:p w:rsidR="00602787" w:rsidRPr="008A1C6E" w:rsidRDefault="00602787" w:rsidP="00EA558E">
      <w:pPr>
        <w:pStyle w:val="Codigo"/>
        <w:ind w:left="360"/>
        <w:rPr>
          <w:lang w:val="en-US"/>
        </w:rPr>
      </w:pPr>
    </w:p>
    <w:p w:rsidR="00602787" w:rsidRPr="00740B20" w:rsidRDefault="00602787" w:rsidP="00EA558E">
      <w:pPr>
        <w:pStyle w:val="Codigo"/>
        <w:ind w:left="360"/>
      </w:pPr>
      <w:r w:rsidRPr="00740B20">
        <w:t xml:space="preserve"># - </w:t>
      </w:r>
      <w:r>
        <w:t>se permiten</w:t>
      </w:r>
      <w:r w:rsidRPr="00740B20">
        <w:t xml:space="preserve"> las consultas DNS salientes + sus respuestas</w:t>
      </w:r>
    </w:p>
    <w:p w:rsidR="00602787" w:rsidRPr="008A1C6E" w:rsidRDefault="00602787" w:rsidP="00EA558E">
      <w:pPr>
        <w:pStyle w:val="Codigo"/>
        <w:ind w:left="360"/>
        <w:rPr>
          <w:lang w:val="en-US"/>
        </w:rPr>
      </w:pPr>
      <w:r w:rsidRPr="008A1C6E">
        <w:rPr>
          <w:lang w:val="en-US"/>
        </w:rPr>
        <w:t>iptables -A FORWARD -i ${INTERNA} -s 10.0.3.0/24 -p tcp --dport 53 -j ACCEPT</w:t>
      </w:r>
    </w:p>
    <w:p w:rsidR="00602787" w:rsidRPr="008A1C6E" w:rsidRDefault="00602787" w:rsidP="00EA558E">
      <w:pPr>
        <w:pStyle w:val="Codigo"/>
        <w:ind w:left="360"/>
        <w:rPr>
          <w:lang w:val="en-US"/>
        </w:rPr>
      </w:pPr>
      <w:r w:rsidRPr="008A1C6E">
        <w:rPr>
          <w:lang w:val="en-US"/>
        </w:rPr>
        <w:t>iptables -A FORWARD -o ${INTERNA} -d 10.0.3.0/24 -p tcp --sport 53 \</w:t>
      </w:r>
    </w:p>
    <w:p w:rsidR="00602787" w:rsidRPr="008A1C6E" w:rsidRDefault="00602787" w:rsidP="00EA558E">
      <w:pPr>
        <w:pStyle w:val="Codigo"/>
        <w:ind w:left="360"/>
        <w:rPr>
          <w:lang w:val="en-US"/>
        </w:rPr>
      </w:pPr>
      <w:r w:rsidRPr="008A1C6E">
        <w:rPr>
          <w:lang w:val="en-US"/>
        </w:rPr>
        <w:t xml:space="preserve">                    -m state --state ESTABLISHED,RELATED -j ACCEPT</w:t>
      </w:r>
    </w:p>
    <w:p w:rsidR="00602787" w:rsidRPr="008A1C6E" w:rsidRDefault="00602787" w:rsidP="00EA558E">
      <w:pPr>
        <w:pStyle w:val="Codigo"/>
        <w:ind w:left="360"/>
        <w:rPr>
          <w:lang w:val="en-US"/>
        </w:rPr>
      </w:pPr>
      <w:r w:rsidRPr="008A1C6E">
        <w:rPr>
          <w:lang w:val="en-US"/>
        </w:rPr>
        <w:t>iptables -A FORWARD -i ${INTERNA} -s 10.0.3.0/24 -p udp --dport 53 -j ACCEPT</w:t>
      </w:r>
    </w:p>
    <w:p w:rsidR="00602787" w:rsidRPr="008A1C6E" w:rsidRDefault="00602787" w:rsidP="00EA558E">
      <w:pPr>
        <w:pStyle w:val="Codigo"/>
        <w:ind w:left="360"/>
        <w:rPr>
          <w:lang w:val="en-US"/>
        </w:rPr>
      </w:pPr>
      <w:r w:rsidRPr="008A1C6E">
        <w:rPr>
          <w:lang w:val="en-US"/>
        </w:rPr>
        <w:t>iptables -A FORWARD -o ${INTERNA} -d 10.0.3.0/24 -p udp --sport 53 \</w:t>
      </w:r>
    </w:p>
    <w:p w:rsidR="00602787" w:rsidRPr="008A1C6E" w:rsidRDefault="00602787" w:rsidP="00EA558E">
      <w:pPr>
        <w:pStyle w:val="Codigo"/>
        <w:ind w:left="360"/>
        <w:rPr>
          <w:lang w:val="en-US"/>
        </w:rPr>
      </w:pPr>
      <w:r w:rsidRPr="008A1C6E">
        <w:rPr>
          <w:lang w:val="en-US"/>
        </w:rPr>
        <w:t xml:space="preserve">                    -m state --state ESTABLISHED,RELATED -j ACCEPT</w:t>
      </w:r>
    </w:p>
    <w:p w:rsidR="00602787" w:rsidRPr="008A1C6E" w:rsidRDefault="00602787" w:rsidP="00EA558E">
      <w:pPr>
        <w:pStyle w:val="Codigo"/>
        <w:ind w:left="360"/>
        <w:rPr>
          <w:lang w:val="en-US"/>
        </w:rPr>
      </w:pPr>
    </w:p>
    <w:p w:rsidR="00602787" w:rsidRPr="00740B20" w:rsidRDefault="00602787" w:rsidP="00EA558E">
      <w:pPr>
        <w:pStyle w:val="Codigo"/>
        <w:ind w:left="360"/>
      </w:pPr>
      <w:r w:rsidRPr="00740B20">
        <w:t xml:space="preserve"># - </w:t>
      </w:r>
      <w:r>
        <w:t>se rechazan</w:t>
      </w:r>
      <w:r w:rsidRPr="00740B20">
        <w:t xml:space="preserve"> los demás intentos de salida (por defecto se haría DROP)</w:t>
      </w:r>
    </w:p>
    <w:p w:rsidR="00602787" w:rsidRPr="008A1C6E" w:rsidRDefault="00602787" w:rsidP="00EA558E">
      <w:pPr>
        <w:pStyle w:val="Codigo"/>
        <w:ind w:left="360"/>
        <w:rPr>
          <w:lang w:val="en-US"/>
        </w:rPr>
      </w:pPr>
      <w:r w:rsidRPr="008A1C6E">
        <w:rPr>
          <w:lang w:val="en-US"/>
        </w:rPr>
        <w:t>iptables -A FORWARD -i ${INTERNA} -s 10.0.3.0/24 -j REJECT --reject-with icmp-portunreachable</w:t>
      </w:r>
    </w:p>
    <w:p w:rsidR="00602787" w:rsidRPr="008A1C6E" w:rsidRDefault="00602787" w:rsidP="00EA558E">
      <w:pPr>
        <w:pStyle w:val="Codigo"/>
        <w:ind w:left="360"/>
        <w:rPr>
          <w:lang w:val="en-US"/>
        </w:rPr>
      </w:pPr>
    </w:p>
    <w:p w:rsidR="00602787" w:rsidRPr="00740B20" w:rsidRDefault="00602787" w:rsidP="00EA558E">
      <w:pPr>
        <w:pStyle w:val="Codigo"/>
        <w:ind w:left="360"/>
      </w:pPr>
      <w:r w:rsidRPr="00740B20">
        <w:t># FILTRADO CONEXIONES HACIA EL FIREWALL</w:t>
      </w:r>
    </w:p>
    <w:p w:rsidR="00602787" w:rsidRPr="00740B20" w:rsidRDefault="00602787" w:rsidP="00EA558E">
      <w:pPr>
        <w:pStyle w:val="Codigo"/>
        <w:ind w:left="360"/>
      </w:pPr>
      <w:r w:rsidRPr="00740B20">
        <w:t>echo " -&gt; Permitiendo tráfico SSH de red interna..."</w:t>
      </w:r>
    </w:p>
    <w:p w:rsidR="00602787" w:rsidRPr="00740B20" w:rsidRDefault="00602787" w:rsidP="00EA558E">
      <w:pPr>
        <w:pStyle w:val="Codigo"/>
        <w:ind w:left="360"/>
      </w:pPr>
      <w:r w:rsidRPr="00740B20">
        <w:t xml:space="preserve"># - </w:t>
      </w:r>
      <w:r>
        <w:t>se permite</w:t>
      </w:r>
      <w:r w:rsidRPr="00740B20">
        <w:t xml:space="preserve"> entrada y salida de SSH desde red interna, resto bloqueado por política por defecto</w:t>
      </w:r>
    </w:p>
    <w:p w:rsidR="00602787" w:rsidRPr="00EA558E" w:rsidRDefault="00602787" w:rsidP="00EA558E">
      <w:pPr>
        <w:pStyle w:val="Codigo"/>
        <w:ind w:left="360"/>
        <w:rPr>
          <w:lang w:val="en-US"/>
        </w:rPr>
      </w:pPr>
      <w:r w:rsidRPr="00EA558E">
        <w:rPr>
          <w:lang w:val="en-US"/>
        </w:rPr>
        <w:t>iptables -A INPUT -i ${INTERNA} -s 10.0.3/24 -p tcp --dport 22 -j ACCEPT</w:t>
      </w:r>
    </w:p>
    <w:p w:rsidR="00602787" w:rsidRPr="00EA558E" w:rsidRDefault="00602787" w:rsidP="00EA558E">
      <w:pPr>
        <w:pStyle w:val="Codigo"/>
        <w:ind w:left="360"/>
        <w:rPr>
          <w:lang w:val="en-US"/>
        </w:rPr>
      </w:pPr>
      <w:r w:rsidRPr="00EA558E">
        <w:rPr>
          <w:lang w:val="en-US"/>
        </w:rPr>
        <w:t>iptables -A OUTPUT -o ${INTERNA} -d 10.0.3/24 -p tcp --sport 22 -j ACCEPT</w:t>
      </w:r>
    </w:p>
    <w:p w:rsidR="00602787" w:rsidRPr="00EA558E" w:rsidRDefault="00602787" w:rsidP="00EA558E">
      <w:pPr>
        <w:pStyle w:val="Codigo"/>
        <w:ind w:left="360"/>
        <w:rPr>
          <w:lang w:val="en-US"/>
        </w:rPr>
      </w:pPr>
    </w:p>
    <w:p w:rsidR="00602787" w:rsidRPr="00740B20" w:rsidRDefault="00602787" w:rsidP="00EA558E">
      <w:pPr>
        <w:pStyle w:val="Codigo"/>
        <w:ind w:left="360"/>
      </w:pPr>
      <w:r w:rsidRPr="00740B20">
        <w:t># - log de los intentos de acceso al firewall desde exterior (serán denegados)</w:t>
      </w:r>
    </w:p>
    <w:p w:rsidR="00602787" w:rsidRPr="00740B20" w:rsidRDefault="00602787" w:rsidP="00EA558E">
      <w:pPr>
        <w:pStyle w:val="Codigo"/>
        <w:ind w:left="360"/>
      </w:pPr>
      <w:r w:rsidRPr="00740B20">
        <w:t>echo " -&gt; Creando log de accesos externos al firewall..."</w:t>
      </w:r>
    </w:p>
    <w:p w:rsidR="00602787" w:rsidRPr="00EA558E" w:rsidRDefault="00602787" w:rsidP="00EA558E">
      <w:pPr>
        <w:pStyle w:val="Codigo"/>
        <w:ind w:left="360"/>
        <w:rPr>
          <w:lang w:val="en-US"/>
        </w:rPr>
      </w:pPr>
      <w:r w:rsidRPr="00EA558E">
        <w:rPr>
          <w:lang w:val="en-US"/>
        </w:rPr>
        <w:t>iptables -A INPUT -i ${EXTERNA} -j LOG --log-prefix "Acceso firewall:"</w:t>
      </w:r>
    </w:p>
    <w:p w:rsidR="00602787" w:rsidRPr="00EA558E" w:rsidRDefault="00602787" w:rsidP="00EA558E">
      <w:pPr>
        <w:pStyle w:val="Codigo"/>
        <w:ind w:left="360"/>
        <w:rPr>
          <w:lang w:val="en-US"/>
        </w:rPr>
      </w:pPr>
    </w:p>
    <w:p w:rsidR="00602787" w:rsidRPr="00740B20" w:rsidRDefault="00602787" w:rsidP="00EA558E">
      <w:pPr>
        <w:pStyle w:val="Codigo"/>
        <w:ind w:left="360"/>
      </w:pPr>
      <w:r w:rsidRPr="00740B20">
        <w:t xml:space="preserve"># Habilitar retransmisión de paquetes (LA TENEMOS </w:t>
      </w:r>
      <w:r>
        <w:t>DES</w:t>
      </w:r>
      <w:r w:rsidRPr="00740B20">
        <w:t>HABILITADA EN KERNEL)</w:t>
      </w:r>
    </w:p>
    <w:p w:rsidR="00602787" w:rsidRPr="00740B20" w:rsidRDefault="00602787" w:rsidP="00EA558E">
      <w:pPr>
        <w:pStyle w:val="Codigo"/>
        <w:ind w:left="360"/>
      </w:pPr>
      <w:r w:rsidRPr="00740B20">
        <w:t>#DESCOMENTAR EN CASO CONTRARIO</w:t>
      </w:r>
    </w:p>
    <w:p w:rsidR="00602787" w:rsidRPr="00740B20" w:rsidRDefault="00602787" w:rsidP="00EA558E">
      <w:pPr>
        <w:pStyle w:val="Codigo"/>
        <w:ind w:left="360"/>
      </w:pPr>
      <w:r w:rsidRPr="00740B20">
        <w:t>#echo 1 &gt; /proc/sys/net/ipv4/ip_forward</w:t>
      </w:r>
    </w:p>
    <w:p w:rsidR="00602787" w:rsidRPr="008A1C6E" w:rsidRDefault="00602787" w:rsidP="00EA558E">
      <w:pPr>
        <w:rPr>
          <w:lang w:val="es-ES"/>
        </w:rPr>
      </w:pPr>
    </w:p>
    <w:p w:rsidR="00602787" w:rsidRPr="008A1C6E" w:rsidRDefault="00602787" w:rsidP="00EA558E">
      <w:pPr>
        <w:rPr>
          <w:lang w:val="es-ES"/>
        </w:rPr>
      </w:pPr>
    </w:p>
    <w:p w:rsidR="00602787" w:rsidRDefault="00602787" w:rsidP="00EA558E">
      <w:pPr>
        <w:pStyle w:val="ListParagraph"/>
        <w:numPr>
          <w:ilvl w:val="0"/>
          <w:numId w:val="1"/>
        </w:numPr>
        <w:jc w:val="both"/>
        <w:rPr>
          <w:sz w:val="22"/>
          <w:szCs w:val="22"/>
        </w:rPr>
      </w:pPr>
      <w:r>
        <w:rPr>
          <w:sz w:val="22"/>
          <w:szCs w:val="22"/>
        </w:rPr>
        <w:t>Suponga que d</w:t>
      </w:r>
      <w:r w:rsidRPr="00AA3B15">
        <w:rPr>
          <w:sz w:val="22"/>
          <w:szCs w:val="22"/>
        </w:rPr>
        <w:t>ispone de una red local con varios equipos y un servidor Linux haciendo las funciones de routing de dicha red local e Internet, tal y co</w:t>
      </w:r>
      <w:r>
        <w:rPr>
          <w:sz w:val="22"/>
          <w:szCs w:val="22"/>
        </w:rPr>
        <w:t>mo muestra el siguiente esquema:</w:t>
      </w:r>
    </w:p>
    <w:p w:rsidR="00602787" w:rsidRPr="00AA3B15" w:rsidRDefault="00602787" w:rsidP="00EA558E">
      <w:pPr>
        <w:ind w:firstLine="0"/>
        <w:jc w:val="center"/>
      </w:pPr>
      <w:r w:rsidRPr="001148CE">
        <w:rPr>
          <w:noProof/>
          <w:lang w:val="es-ES"/>
        </w:rPr>
        <w:pict>
          <v:shape id="Imagen 1" o:spid="_x0000_i1027" type="#_x0000_t75" style="width:200.25pt;height:171.75pt;visibility:visible">
            <v:imagedata r:id="rId9" o:title=""/>
          </v:shape>
        </w:pict>
      </w:r>
    </w:p>
    <w:p w:rsidR="00602787" w:rsidRDefault="00602787" w:rsidP="00EA558E">
      <w:pPr>
        <w:pStyle w:val="ListParagraph"/>
        <w:ind w:left="360"/>
        <w:jc w:val="both"/>
        <w:rPr>
          <w:sz w:val="22"/>
          <w:szCs w:val="22"/>
        </w:rPr>
      </w:pPr>
      <w:r>
        <w:rPr>
          <w:sz w:val="22"/>
          <w:szCs w:val="22"/>
        </w:rPr>
        <w:t>Desarrolle un script de modo que el firewall cumpla las siguientes restricciones:</w:t>
      </w:r>
    </w:p>
    <w:p w:rsidR="00602787" w:rsidRDefault="00602787" w:rsidP="00EA558E">
      <w:pPr>
        <w:pStyle w:val="Textocorrido"/>
        <w:numPr>
          <w:ilvl w:val="0"/>
          <w:numId w:val="2"/>
        </w:numPr>
        <w:tabs>
          <w:tab w:val="clear" w:pos="1429"/>
          <w:tab w:val="num" w:pos="720"/>
        </w:tabs>
        <w:ind w:left="720"/>
      </w:pPr>
      <w:r>
        <w:t>Proporcione acceso a Internet a los equipos internos a través de SNAT con la dirección del servidor Linux.</w:t>
      </w:r>
    </w:p>
    <w:p w:rsidR="00602787" w:rsidRDefault="00602787" w:rsidP="00EA558E">
      <w:pPr>
        <w:pStyle w:val="Textocorrido"/>
        <w:numPr>
          <w:ilvl w:val="0"/>
          <w:numId w:val="2"/>
        </w:numPr>
        <w:tabs>
          <w:tab w:val="clear" w:pos="1429"/>
          <w:tab w:val="num" w:pos="720"/>
        </w:tabs>
        <w:ind w:left="720"/>
      </w:pPr>
      <w:r>
        <w:t>No debe permitir a los equipos internos:</w:t>
      </w:r>
    </w:p>
    <w:p w:rsidR="00602787" w:rsidRDefault="00602787" w:rsidP="00EA558E">
      <w:pPr>
        <w:pStyle w:val="Textocorrido"/>
        <w:numPr>
          <w:ilvl w:val="1"/>
          <w:numId w:val="2"/>
        </w:numPr>
        <w:tabs>
          <w:tab w:val="clear" w:pos="2149"/>
          <w:tab w:val="num" w:pos="1276"/>
        </w:tabs>
        <w:ind w:left="1276" w:hanging="425"/>
      </w:pPr>
      <w:r>
        <w:t>Hacer ping a un equipo externo.</w:t>
      </w:r>
    </w:p>
    <w:p w:rsidR="00602787" w:rsidRDefault="00602787" w:rsidP="00EA558E">
      <w:pPr>
        <w:pStyle w:val="Textocorrido"/>
        <w:numPr>
          <w:ilvl w:val="1"/>
          <w:numId w:val="2"/>
        </w:numPr>
        <w:tabs>
          <w:tab w:val="clear" w:pos="2149"/>
          <w:tab w:val="num" w:pos="1276"/>
        </w:tabs>
        <w:ind w:left="1276" w:hanging="425"/>
      </w:pPr>
      <w:r>
        <w:t>Acceder por FTP a un equipo externo.</w:t>
      </w:r>
    </w:p>
    <w:p w:rsidR="00602787" w:rsidRDefault="00602787" w:rsidP="00EA558E">
      <w:pPr>
        <w:pStyle w:val="Textocorrido"/>
        <w:numPr>
          <w:ilvl w:val="1"/>
          <w:numId w:val="2"/>
        </w:numPr>
        <w:tabs>
          <w:tab w:val="clear" w:pos="2149"/>
          <w:tab w:val="num" w:pos="1276"/>
        </w:tabs>
        <w:ind w:left="1276" w:hanging="425"/>
      </w:pPr>
      <w:r>
        <w:t>Acceder por SSH al servidor Linux.</w:t>
      </w:r>
    </w:p>
    <w:p w:rsidR="00602787" w:rsidRDefault="00602787" w:rsidP="00EA558E">
      <w:pPr>
        <w:pStyle w:val="Textocorrido"/>
        <w:numPr>
          <w:ilvl w:val="0"/>
          <w:numId w:val="2"/>
        </w:numPr>
        <w:tabs>
          <w:tab w:val="clear" w:pos="1429"/>
          <w:tab w:val="num" w:pos="720"/>
        </w:tabs>
        <w:ind w:left="720"/>
      </w:pPr>
      <w:r>
        <w:t>No debe permitir al servidor Linux:</w:t>
      </w:r>
    </w:p>
    <w:p w:rsidR="00602787" w:rsidRDefault="00602787" w:rsidP="00EA558E">
      <w:pPr>
        <w:pStyle w:val="Textocorrido"/>
        <w:numPr>
          <w:ilvl w:val="1"/>
          <w:numId w:val="2"/>
        </w:numPr>
        <w:tabs>
          <w:tab w:val="clear" w:pos="2149"/>
          <w:tab w:val="num" w:pos="1276"/>
        </w:tabs>
        <w:ind w:left="1276" w:hanging="425"/>
      </w:pPr>
      <w:r>
        <w:t>Recibir ninguna petición a los puertos privilegiados (1-1024) desde la red local.</w:t>
      </w:r>
    </w:p>
    <w:p w:rsidR="00602787" w:rsidRDefault="00602787" w:rsidP="00EA558E">
      <w:pPr>
        <w:pStyle w:val="Textocorrido"/>
        <w:numPr>
          <w:ilvl w:val="0"/>
          <w:numId w:val="2"/>
        </w:numPr>
        <w:tabs>
          <w:tab w:val="clear" w:pos="1429"/>
          <w:tab w:val="num" w:pos="720"/>
        </w:tabs>
        <w:ind w:left="720"/>
      </w:pPr>
      <w:r>
        <w:t>Se permite todo lo demás (política ACCEPT).</w:t>
      </w:r>
    </w:p>
    <w:p w:rsidR="00602787" w:rsidRDefault="00602787" w:rsidP="00EA558E">
      <w:pPr>
        <w:pStyle w:val="Codigo"/>
        <w:ind w:left="360"/>
      </w:pPr>
      <w:r w:rsidRPr="00AA3B15">
        <w:t>#!/bin/</w:t>
      </w:r>
      <w:r>
        <w:t>ba</w:t>
      </w:r>
      <w:r w:rsidRPr="00AA3B15">
        <w:t>sh</w:t>
      </w:r>
    </w:p>
    <w:p w:rsidR="00602787" w:rsidRPr="00AA3B15" w:rsidRDefault="00602787" w:rsidP="00EA558E">
      <w:pPr>
        <w:pStyle w:val="Codigo"/>
        <w:ind w:left="360"/>
      </w:pPr>
      <w:r>
        <w:t>#firewall3.sh</w:t>
      </w:r>
    </w:p>
    <w:p w:rsidR="00602787" w:rsidRPr="00AA3B15" w:rsidRDefault="00602787" w:rsidP="00EA558E">
      <w:pPr>
        <w:pStyle w:val="Codigo"/>
        <w:ind w:left="360"/>
      </w:pPr>
    </w:p>
    <w:p w:rsidR="00602787" w:rsidRPr="00AA3B15" w:rsidRDefault="00602787" w:rsidP="00EA558E">
      <w:pPr>
        <w:pStyle w:val="Codigo"/>
        <w:ind w:left="360"/>
      </w:pPr>
      <w:r w:rsidRPr="00AA3B15">
        <w:t># SCRIPT PARA ACTIVAR EL ENRUTAMIENTO Y EL NAT</w:t>
      </w:r>
    </w:p>
    <w:p w:rsidR="00602787" w:rsidRPr="00AA3B15" w:rsidRDefault="00602787" w:rsidP="00EA558E">
      <w:pPr>
        <w:pStyle w:val="Codigo"/>
        <w:ind w:left="360"/>
      </w:pPr>
    </w:p>
    <w:p w:rsidR="00602787" w:rsidRPr="00AA3B15" w:rsidRDefault="00602787" w:rsidP="00EA558E">
      <w:pPr>
        <w:pStyle w:val="Codigo"/>
        <w:ind w:left="360"/>
      </w:pPr>
      <w:r w:rsidRPr="00AA3B15">
        <w:t># Reglas de NAT con el siguiente cometido:</w:t>
      </w:r>
    </w:p>
    <w:p w:rsidR="00602787" w:rsidRPr="00AA3B15" w:rsidRDefault="00602787" w:rsidP="00EA558E">
      <w:pPr>
        <w:pStyle w:val="Codigo"/>
        <w:ind w:left="360"/>
      </w:pPr>
      <w:r w:rsidRPr="00AA3B15">
        <w:t># - Proporcionar acceso a Internet a los equipos internos a través de SNAT con</w:t>
      </w:r>
    </w:p>
    <w:p w:rsidR="00602787" w:rsidRPr="00AA3B15" w:rsidRDefault="00602787" w:rsidP="00EA558E">
      <w:pPr>
        <w:pStyle w:val="Codigo"/>
        <w:ind w:left="360"/>
      </w:pPr>
      <w:r w:rsidRPr="00AA3B15">
        <w:t>#   la dirección IP pública de nuestro servidor Linux</w:t>
      </w:r>
    </w:p>
    <w:p w:rsidR="00602787" w:rsidRPr="00AA3B15" w:rsidRDefault="00602787" w:rsidP="00EA558E">
      <w:pPr>
        <w:pStyle w:val="Codigo"/>
        <w:ind w:left="360"/>
      </w:pPr>
      <w:r w:rsidRPr="00AA3B15">
        <w:t># - No permitir a los equipos internos</w:t>
      </w:r>
    </w:p>
    <w:p w:rsidR="00602787" w:rsidRPr="00AA3B15" w:rsidRDefault="00602787" w:rsidP="00EA558E">
      <w:pPr>
        <w:pStyle w:val="Codigo"/>
        <w:ind w:left="360"/>
      </w:pPr>
      <w:r w:rsidRPr="00AA3B15">
        <w:t>#</w:t>
      </w:r>
      <w:r w:rsidRPr="00AA3B15">
        <w:tab/>
        <w:t>- Hacer un ping externo</w:t>
      </w:r>
    </w:p>
    <w:p w:rsidR="00602787" w:rsidRPr="00AA3B15" w:rsidRDefault="00602787" w:rsidP="00EA558E">
      <w:pPr>
        <w:pStyle w:val="Codigo"/>
        <w:ind w:left="360"/>
      </w:pPr>
      <w:r w:rsidRPr="00AA3B15">
        <w:t>#</w:t>
      </w:r>
      <w:r w:rsidRPr="00AA3B15">
        <w:tab/>
        <w:t>- Acceder por ssh al servidor Linux</w:t>
      </w:r>
    </w:p>
    <w:p w:rsidR="00602787" w:rsidRPr="00AA3B15" w:rsidRDefault="00602787" w:rsidP="00EA558E">
      <w:pPr>
        <w:pStyle w:val="Codigo"/>
        <w:ind w:left="360"/>
      </w:pPr>
      <w:r w:rsidRPr="00AA3B15">
        <w:t># - No permitir al servidor Linux</w:t>
      </w:r>
    </w:p>
    <w:p w:rsidR="00602787" w:rsidRPr="00AA3B15" w:rsidRDefault="00602787" w:rsidP="00EA558E">
      <w:pPr>
        <w:pStyle w:val="Codigo"/>
        <w:ind w:left="360"/>
      </w:pPr>
      <w:r w:rsidRPr="00AA3B15">
        <w:t>#</w:t>
      </w:r>
      <w:r w:rsidRPr="00AA3B15">
        <w:tab/>
        <w:t>- Recibir ninguna petición a los puertos privilegiados (1-1024) desde la red local</w:t>
      </w:r>
    </w:p>
    <w:p w:rsidR="00602787" w:rsidRPr="00AA3B15" w:rsidRDefault="00602787" w:rsidP="00EA558E">
      <w:pPr>
        <w:pStyle w:val="Codigo"/>
        <w:ind w:left="360"/>
      </w:pPr>
      <w:r w:rsidRPr="00AA3B15">
        <w:t># - Se permite todo lo demás (política ACCEPT)</w:t>
      </w:r>
    </w:p>
    <w:p w:rsidR="00602787" w:rsidRPr="00AA3B15" w:rsidRDefault="00602787" w:rsidP="00EA558E">
      <w:pPr>
        <w:pStyle w:val="Codigo"/>
        <w:ind w:left="360"/>
      </w:pPr>
    </w:p>
    <w:p w:rsidR="00602787" w:rsidRPr="00AA3B15" w:rsidRDefault="00602787" w:rsidP="00EA558E">
      <w:pPr>
        <w:pStyle w:val="Codigo"/>
        <w:ind w:left="360"/>
      </w:pPr>
      <w:r w:rsidRPr="00AA3B15">
        <w:t>#</w:t>
      </w:r>
      <w:r>
        <w:t>Se informa</w:t>
      </w:r>
      <w:r w:rsidRPr="00AA3B15">
        <w:t xml:space="preserve"> del proceso</w:t>
      </w:r>
    </w:p>
    <w:p w:rsidR="00602787" w:rsidRPr="00AA3B15" w:rsidRDefault="00602787" w:rsidP="00EA558E">
      <w:pPr>
        <w:pStyle w:val="Codigo"/>
        <w:ind w:left="360"/>
      </w:pPr>
      <w:r w:rsidRPr="00AA3B15">
        <w:t>echo " Configurando el Firewall..."</w:t>
      </w:r>
    </w:p>
    <w:p w:rsidR="00602787" w:rsidRPr="00AA3B15" w:rsidRDefault="00602787" w:rsidP="00EA558E">
      <w:pPr>
        <w:pStyle w:val="Codigo"/>
        <w:ind w:left="360"/>
      </w:pPr>
    </w:p>
    <w:p w:rsidR="00602787" w:rsidRPr="00AA3B15" w:rsidRDefault="00602787" w:rsidP="00EA558E">
      <w:pPr>
        <w:pStyle w:val="Codigo"/>
        <w:ind w:left="360"/>
      </w:pPr>
      <w:r w:rsidRPr="00AA3B15">
        <w:t>#</w:t>
      </w:r>
      <w:r>
        <w:t>Se eliminan</w:t>
      </w:r>
      <w:r w:rsidRPr="00AA3B15">
        <w:t xml:space="preserve"> las reglas existentes.</w:t>
      </w:r>
    </w:p>
    <w:p w:rsidR="00602787" w:rsidRPr="00AA3B15" w:rsidRDefault="00602787" w:rsidP="00EA558E">
      <w:pPr>
        <w:pStyle w:val="Codigo"/>
        <w:ind w:left="360"/>
      </w:pPr>
      <w:r w:rsidRPr="00AA3B15">
        <w:t>echo " -&gt; Eliminado Reglas Existentes..."</w:t>
      </w:r>
    </w:p>
    <w:p w:rsidR="00602787" w:rsidRPr="00AA3B15" w:rsidRDefault="00602787" w:rsidP="00EA558E">
      <w:pPr>
        <w:pStyle w:val="Codigo"/>
        <w:ind w:left="360"/>
      </w:pPr>
      <w:r w:rsidRPr="00AA3B15">
        <w:t>iptables -F</w:t>
      </w:r>
    </w:p>
    <w:p w:rsidR="00602787" w:rsidRPr="003F5E03" w:rsidRDefault="00602787" w:rsidP="00EA558E">
      <w:pPr>
        <w:pStyle w:val="Codigo"/>
        <w:ind w:left="360"/>
        <w:rPr>
          <w:lang w:val="fr-FR"/>
        </w:rPr>
      </w:pPr>
      <w:r w:rsidRPr="003F5E03">
        <w:rPr>
          <w:lang w:val="fr-FR"/>
        </w:rPr>
        <w:t>iptables -X</w:t>
      </w:r>
    </w:p>
    <w:p w:rsidR="00602787" w:rsidRPr="003F5E03" w:rsidRDefault="00602787" w:rsidP="00EA558E">
      <w:pPr>
        <w:pStyle w:val="Codigo"/>
        <w:ind w:left="360"/>
        <w:rPr>
          <w:lang w:val="fr-FR"/>
        </w:rPr>
      </w:pPr>
      <w:r w:rsidRPr="003F5E03">
        <w:rPr>
          <w:lang w:val="fr-FR"/>
        </w:rPr>
        <w:t>iptables -Z</w:t>
      </w:r>
    </w:p>
    <w:p w:rsidR="00602787" w:rsidRPr="003F5E03" w:rsidRDefault="00602787" w:rsidP="00EA558E">
      <w:pPr>
        <w:pStyle w:val="Codigo"/>
        <w:ind w:left="360"/>
        <w:rPr>
          <w:lang w:val="fr-FR"/>
        </w:rPr>
      </w:pPr>
      <w:r w:rsidRPr="003F5E03">
        <w:rPr>
          <w:lang w:val="fr-FR"/>
        </w:rPr>
        <w:t>iptables -t nat -F</w:t>
      </w:r>
    </w:p>
    <w:p w:rsidR="00602787" w:rsidRPr="003F5E03" w:rsidRDefault="00602787" w:rsidP="00EA558E">
      <w:pPr>
        <w:pStyle w:val="Codigo"/>
        <w:ind w:left="360"/>
        <w:rPr>
          <w:lang w:val="fr-FR"/>
        </w:rPr>
      </w:pPr>
    </w:p>
    <w:p w:rsidR="00602787" w:rsidRPr="00AA3B15" w:rsidRDefault="00602787" w:rsidP="00EA558E">
      <w:pPr>
        <w:pStyle w:val="Codigo"/>
        <w:ind w:left="360"/>
      </w:pPr>
      <w:r w:rsidRPr="00AA3B15">
        <w:t>echo " -&gt; Estableciendo reglas por defecto..."</w:t>
      </w:r>
    </w:p>
    <w:p w:rsidR="00602787" w:rsidRPr="003F5E03" w:rsidRDefault="00602787" w:rsidP="00EA558E">
      <w:pPr>
        <w:pStyle w:val="Codigo"/>
        <w:ind w:left="360"/>
        <w:rPr>
          <w:lang w:val="fr-FR"/>
        </w:rPr>
      </w:pPr>
      <w:r w:rsidRPr="003F5E03">
        <w:rPr>
          <w:lang w:val="fr-FR"/>
        </w:rPr>
        <w:t>iptables -P INPUT ACCEPT</w:t>
      </w:r>
    </w:p>
    <w:p w:rsidR="00602787" w:rsidRPr="003F5E03" w:rsidRDefault="00602787" w:rsidP="00EA558E">
      <w:pPr>
        <w:pStyle w:val="Codigo"/>
        <w:ind w:left="360"/>
        <w:rPr>
          <w:lang w:val="fr-FR"/>
        </w:rPr>
      </w:pPr>
      <w:r w:rsidRPr="003F5E03">
        <w:rPr>
          <w:lang w:val="fr-FR"/>
        </w:rPr>
        <w:t>iptables -P OUTPUT ACCEPT</w:t>
      </w:r>
    </w:p>
    <w:p w:rsidR="00602787" w:rsidRPr="003F5E03" w:rsidRDefault="00602787" w:rsidP="00EA558E">
      <w:pPr>
        <w:pStyle w:val="Codigo"/>
        <w:ind w:left="360"/>
        <w:rPr>
          <w:lang w:val="fr-FR"/>
        </w:rPr>
      </w:pPr>
      <w:r w:rsidRPr="003F5E03">
        <w:rPr>
          <w:lang w:val="fr-FR"/>
        </w:rPr>
        <w:t>iptables -P FORWARD ACCEPT</w:t>
      </w:r>
    </w:p>
    <w:p w:rsidR="00602787" w:rsidRPr="003F5E03" w:rsidRDefault="00602787" w:rsidP="00EA558E">
      <w:pPr>
        <w:pStyle w:val="Codigo"/>
        <w:ind w:left="360"/>
        <w:rPr>
          <w:lang w:val="fr-FR"/>
        </w:rPr>
      </w:pPr>
      <w:r w:rsidRPr="003F5E03">
        <w:rPr>
          <w:lang w:val="fr-FR"/>
        </w:rPr>
        <w:t>iptables -t nat -P PREROUTING ACCEPT</w:t>
      </w:r>
    </w:p>
    <w:p w:rsidR="00602787" w:rsidRPr="003F5E03" w:rsidRDefault="00602787" w:rsidP="00EA558E">
      <w:pPr>
        <w:pStyle w:val="Codigo"/>
        <w:ind w:left="360"/>
        <w:rPr>
          <w:lang w:val="fr-FR"/>
        </w:rPr>
      </w:pPr>
      <w:r w:rsidRPr="003F5E03">
        <w:rPr>
          <w:lang w:val="fr-FR"/>
        </w:rPr>
        <w:t>iptables -t nat -P POSTROUTING ACCEPT</w:t>
      </w:r>
    </w:p>
    <w:p w:rsidR="00602787" w:rsidRPr="003F5E03" w:rsidRDefault="00602787" w:rsidP="00EA558E">
      <w:pPr>
        <w:pStyle w:val="Codigo"/>
        <w:ind w:left="360"/>
        <w:rPr>
          <w:lang w:val="fr-FR"/>
        </w:rPr>
      </w:pPr>
    </w:p>
    <w:p w:rsidR="00602787" w:rsidRPr="00AA3B15" w:rsidRDefault="00602787" w:rsidP="00EA558E">
      <w:pPr>
        <w:pStyle w:val="Codigo"/>
        <w:ind w:left="360"/>
      </w:pPr>
      <w:r w:rsidRPr="00AA3B15">
        <w:t>#</w:t>
      </w:r>
      <w:r>
        <w:t>Se definen</w:t>
      </w:r>
      <w:r w:rsidRPr="00AA3B15">
        <w:t xml:space="preserve"> las reglas </w:t>
      </w:r>
      <w:r>
        <w:t>a utilizar</w:t>
      </w:r>
    </w:p>
    <w:p w:rsidR="00602787" w:rsidRPr="008A1C6E" w:rsidRDefault="00602787" w:rsidP="00EA558E">
      <w:pPr>
        <w:pStyle w:val="Codigo"/>
        <w:ind w:left="360"/>
        <w:rPr>
          <w:lang w:val="en-US"/>
        </w:rPr>
      </w:pPr>
      <w:r w:rsidRPr="008A1C6E">
        <w:rPr>
          <w:lang w:val="en-US"/>
        </w:rPr>
        <w:t>export LAN=eth0</w:t>
      </w:r>
    </w:p>
    <w:p w:rsidR="00602787" w:rsidRPr="008A1C6E" w:rsidRDefault="00602787" w:rsidP="00EA558E">
      <w:pPr>
        <w:pStyle w:val="Codigo"/>
        <w:ind w:left="360"/>
        <w:rPr>
          <w:lang w:val="en-US"/>
        </w:rPr>
      </w:pPr>
      <w:r w:rsidRPr="008A1C6E">
        <w:rPr>
          <w:lang w:val="en-US"/>
        </w:rPr>
        <w:t>export WAN=eth1</w:t>
      </w:r>
    </w:p>
    <w:p w:rsidR="00602787" w:rsidRPr="008A1C6E" w:rsidRDefault="00602787" w:rsidP="00EA558E">
      <w:pPr>
        <w:pStyle w:val="Codigo"/>
        <w:ind w:left="360"/>
        <w:rPr>
          <w:lang w:val="en-US"/>
        </w:rPr>
      </w:pPr>
    </w:p>
    <w:p w:rsidR="00602787" w:rsidRPr="00AA3B15" w:rsidRDefault="00602787" w:rsidP="00EA558E">
      <w:pPr>
        <w:pStyle w:val="Codigo"/>
        <w:ind w:left="360"/>
      </w:pPr>
      <w:r w:rsidRPr="00AA3B15">
        <w:t xml:space="preserve"># </w:t>
      </w:r>
      <w:r>
        <w:t>Comienza el filtrado</w:t>
      </w:r>
    </w:p>
    <w:p w:rsidR="00602787" w:rsidRPr="00AA3B15" w:rsidRDefault="00602787" w:rsidP="00EA558E">
      <w:pPr>
        <w:pStyle w:val="Codigo"/>
        <w:ind w:left="360"/>
      </w:pPr>
      <w:r w:rsidRPr="00AA3B15">
        <w:t>echo " -&gt; Configurando red interna..."</w:t>
      </w:r>
    </w:p>
    <w:p w:rsidR="00602787" w:rsidRPr="00AA3B15" w:rsidRDefault="00602787" w:rsidP="00EA558E">
      <w:pPr>
        <w:pStyle w:val="Codigo"/>
        <w:ind w:left="360"/>
      </w:pPr>
      <w:r w:rsidRPr="00AA3B15">
        <w:t>#permitimos el tráfico en localhost</w:t>
      </w:r>
    </w:p>
    <w:p w:rsidR="00602787" w:rsidRPr="00AA3B15" w:rsidRDefault="00602787" w:rsidP="00EA558E">
      <w:pPr>
        <w:pStyle w:val="Codigo"/>
        <w:ind w:left="360"/>
      </w:pPr>
      <w:r w:rsidRPr="00AA3B15">
        <w:t>/sbin/iptables -A INPUT -i lo -j ACCEPT</w:t>
      </w:r>
    </w:p>
    <w:p w:rsidR="00602787" w:rsidRPr="00AA3B15" w:rsidRDefault="00602787" w:rsidP="00EA558E">
      <w:pPr>
        <w:pStyle w:val="Codigo"/>
        <w:ind w:left="360"/>
      </w:pPr>
    </w:p>
    <w:p w:rsidR="00602787" w:rsidRPr="00AA3B15" w:rsidRDefault="00602787" w:rsidP="00EA558E">
      <w:pPr>
        <w:pStyle w:val="Codigo"/>
        <w:ind w:left="360"/>
      </w:pPr>
      <w:r w:rsidRPr="00AA3B15">
        <w:t xml:space="preserve"># Al firewall </w:t>
      </w:r>
      <w:r>
        <w:t>se deniega</w:t>
      </w:r>
      <w:r w:rsidRPr="00AA3B15">
        <w:t xml:space="preserve"> el acceso ssh (22) desde la red local</w:t>
      </w:r>
    </w:p>
    <w:p w:rsidR="00602787" w:rsidRPr="00AA3B15" w:rsidRDefault="00602787" w:rsidP="00EA558E">
      <w:pPr>
        <w:pStyle w:val="Codigo"/>
        <w:ind w:left="360"/>
      </w:pPr>
      <w:r w:rsidRPr="00AA3B15">
        <w:t>echo " -&gt; Denegando acceso SSH al servidor desde la red interna..."</w:t>
      </w:r>
    </w:p>
    <w:p w:rsidR="00602787" w:rsidRPr="008A1C6E" w:rsidRDefault="00602787" w:rsidP="00EA558E">
      <w:pPr>
        <w:pStyle w:val="Codigo"/>
        <w:ind w:left="360"/>
        <w:rPr>
          <w:lang w:val="en-US"/>
        </w:rPr>
      </w:pPr>
      <w:r w:rsidRPr="008A1C6E">
        <w:rPr>
          <w:lang w:val="en-US"/>
        </w:rPr>
        <w:t>iptables -A INPUT -s 192.168.0.0/24 -i ${LAN} -p tcp --dport 22 -j DROP</w:t>
      </w:r>
    </w:p>
    <w:p w:rsidR="00602787" w:rsidRPr="008A1C6E" w:rsidRDefault="00602787" w:rsidP="00EA558E">
      <w:pPr>
        <w:pStyle w:val="Codigo"/>
        <w:ind w:left="360"/>
        <w:rPr>
          <w:lang w:val="en-US"/>
        </w:rPr>
      </w:pPr>
    </w:p>
    <w:p w:rsidR="00602787" w:rsidRPr="00AA3B15" w:rsidRDefault="00602787" w:rsidP="00EA558E">
      <w:pPr>
        <w:pStyle w:val="Codigo"/>
        <w:ind w:left="360"/>
      </w:pPr>
      <w:r w:rsidRPr="00AA3B15">
        <w:t xml:space="preserve"># Ahora con regla FORWARD </w:t>
      </w:r>
      <w:r>
        <w:t>se filtra</w:t>
      </w:r>
      <w:r w:rsidRPr="00AA3B15">
        <w:t xml:space="preserve"> el acceso de la red local</w:t>
      </w:r>
    </w:p>
    <w:p w:rsidR="00602787" w:rsidRPr="00AA3B15" w:rsidRDefault="00602787" w:rsidP="00EA558E">
      <w:pPr>
        <w:pStyle w:val="Codigo"/>
        <w:ind w:left="360"/>
      </w:pPr>
      <w:r w:rsidRPr="00AA3B15">
        <w:t># al exterior. A los paquetes que no van dirigidos al</w:t>
      </w:r>
    </w:p>
    <w:p w:rsidR="00602787" w:rsidRPr="00AA3B15" w:rsidRDefault="00602787" w:rsidP="00EA558E">
      <w:pPr>
        <w:pStyle w:val="Codigo"/>
        <w:ind w:left="360"/>
      </w:pPr>
      <w:r w:rsidRPr="00AA3B15">
        <w:t># propio firewall se les aplican reglas de FORWARD</w:t>
      </w:r>
    </w:p>
    <w:p w:rsidR="00602787" w:rsidRPr="00AA3B15" w:rsidRDefault="00602787" w:rsidP="00EA558E">
      <w:pPr>
        <w:pStyle w:val="Codigo"/>
        <w:ind w:left="360"/>
      </w:pPr>
    </w:p>
    <w:p w:rsidR="00602787" w:rsidRPr="00AA3B15" w:rsidRDefault="00602787" w:rsidP="00EA558E">
      <w:pPr>
        <w:pStyle w:val="Codigo"/>
        <w:ind w:left="360"/>
      </w:pPr>
      <w:r w:rsidRPr="00AA3B15">
        <w:t xml:space="preserve"># </w:t>
      </w:r>
      <w:r>
        <w:t>Se deniegan</w:t>
      </w:r>
      <w:r w:rsidRPr="00AA3B15">
        <w:t xml:space="preserve"> que vayan a puertos ftp (21)</w:t>
      </w:r>
    </w:p>
    <w:p w:rsidR="00602787" w:rsidRPr="00AA3B15" w:rsidRDefault="00602787" w:rsidP="00EA558E">
      <w:pPr>
        <w:pStyle w:val="Codigo"/>
        <w:ind w:left="360"/>
      </w:pPr>
      <w:r w:rsidRPr="00AA3B15">
        <w:t>echo " -&gt; Denegando FTP a equipos externos..."</w:t>
      </w:r>
    </w:p>
    <w:p w:rsidR="00602787" w:rsidRPr="00EA558E" w:rsidRDefault="00602787" w:rsidP="00EA558E">
      <w:pPr>
        <w:pStyle w:val="Codigo"/>
        <w:ind w:left="360"/>
        <w:rPr>
          <w:lang w:val="en-US"/>
        </w:rPr>
      </w:pPr>
      <w:r w:rsidRPr="00EA558E">
        <w:rPr>
          <w:lang w:val="en-US"/>
        </w:rPr>
        <w:t>iptables -A FORWARD -s 192.168.0.0/24 -i ${LAN} -p tcp --dport 21 -j DROP</w:t>
      </w:r>
    </w:p>
    <w:p w:rsidR="00602787" w:rsidRPr="00AA3B15" w:rsidRDefault="00602787" w:rsidP="00EA558E">
      <w:pPr>
        <w:pStyle w:val="Codigo"/>
        <w:ind w:left="360"/>
      </w:pPr>
      <w:r w:rsidRPr="00AA3B15">
        <w:t xml:space="preserve"># </w:t>
      </w:r>
      <w:r>
        <w:t>Se deniega el</w:t>
      </w:r>
      <w:r w:rsidRPr="00AA3B15">
        <w:t xml:space="preserve"> ping a equipos externos (protocolo icmp)</w:t>
      </w:r>
    </w:p>
    <w:p w:rsidR="00602787" w:rsidRPr="00AA3B15" w:rsidRDefault="00602787" w:rsidP="00EA558E">
      <w:pPr>
        <w:pStyle w:val="Codigo"/>
        <w:ind w:left="360"/>
      </w:pPr>
      <w:r w:rsidRPr="00AA3B15">
        <w:t>echo " -&gt; Denegando ping a equipos externos..."</w:t>
      </w:r>
    </w:p>
    <w:p w:rsidR="00602787" w:rsidRPr="00EA558E" w:rsidRDefault="00602787" w:rsidP="00EA558E">
      <w:pPr>
        <w:pStyle w:val="Codigo"/>
        <w:ind w:left="360"/>
        <w:rPr>
          <w:lang w:val="en-US"/>
        </w:rPr>
      </w:pPr>
      <w:r w:rsidRPr="00EA558E">
        <w:rPr>
          <w:lang w:val="en-US"/>
        </w:rPr>
        <w:t>iptables -t filter -A FORWARD -s 192.168.0.0/24 -i ${LAN} -p icmp --icmp-type echo-request -j REJECT</w:t>
      </w:r>
    </w:p>
    <w:p w:rsidR="00602787" w:rsidRPr="008A1C6E" w:rsidRDefault="00602787" w:rsidP="00EA558E">
      <w:pPr>
        <w:pStyle w:val="Codigo"/>
        <w:ind w:left="360"/>
        <w:rPr>
          <w:lang w:val="en-US"/>
        </w:rPr>
      </w:pPr>
      <w:r w:rsidRPr="008A1C6E">
        <w:rPr>
          <w:lang w:val="en-US"/>
        </w:rPr>
        <w:t>iptables -t filter -A FORWARD -s 192.168.0.0/24 -i ${LAN} -p icmp --icmp-type echo-replay -j REJECT</w:t>
      </w:r>
    </w:p>
    <w:p w:rsidR="00602787" w:rsidRPr="008A1C6E" w:rsidRDefault="00602787" w:rsidP="00EA558E">
      <w:pPr>
        <w:pStyle w:val="Codigo"/>
        <w:ind w:left="360"/>
        <w:rPr>
          <w:lang w:val="en-US"/>
        </w:rPr>
      </w:pPr>
    </w:p>
    <w:p w:rsidR="00602787" w:rsidRPr="00AA3B15" w:rsidRDefault="00602787" w:rsidP="00EA558E">
      <w:pPr>
        <w:pStyle w:val="Codigo"/>
        <w:ind w:left="360"/>
      </w:pPr>
      <w:r w:rsidRPr="00AA3B15">
        <w:t xml:space="preserve"># </w:t>
      </w:r>
      <w:r>
        <w:t>Se acepta</w:t>
      </w:r>
      <w:r w:rsidRPr="00AA3B15">
        <w:t xml:space="preserve"> el resto.</w:t>
      </w:r>
    </w:p>
    <w:p w:rsidR="00602787" w:rsidRPr="00AA3B15" w:rsidRDefault="00602787" w:rsidP="00EA558E">
      <w:pPr>
        <w:pStyle w:val="Codigo"/>
        <w:ind w:left="360"/>
      </w:pPr>
      <w:r w:rsidRPr="00AA3B15">
        <w:t>iptables -A FORWARD -s 192.168.0.0/24 -i ${LAN} -j ACCEPT</w:t>
      </w:r>
    </w:p>
    <w:p w:rsidR="00602787" w:rsidRPr="00AA3B15" w:rsidRDefault="00602787" w:rsidP="00EA558E">
      <w:pPr>
        <w:pStyle w:val="Codigo"/>
        <w:ind w:left="360"/>
      </w:pPr>
    </w:p>
    <w:p w:rsidR="00602787" w:rsidRPr="00AA3B15" w:rsidRDefault="00602787" w:rsidP="00EA558E">
      <w:pPr>
        <w:pStyle w:val="Codigo"/>
        <w:ind w:left="360"/>
      </w:pPr>
      <w:r w:rsidRPr="00AA3B15">
        <w:t xml:space="preserve"># </w:t>
      </w:r>
      <w:r>
        <w:t>Se hace el</w:t>
      </w:r>
      <w:r w:rsidRPr="00AA3B15">
        <w:t xml:space="preserve"> enmascaramiento de la red local</w:t>
      </w:r>
    </w:p>
    <w:p w:rsidR="00602787" w:rsidRPr="00AA3B15" w:rsidRDefault="00602787" w:rsidP="00EA558E">
      <w:pPr>
        <w:pStyle w:val="Codigo"/>
        <w:ind w:left="360"/>
      </w:pPr>
      <w:r w:rsidRPr="00AA3B15">
        <w:t xml:space="preserve"># y </w:t>
      </w:r>
      <w:r>
        <w:t>se activa</w:t>
      </w:r>
      <w:r w:rsidRPr="00AA3B15">
        <w:t xml:space="preserve"> el BIT DE FORWARDING</w:t>
      </w:r>
    </w:p>
    <w:p w:rsidR="00602787" w:rsidRPr="003F5E03" w:rsidRDefault="00602787" w:rsidP="00EA558E">
      <w:pPr>
        <w:pStyle w:val="Codigo"/>
        <w:ind w:left="360"/>
        <w:rPr>
          <w:lang w:val="fr-FR"/>
        </w:rPr>
      </w:pPr>
      <w:r w:rsidRPr="003F5E03">
        <w:rPr>
          <w:lang w:val="fr-FR"/>
        </w:rPr>
        <w:t>iptables -t nat -A POSTROUTING -s 192.168.0.0/24 -o ${WAN} -j MASQUERADE</w:t>
      </w:r>
    </w:p>
    <w:p w:rsidR="00602787" w:rsidRPr="003F5E03" w:rsidRDefault="00602787" w:rsidP="00EA558E">
      <w:pPr>
        <w:pStyle w:val="Codigo"/>
        <w:ind w:left="360"/>
        <w:rPr>
          <w:lang w:val="fr-FR"/>
        </w:rPr>
      </w:pPr>
    </w:p>
    <w:p w:rsidR="00602787" w:rsidRPr="00AA3B15" w:rsidRDefault="00602787" w:rsidP="00EA558E">
      <w:pPr>
        <w:pStyle w:val="Codigo"/>
        <w:ind w:left="360"/>
      </w:pPr>
      <w:r w:rsidRPr="00AA3B15">
        <w:t xml:space="preserve"># Con esto </w:t>
      </w:r>
      <w:r>
        <w:t>se permite</w:t>
      </w:r>
      <w:r w:rsidRPr="00AA3B15">
        <w:t xml:space="preserve"> hacer forward de paquetes en el firewall, o sea</w:t>
      </w:r>
    </w:p>
    <w:p w:rsidR="00602787" w:rsidRPr="00AA3B15" w:rsidRDefault="00602787" w:rsidP="00EA558E">
      <w:pPr>
        <w:pStyle w:val="Codigo"/>
        <w:ind w:left="360"/>
      </w:pPr>
      <w:r w:rsidRPr="00AA3B15">
        <w:t># que otras máquinas puedan salir a través del firewall.</w:t>
      </w:r>
    </w:p>
    <w:p w:rsidR="00602787" w:rsidRPr="00AA3B15" w:rsidRDefault="00602787" w:rsidP="00EA558E">
      <w:pPr>
        <w:pStyle w:val="Codigo"/>
        <w:ind w:left="360"/>
      </w:pPr>
      <w:r w:rsidRPr="00AA3B15">
        <w:t># ACTIVADO A NIVEL KERNEL. EN CASO CONTRARIO -&gt; DESCOMENTAR</w:t>
      </w:r>
    </w:p>
    <w:p w:rsidR="00602787" w:rsidRPr="008A1C6E" w:rsidRDefault="00602787" w:rsidP="00EA558E">
      <w:pPr>
        <w:pStyle w:val="Codigo"/>
        <w:ind w:left="360"/>
        <w:rPr>
          <w:lang w:val="en-US"/>
        </w:rPr>
      </w:pPr>
      <w:r w:rsidRPr="008A1C6E">
        <w:rPr>
          <w:lang w:val="en-US"/>
        </w:rPr>
        <w:t># echo 1 &gt; /proc/sys/net/ipv4/ip_forward</w:t>
      </w:r>
    </w:p>
    <w:p w:rsidR="00602787" w:rsidRPr="008A1C6E" w:rsidRDefault="00602787" w:rsidP="00EA558E">
      <w:pPr>
        <w:pStyle w:val="Codigo"/>
        <w:ind w:left="360"/>
        <w:rPr>
          <w:lang w:val="en-US"/>
        </w:rPr>
      </w:pPr>
    </w:p>
    <w:p w:rsidR="00602787" w:rsidRPr="00AA3B15" w:rsidRDefault="00602787" w:rsidP="00EA558E">
      <w:pPr>
        <w:pStyle w:val="Codigo"/>
        <w:ind w:left="360"/>
      </w:pPr>
      <w:r w:rsidRPr="00AA3B15">
        <w:t>echo " -&gt; Proporcionando acceso a internet con SNAT..."</w:t>
      </w:r>
    </w:p>
    <w:p w:rsidR="00602787" w:rsidRPr="00EA558E" w:rsidRDefault="00602787" w:rsidP="00EA558E">
      <w:pPr>
        <w:pStyle w:val="Codigo"/>
        <w:ind w:left="360"/>
        <w:rPr>
          <w:lang w:val="en-US"/>
        </w:rPr>
      </w:pPr>
      <w:r w:rsidRPr="00EA558E">
        <w:rPr>
          <w:lang w:val="en-US"/>
        </w:rPr>
        <w:t>iptables -t nat -A POSTROUTING -s 192.168.0.0/24 -o ${WAN} -j SNAT --to 80.16.155.200</w:t>
      </w:r>
    </w:p>
    <w:p w:rsidR="00602787" w:rsidRPr="00EA558E" w:rsidRDefault="00602787" w:rsidP="00EA558E">
      <w:pPr>
        <w:pStyle w:val="Codigo"/>
        <w:ind w:left="360"/>
        <w:rPr>
          <w:lang w:val="en-US"/>
        </w:rPr>
      </w:pPr>
    </w:p>
    <w:p w:rsidR="00602787" w:rsidRPr="00AA3B15" w:rsidRDefault="00602787" w:rsidP="00EA558E">
      <w:pPr>
        <w:pStyle w:val="Codigo"/>
        <w:ind w:left="360"/>
      </w:pPr>
      <w:r w:rsidRPr="00AA3B15">
        <w:t>echo " -&gt; Bloqueando accesos internos a puertos privilegiados..."</w:t>
      </w:r>
    </w:p>
    <w:p w:rsidR="00602787" w:rsidRPr="00AA3B15" w:rsidRDefault="00602787" w:rsidP="00EA558E">
      <w:pPr>
        <w:pStyle w:val="Codigo"/>
        <w:ind w:left="360"/>
      </w:pPr>
      <w:r w:rsidRPr="00AA3B15">
        <w:t># Cerramos el rango de puertos de 1 a 1024 desde la red interna</w:t>
      </w:r>
    </w:p>
    <w:p w:rsidR="00602787" w:rsidRPr="008A1C6E" w:rsidRDefault="00602787" w:rsidP="00EA558E">
      <w:pPr>
        <w:pStyle w:val="Codigo"/>
        <w:ind w:left="360"/>
        <w:rPr>
          <w:lang w:val="en-US"/>
        </w:rPr>
      </w:pPr>
      <w:r w:rsidRPr="008A1C6E">
        <w:rPr>
          <w:lang w:val="en-US"/>
        </w:rPr>
        <w:t>iptables -A INPUT -s 192.168.0.0/24 -p tcp -dport 1:1024 -j DROP</w:t>
      </w:r>
    </w:p>
    <w:p w:rsidR="00602787" w:rsidRPr="008A1C6E" w:rsidRDefault="00602787" w:rsidP="00EA558E">
      <w:pPr>
        <w:pStyle w:val="Codigo"/>
        <w:ind w:left="360"/>
        <w:rPr>
          <w:lang w:val="en-US"/>
        </w:rPr>
      </w:pPr>
      <w:r w:rsidRPr="008A1C6E">
        <w:rPr>
          <w:lang w:val="en-US"/>
        </w:rPr>
        <w:t>iptables -A INPUT -s 192.168.0.0/24 -p udp -dport 1:1024 -j DROP</w:t>
      </w:r>
    </w:p>
    <w:p w:rsidR="00602787" w:rsidRPr="008A1C6E" w:rsidRDefault="00602787" w:rsidP="00EA558E">
      <w:pPr>
        <w:pStyle w:val="Codigo"/>
        <w:ind w:left="360"/>
        <w:rPr>
          <w:lang w:val="en-US"/>
        </w:rPr>
      </w:pPr>
    </w:p>
    <w:p w:rsidR="00602787" w:rsidRPr="00AA3B15" w:rsidRDefault="00602787" w:rsidP="00EA558E">
      <w:pPr>
        <w:pStyle w:val="Codigo"/>
        <w:ind w:left="360"/>
      </w:pPr>
      <w:r w:rsidRPr="00AA3B15">
        <w:t>echo " Proceso finalizado"</w:t>
      </w:r>
    </w:p>
    <w:p w:rsidR="00602787" w:rsidRPr="00AA3B15" w:rsidRDefault="00602787" w:rsidP="00EA558E">
      <w:pPr>
        <w:pStyle w:val="Codigo"/>
        <w:ind w:left="360"/>
      </w:pPr>
      <w:r w:rsidRPr="00AA3B15">
        <w:t>echo " Verifique su aplicación con: iptables -L -n"</w:t>
      </w:r>
    </w:p>
    <w:p w:rsidR="00602787" w:rsidRPr="00AA3B15" w:rsidRDefault="00602787" w:rsidP="00EA558E">
      <w:pPr>
        <w:pStyle w:val="Codigo"/>
        <w:ind w:left="360"/>
      </w:pPr>
    </w:p>
    <w:p w:rsidR="00602787" w:rsidRPr="00AA3B15" w:rsidRDefault="00602787" w:rsidP="00EA558E">
      <w:pPr>
        <w:pStyle w:val="Codigo"/>
        <w:ind w:left="360"/>
      </w:pPr>
      <w:r w:rsidRPr="00AA3B15">
        <w:t># Fin del script</w:t>
      </w:r>
    </w:p>
    <w:p w:rsidR="00602787" w:rsidRDefault="00602787" w:rsidP="00EA558E">
      <w:pPr>
        <w:pStyle w:val="ListParagraph"/>
        <w:numPr>
          <w:ilvl w:val="0"/>
          <w:numId w:val="1"/>
        </w:numPr>
        <w:jc w:val="both"/>
        <w:rPr>
          <w:sz w:val="22"/>
          <w:szCs w:val="22"/>
        </w:rPr>
      </w:pPr>
      <w:r>
        <w:rPr>
          <w:sz w:val="22"/>
          <w:szCs w:val="22"/>
        </w:rPr>
        <w:t>Realice un script de elimine toda la configuración establecida por el ejercicio anterior.</w:t>
      </w:r>
    </w:p>
    <w:p w:rsidR="00602787" w:rsidRPr="00F04F07" w:rsidRDefault="00602787" w:rsidP="00EA558E">
      <w:pPr>
        <w:ind w:left="360" w:firstLine="0"/>
      </w:pPr>
      <w:r w:rsidRPr="00F04F07">
        <w:t>El proceso de desactivación consiste únicamente en borrar todas las tablas y establecer las reglas por defecto:</w:t>
      </w:r>
    </w:p>
    <w:p w:rsidR="00602787" w:rsidRDefault="00602787" w:rsidP="00EA558E"/>
    <w:p w:rsidR="00602787" w:rsidRDefault="00602787" w:rsidP="00EA558E">
      <w:pPr>
        <w:pStyle w:val="Codigo"/>
        <w:ind w:left="360"/>
      </w:pPr>
      <w:r w:rsidRPr="00E50DDC">
        <w:t>#!/bin/</w:t>
      </w:r>
      <w:r>
        <w:t>ba</w:t>
      </w:r>
      <w:r w:rsidRPr="00E50DDC">
        <w:t>sh</w:t>
      </w:r>
    </w:p>
    <w:p w:rsidR="00602787" w:rsidRPr="00E50DDC" w:rsidRDefault="00602787" w:rsidP="00EA558E">
      <w:pPr>
        <w:pStyle w:val="Codigo"/>
        <w:ind w:left="360"/>
      </w:pPr>
      <w:r>
        <w:t># desactivarFirewall.sh</w:t>
      </w:r>
    </w:p>
    <w:p w:rsidR="00602787" w:rsidRPr="00E50DDC" w:rsidRDefault="00602787" w:rsidP="00EA558E">
      <w:pPr>
        <w:pStyle w:val="Codigo"/>
        <w:ind w:left="360"/>
      </w:pPr>
    </w:p>
    <w:p w:rsidR="00602787" w:rsidRPr="00E50DDC" w:rsidRDefault="00602787" w:rsidP="00EA558E">
      <w:pPr>
        <w:pStyle w:val="Codigo"/>
        <w:ind w:left="360"/>
      </w:pPr>
      <w:r w:rsidRPr="00E50DDC">
        <w:t># SCRIPT PARA DESACTIVAR EL ENRUTAMIENTO Y EL NAT</w:t>
      </w:r>
    </w:p>
    <w:p w:rsidR="00602787" w:rsidRPr="00E50DDC" w:rsidRDefault="00602787" w:rsidP="00EA558E">
      <w:pPr>
        <w:pStyle w:val="Codigo"/>
        <w:ind w:left="360"/>
      </w:pPr>
    </w:p>
    <w:p w:rsidR="00602787" w:rsidRPr="00E50DDC" w:rsidRDefault="00602787" w:rsidP="00EA558E">
      <w:pPr>
        <w:pStyle w:val="Codigo"/>
        <w:ind w:left="360"/>
      </w:pPr>
      <w:r w:rsidRPr="00E50DDC">
        <w:t>#</w:t>
      </w:r>
      <w:r>
        <w:t>Se informa</w:t>
      </w:r>
      <w:r w:rsidRPr="00E50DDC">
        <w:t xml:space="preserve"> del proceso</w:t>
      </w:r>
    </w:p>
    <w:p w:rsidR="00602787" w:rsidRPr="00E50DDC" w:rsidRDefault="00602787" w:rsidP="00EA558E">
      <w:pPr>
        <w:pStyle w:val="Codigo"/>
        <w:ind w:left="360"/>
      </w:pPr>
      <w:r w:rsidRPr="00E50DDC">
        <w:t>echo " Configurando el Firewall..."</w:t>
      </w:r>
    </w:p>
    <w:p w:rsidR="00602787" w:rsidRPr="00E50DDC" w:rsidRDefault="00602787" w:rsidP="00EA558E">
      <w:pPr>
        <w:pStyle w:val="Codigo"/>
        <w:ind w:left="360"/>
      </w:pPr>
    </w:p>
    <w:p w:rsidR="00602787" w:rsidRPr="00E50DDC" w:rsidRDefault="00602787" w:rsidP="00EA558E">
      <w:pPr>
        <w:pStyle w:val="Codigo"/>
        <w:ind w:left="360"/>
      </w:pPr>
      <w:r w:rsidRPr="00E50DDC">
        <w:t>#</w:t>
      </w:r>
      <w:r>
        <w:t>Se eliminan</w:t>
      </w:r>
      <w:r w:rsidRPr="00E50DDC">
        <w:t xml:space="preserve"> las reglas existentes.</w:t>
      </w:r>
    </w:p>
    <w:p w:rsidR="00602787" w:rsidRPr="00E50DDC" w:rsidRDefault="00602787" w:rsidP="00EA558E">
      <w:pPr>
        <w:pStyle w:val="Codigo"/>
        <w:ind w:left="360"/>
      </w:pPr>
      <w:r w:rsidRPr="00E50DDC">
        <w:t>echo " -&gt; Eliminado Reglas Existentes..."</w:t>
      </w:r>
    </w:p>
    <w:p w:rsidR="00602787" w:rsidRPr="00E50DDC" w:rsidRDefault="00602787" w:rsidP="00EA558E">
      <w:pPr>
        <w:pStyle w:val="Codigo"/>
        <w:ind w:left="360"/>
      </w:pPr>
      <w:r w:rsidRPr="00E50DDC">
        <w:t>iptables -F</w:t>
      </w:r>
    </w:p>
    <w:p w:rsidR="00602787" w:rsidRPr="003F5E03" w:rsidRDefault="00602787" w:rsidP="00EA558E">
      <w:pPr>
        <w:pStyle w:val="Codigo"/>
        <w:ind w:left="360"/>
        <w:rPr>
          <w:lang w:val="fr-FR"/>
        </w:rPr>
      </w:pPr>
      <w:r w:rsidRPr="003F5E03">
        <w:rPr>
          <w:lang w:val="fr-FR"/>
        </w:rPr>
        <w:t>iptables -X</w:t>
      </w:r>
    </w:p>
    <w:p w:rsidR="00602787" w:rsidRPr="003F5E03" w:rsidRDefault="00602787" w:rsidP="00EA558E">
      <w:pPr>
        <w:pStyle w:val="Codigo"/>
        <w:ind w:left="360"/>
        <w:rPr>
          <w:lang w:val="fr-FR"/>
        </w:rPr>
      </w:pPr>
      <w:r w:rsidRPr="003F5E03">
        <w:rPr>
          <w:lang w:val="fr-FR"/>
        </w:rPr>
        <w:t>iptables -Z</w:t>
      </w:r>
    </w:p>
    <w:p w:rsidR="00602787" w:rsidRPr="003F5E03" w:rsidRDefault="00602787" w:rsidP="00EA558E">
      <w:pPr>
        <w:pStyle w:val="Codigo"/>
        <w:ind w:left="360"/>
        <w:rPr>
          <w:lang w:val="fr-FR"/>
        </w:rPr>
      </w:pPr>
      <w:r w:rsidRPr="003F5E03">
        <w:rPr>
          <w:lang w:val="fr-FR"/>
        </w:rPr>
        <w:t>iptables -t nat -F</w:t>
      </w:r>
    </w:p>
    <w:p w:rsidR="00602787" w:rsidRPr="003F5E03" w:rsidRDefault="00602787" w:rsidP="00EA558E">
      <w:pPr>
        <w:pStyle w:val="Codigo"/>
        <w:ind w:left="360"/>
        <w:rPr>
          <w:lang w:val="fr-FR"/>
        </w:rPr>
      </w:pPr>
    </w:p>
    <w:p w:rsidR="00602787" w:rsidRPr="00E50DDC" w:rsidRDefault="00602787" w:rsidP="00EA558E">
      <w:pPr>
        <w:pStyle w:val="Codigo"/>
        <w:ind w:left="360"/>
      </w:pPr>
      <w:r w:rsidRPr="00E50DDC">
        <w:t>echo " -&gt; Estableciendo reglas por defecto..."</w:t>
      </w:r>
    </w:p>
    <w:p w:rsidR="00602787" w:rsidRPr="003F5E03" w:rsidRDefault="00602787" w:rsidP="00EA558E">
      <w:pPr>
        <w:pStyle w:val="Codigo"/>
        <w:ind w:left="360"/>
        <w:rPr>
          <w:lang w:val="fr-FR"/>
        </w:rPr>
      </w:pPr>
      <w:r w:rsidRPr="003F5E03">
        <w:rPr>
          <w:lang w:val="fr-FR"/>
        </w:rPr>
        <w:t>iptables -P INPUT ACCEPT</w:t>
      </w:r>
    </w:p>
    <w:p w:rsidR="00602787" w:rsidRPr="003F5E03" w:rsidRDefault="00602787" w:rsidP="00EA558E">
      <w:pPr>
        <w:pStyle w:val="Codigo"/>
        <w:ind w:left="360"/>
        <w:rPr>
          <w:lang w:val="fr-FR"/>
        </w:rPr>
      </w:pPr>
      <w:r w:rsidRPr="003F5E03">
        <w:rPr>
          <w:lang w:val="fr-FR"/>
        </w:rPr>
        <w:t>iptables -P OUTPUT ACCEPT</w:t>
      </w:r>
    </w:p>
    <w:p w:rsidR="00602787" w:rsidRPr="003F5E03" w:rsidRDefault="00602787" w:rsidP="00EA558E">
      <w:pPr>
        <w:pStyle w:val="Codigo"/>
        <w:ind w:left="360"/>
        <w:rPr>
          <w:lang w:val="fr-FR"/>
        </w:rPr>
      </w:pPr>
      <w:r w:rsidRPr="003F5E03">
        <w:rPr>
          <w:lang w:val="fr-FR"/>
        </w:rPr>
        <w:t>iptables -P FORWARD ACCEPT</w:t>
      </w:r>
    </w:p>
    <w:p w:rsidR="00602787" w:rsidRPr="003F5E03" w:rsidRDefault="00602787" w:rsidP="00EA558E">
      <w:pPr>
        <w:pStyle w:val="Codigo"/>
        <w:ind w:left="360"/>
        <w:rPr>
          <w:lang w:val="fr-FR"/>
        </w:rPr>
      </w:pPr>
      <w:r w:rsidRPr="003F5E03">
        <w:rPr>
          <w:lang w:val="fr-FR"/>
        </w:rPr>
        <w:t>iptables -t nat -P PREROUTING ACCEPT</w:t>
      </w:r>
    </w:p>
    <w:p w:rsidR="00602787" w:rsidRPr="003F5E03" w:rsidRDefault="00602787" w:rsidP="00EA558E">
      <w:pPr>
        <w:pStyle w:val="Codigo"/>
        <w:ind w:left="360"/>
        <w:rPr>
          <w:lang w:val="fr-FR"/>
        </w:rPr>
      </w:pPr>
      <w:r w:rsidRPr="003F5E03">
        <w:rPr>
          <w:lang w:val="fr-FR"/>
        </w:rPr>
        <w:t>iptables -t nat -P POSTROUTING ACCEPT</w:t>
      </w:r>
    </w:p>
    <w:p w:rsidR="00602787" w:rsidRPr="003F5E03" w:rsidRDefault="00602787" w:rsidP="00EA558E">
      <w:pPr>
        <w:pStyle w:val="Codigo"/>
        <w:ind w:left="360"/>
        <w:rPr>
          <w:lang w:val="fr-FR"/>
        </w:rPr>
      </w:pPr>
    </w:p>
    <w:p w:rsidR="00602787" w:rsidRPr="00E50DDC" w:rsidRDefault="00602787" w:rsidP="00EA558E">
      <w:pPr>
        <w:pStyle w:val="Codigo"/>
        <w:ind w:left="360"/>
      </w:pPr>
      <w:r w:rsidRPr="00E50DDC">
        <w:t>echo " Proceso finalizado"</w:t>
      </w:r>
    </w:p>
    <w:p w:rsidR="00602787" w:rsidRPr="00E50DDC" w:rsidRDefault="00602787" w:rsidP="00EA558E">
      <w:pPr>
        <w:pStyle w:val="Codigo"/>
        <w:ind w:left="360"/>
      </w:pPr>
      <w:r w:rsidRPr="00E50DDC">
        <w:t>echo " Verifique su aplicación con: iptables -L -n"</w:t>
      </w:r>
    </w:p>
    <w:p w:rsidR="00602787" w:rsidRDefault="00602787" w:rsidP="00EA558E"/>
    <w:p w:rsidR="00602787" w:rsidRPr="00AA3B15" w:rsidRDefault="00602787" w:rsidP="00EA558E"/>
    <w:p w:rsidR="00602787" w:rsidRPr="002921AA" w:rsidRDefault="00602787" w:rsidP="00EA558E">
      <w:pPr>
        <w:pStyle w:val="ListParagraph"/>
        <w:numPr>
          <w:ilvl w:val="0"/>
          <w:numId w:val="1"/>
        </w:numPr>
        <w:jc w:val="both"/>
        <w:rPr>
          <w:sz w:val="22"/>
          <w:szCs w:val="22"/>
        </w:rPr>
      </w:pPr>
      <w:r>
        <w:rPr>
          <w:sz w:val="22"/>
          <w:szCs w:val="22"/>
        </w:rPr>
        <w:t>Desarrolle un script que cree copias de seguridad todas las bases de datos MySQL completas, salvo aquellas que se indiquen para su exclusión de la copia. El fichero resultante sólo podrá ser accedido por el root.</w:t>
      </w:r>
    </w:p>
    <w:p w:rsidR="00602787" w:rsidRPr="00E660EB" w:rsidRDefault="00602787" w:rsidP="00EA558E">
      <w:pPr>
        <w:pStyle w:val="Codigo"/>
        <w:ind w:left="360"/>
      </w:pPr>
      <w:r w:rsidRPr="00E660EB">
        <w:t>#!/bin/bash</w:t>
      </w:r>
    </w:p>
    <w:p w:rsidR="00602787" w:rsidRPr="00E660EB" w:rsidRDefault="00602787" w:rsidP="00EA558E">
      <w:pPr>
        <w:pStyle w:val="Codigo"/>
        <w:ind w:left="360"/>
      </w:pPr>
      <w:r w:rsidRPr="00E660EB">
        <w:t># backupExclusiones.sh</w:t>
      </w:r>
    </w:p>
    <w:p w:rsidR="00602787" w:rsidRPr="00E660EB" w:rsidRDefault="00602787" w:rsidP="00EA558E">
      <w:pPr>
        <w:pStyle w:val="Codigo"/>
        <w:ind w:left="360"/>
      </w:pPr>
      <w:r w:rsidRPr="00E660EB">
        <w:t>#</w:t>
      </w:r>
    </w:p>
    <w:p w:rsidR="00602787" w:rsidRPr="00E660EB" w:rsidRDefault="00602787" w:rsidP="00EA558E">
      <w:pPr>
        <w:pStyle w:val="Codigo"/>
        <w:ind w:left="360"/>
      </w:pPr>
      <w:r w:rsidRPr="00E660EB">
        <w:t># Realiza una copia de seguridad de todas las bases de datos MySQL salvo las</w:t>
      </w:r>
    </w:p>
    <w:p w:rsidR="00602787" w:rsidRPr="00E660EB" w:rsidRDefault="00602787" w:rsidP="00EA558E">
      <w:pPr>
        <w:pStyle w:val="Codigo"/>
        <w:ind w:left="360"/>
      </w:pPr>
      <w:r w:rsidRPr="00E660EB">
        <w:t># incluidas en un listado de exclusiones.</w:t>
      </w:r>
    </w:p>
    <w:p w:rsidR="00602787" w:rsidRPr="00E660EB" w:rsidRDefault="00602787" w:rsidP="00EA558E">
      <w:pPr>
        <w:pStyle w:val="Codigo"/>
        <w:ind w:left="360"/>
      </w:pPr>
      <w:r w:rsidRPr="00E660EB">
        <w:t># El fichero resultante sólo podrá ser accedido por el root.</w:t>
      </w:r>
    </w:p>
    <w:p w:rsidR="00602787" w:rsidRPr="00E660EB" w:rsidRDefault="00602787" w:rsidP="00EA558E">
      <w:pPr>
        <w:pStyle w:val="Codigo"/>
        <w:ind w:left="360"/>
      </w:pPr>
    </w:p>
    <w:p w:rsidR="00602787" w:rsidRPr="00E660EB" w:rsidRDefault="00602787" w:rsidP="00EA558E">
      <w:pPr>
        <w:pStyle w:val="Codigo"/>
        <w:ind w:left="360"/>
      </w:pPr>
      <w:r w:rsidRPr="00E660EB">
        <w:t xml:space="preserve"># Datos de conexión </w:t>
      </w:r>
    </w:p>
    <w:p w:rsidR="00602787" w:rsidRPr="00E660EB" w:rsidRDefault="00602787" w:rsidP="00EA558E">
      <w:pPr>
        <w:pStyle w:val="Codigo"/>
        <w:ind w:left="360"/>
      </w:pPr>
      <w:r w:rsidRPr="00E660EB">
        <w:t xml:space="preserve">USUARIO="usuario"     </w:t>
      </w:r>
    </w:p>
    <w:p w:rsidR="00602787" w:rsidRPr="00E660EB" w:rsidRDefault="00602787" w:rsidP="00EA558E">
      <w:pPr>
        <w:pStyle w:val="Codigo"/>
        <w:ind w:left="360"/>
      </w:pPr>
      <w:r w:rsidRPr="00E660EB">
        <w:t xml:space="preserve">PASS="password"       </w:t>
      </w:r>
    </w:p>
    <w:p w:rsidR="00602787" w:rsidRPr="00E660EB" w:rsidRDefault="00602787" w:rsidP="00EA558E">
      <w:pPr>
        <w:pStyle w:val="Codigo"/>
        <w:ind w:left="360"/>
      </w:pPr>
      <w:r w:rsidRPr="00E660EB">
        <w:t xml:space="preserve">SERVER="localhost"          </w:t>
      </w:r>
    </w:p>
    <w:p w:rsidR="00602787" w:rsidRPr="00E660EB" w:rsidRDefault="00602787" w:rsidP="00EA558E">
      <w:pPr>
        <w:pStyle w:val="Codigo"/>
        <w:ind w:left="360"/>
      </w:pPr>
      <w:r w:rsidRPr="00E660EB">
        <w:t xml:space="preserve"> </w:t>
      </w:r>
    </w:p>
    <w:p w:rsidR="00602787" w:rsidRPr="00E660EB" w:rsidRDefault="00602787" w:rsidP="00EA558E">
      <w:pPr>
        <w:pStyle w:val="Codigo"/>
        <w:ind w:left="360"/>
      </w:pPr>
      <w:r w:rsidRPr="00E660EB">
        <w:t># Ubicación de los comandos necesarios</w:t>
      </w:r>
    </w:p>
    <w:p w:rsidR="00602787" w:rsidRPr="00CB3D37" w:rsidRDefault="00602787" w:rsidP="00EA558E">
      <w:pPr>
        <w:pStyle w:val="Codigo"/>
        <w:ind w:left="360"/>
        <w:rPr>
          <w:lang w:val="en-US"/>
        </w:rPr>
      </w:pPr>
      <w:r w:rsidRPr="00CB3D37">
        <w:rPr>
          <w:lang w:val="en-US"/>
        </w:rPr>
        <w:t>MYSQL="$(which mysql)"</w:t>
      </w:r>
    </w:p>
    <w:p w:rsidR="00602787" w:rsidRPr="00CB3D37" w:rsidRDefault="00602787" w:rsidP="00EA558E">
      <w:pPr>
        <w:pStyle w:val="Codigo"/>
        <w:ind w:left="360"/>
        <w:rPr>
          <w:lang w:val="en-US"/>
        </w:rPr>
      </w:pPr>
      <w:r w:rsidRPr="00CB3D37">
        <w:rPr>
          <w:lang w:val="en-US"/>
        </w:rPr>
        <w:t>MYSQLDUMP="$(which mysqldump)"</w:t>
      </w:r>
    </w:p>
    <w:p w:rsidR="00602787" w:rsidRPr="00CB3D37" w:rsidRDefault="00602787" w:rsidP="00EA558E">
      <w:pPr>
        <w:pStyle w:val="Codigo"/>
        <w:ind w:left="360"/>
        <w:rPr>
          <w:lang w:val="en-US"/>
        </w:rPr>
      </w:pPr>
      <w:r w:rsidRPr="00CB3D37">
        <w:rPr>
          <w:lang w:val="en-US"/>
        </w:rPr>
        <w:t>CHOWN="$(which chown)"</w:t>
      </w:r>
    </w:p>
    <w:p w:rsidR="00602787" w:rsidRPr="00CB3D37" w:rsidRDefault="00602787" w:rsidP="00EA558E">
      <w:pPr>
        <w:pStyle w:val="Codigo"/>
        <w:ind w:left="360"/>
        <w:rPr>
          <w:lang w:val="en-US"/>
        </w:rPr>
      </w:pPr>
      <w:r w:rsidRPr="00CB3D37">
        <w:rPr>
          <w:lang w:val="en-US"/>
        </w:rPr>
        <w:t>CHMOD="$(which chmod)"</w:t>
      </w:r>
    </w:p>
    <w:p w:rsidR="00602787" w:rsidRPr="00CB3D37" w:rsidRDefault="00602787" w:rsidP="00EA558E">
      <w:pPr>
        <w:pStyle w:val="Codigo"/>
        <w:ind w:left="360"/>
        <w:rPr>
          <w:lang w:val="en-US"/>
        </w:rPr>
      </w:pPr>
      <w:r w:rsidRPr="00CB3D37">
        <w:rPr>
          <w:lang w:val="en-US"/>
        </w:rPr>
        <w:t>GZIP="$(which gzip)"</w:t>
      </w:r>
    </w:p>
    <w:p w:rsidR="00602787" w:rsidRPr="00CB3D37" w:rsidRDefault="00602787" w:rsidP="00EA558E">
      <w:pPr>
        <w:pStyle w:val="Codigo"/>
        <w:ind w:left="360"/>
        <w:rPr>
          <w:lang w:val="en-US"/>
        </w:rPr>
      </w:pPr>
      <w:r w:rsidRPr="00CB3D37">
        <w:rPr>
          <w:lang w:val="en-US"/>
        </w:rPr>
        <w:t xml:space="preserve"> </w:t>
      </w:r>
    </w:p>
    <w:p w:rsidR="00602787" w:rsidRPr="00CB3D37" w:rsidRDefault="00602787" w:rsidP="00EA558E">
      <w:pPr>
        <w:pStyle w:val="Codigo"/>
        <w:ind w:left="360"/>
        <w:rPr>
          <w:lang w:val="en-US"/>
        </w:rPr>
      </w:pPr>
      <w:r w:rsidRPr="00CB3D37">
        <w:rPr>
          <w:lang w:val="en-US"/>
        </w:rPr>
        <w:t># Directorio destino del backup</w:t>
      </w:r>
    </w:p>
    <w:p w:rsidR="00602787" w:rsidRPr="00EA558E" w:rsidRDefault="00602787" w:rsidP="00EA558E">
      <w:pPr>
        <w:pStyle w:val="Codigo"/>
        <w:ind w:left="360"/>
      </w:pPr>
      <w:r w:rsidRPr="00EA558E">
        <w:t>DEST="/backup"</w:t>
      </w:r>
    </w:p>
    <w:p w:rsidR="00602787" w:rsidRPr="00EA558E" w:rsidRDefault="00602787" w:rsidP="00EA558E">
      <w:pPr>
        <w:pStyle w:val="Codigo"/>
        <w:ind w:left="360"/>
      </w:pPr>
      <w:r w:rsidRPr="00EA558E">
        <w:t xml:space="preserve"> </w:t>
      </w:r>
    </w:p>
    <w:p w:rsidR="00602787" w:rsidRPr="00E660EB" w:rsidRDefault="00602787" w:rsidP="00EA558E">
      <w:pPr>
        <w:pStyle w:val="Codigo"/>
        <w:ind w:left="360"/>
      </w:pPr>
      <w:r w:rsidRPr="00E660EB">
        <w:t># Subdirectorio para las copias de mysql</w:t>
      </w:r>
    </w:p>
    <w:p w:rsidR="00602787" w:rsidRPr="00E660EB" w:rsidRDefault="00602787" w:rsidP="00EA558E">
      <w:pPr>
        <w:pStyle w:val="Codigo"/>
        <w:ind w:left="360"/>
      </w:pPr>
      <w:r w:rsidRPr="00E660EB">
        <w:t>MBD="$DEST/mysql"</w:t>
      </w:r>
    </w:p>
    <w:p w:rsidR="00602787" w:rsidRPr="00E660EB" w:rsidRDefault="00602787" w:rsidP="00EA558E">
      <w:pPr>
        <w:pStyle w:val="Codigo"/>
        <w:ind w:left="360"/>
      </w:pPr>
      <w:r w:rsidRPr="00E660EB">
        <w:t xml:space="preserve"> </w:t>
      </w:r>
    </w:p>
    <w:p w:rsidR="00602787" w:rsidRPr="00E660EB" w:rsidRDefault="00602787" w:rsidP="00EA558E">
      <w:pPr>
        <w:pStyle w:val="Codigo"/>
        <w:ind w:left="360"/>
      </w:pPr>
      <w:r w:rsidRPr="00E660EB">
        <w:t># Obtención del nombre del host local</w:t>
      </w:r>
    </w:p>
    <w:p w:rsidR="00602787" w:rsidRPr="00E660EB" w:rsidRDefault="00602787" w:rsidP="00EA558E">
      <w:pPr>
        <w:pStyle w:val="Codigo"/>
        <w:ind w:left="360"/>
      </w:pPr>
      <w:r w:rsidRPr="00E660EB">
        <w:t>HOST="$(hostname)"</w:t>
      </w:r>
    </w:p>
    <w:p w:rsidR="00602787" w:rsidRPr="00E660EB" w:rsidRDefault="00602787" w:rsidP="00EA558E">
      <w:pPr>
        <w:pStyle w:val="Codigo"/>
        <w:ind w:left="360"/>
      </w:pPr>
      <w:r w:rsidRPr="00E660EB">
        <w:t xml:space="preserve"> </w:t>
      </w:r>
    </w:p>
    <w:p w:rsidR="00602787" w:rsidRPr="00E660EB" w:rsidRDefault="00602787" w:rsidP="00EA558E">
      <w:pPr>
        <w:pStyle w:val="Codigo"/>
        <w:ind w:left="360"/>
      </w:pPr>
      <w:r w:rsidRPr="00E660EB">
        <w:t># Formateo de la fecha (dd-mm-yyyy)</w:t>
      </w:r>
    </w:p>
    <w:p w:rsidR="00602787" w:rsidRPr="00CB3D37" w:rsidRDefault="00602787" w:rsidP="00EA558E">
      <w:pPr>
        <w:pStyle w:val="Codigo"/>
        <w:ind w:left="360"/>
        <w:rPr>
          <w:lang w:val="en-US"/>
        </w:rPr>
      </w:pPr>
      <w:r w:rsidRPr="00CB3D37">
        <w:rPr>
          <w:lang w:val="en-US"/>
        </w:rPr>
        <w:t>NOW="$(date +"%d-%m-%Y")"</w:t>
      </w:r>
    </w:p>
    <w:p w:rsidR="00602787" w:rsidRPr="00CB3D37" w:rsidRDefault="00602787" w:rsidP="00EA558E">
      <w:pPr>
        <w:pStyle w:val="Codigo"/>
        <w:ind w:left="360"/>
        <w:rPr>
          <w:lang w:val="en-US"/>
        </w:rPr>
      </w:pPr>
      <w:r w:rsidRPr="00CB3D37">
        <w:rPr>
          <w:lang w:val="en-US"/>
        </w:rPr>
        <w:t xml:space="preserve"> </w:t>
      </w:r>
    </w:p>
    <w:p w:rsidR="00602787" w:rsidRPr="00EA558E" w:rsidRDefault="00602787" w:rsidP="00EA558E">
      <w:pPr>
        <w:pStyle w:val="Codigo"/>
        <w:ind w:left="360"/>
      </w:pPr>
      <w:r w:rsidRPr="00EA558E">
        <w:t># Fichero para almacenar el backup actual</w:t>
      </w:r>
    </w:p>
    <w:p w:rsidR="00602787" w:rsidRPr="00EA558E" w:rsidRDefault="00602787" w:rsidP="00EA558E">
      <w:pPr>
        <w:pStyle w:val="Codigo"/>
        <w:ind w:left="360"/>
      </w:pPr>
      <w:r w:rsidRPr="00EA558E">
        <w:t>FILE=""</w:t>
      </w:r>
    </w:p>
    <w:p w:rsidR="00602787" w:rsidRPr="00EA558E" w:rsidRDefault="00602787" w:rsidP="00EA558E">
      <w:pPr>
        <w:pStyle w:val="Codigo"/>
        <w:ind w:left="360"/>
      </w:pPr>
      <w:r w:rsidRPr="00EA558E">
        <w:t># Almacenamiento para el listado de bases de datos</w:t>
      </w:r>
    </w:p>
    <w:p w:rsidR="00602787" w:rsidRPr="00EA558E" w:rsidRDefault="00602787" w:rsidP="00EA558E">
      <w:pPr>
        <w:pStyle w:val="Codigo"/>
        <w:ind w:left="360"/>
      </w:pPr>
      <w:r w:rsidRPr="00EA558E">
        <w:t>DBS=""</w:t>
      </w:r>
    </w:p>
    <w:p w:rsidR="00602787" w:rsidRPr="00EA558E" w:rsidRDefault="00602787" w:rsidP="00EA558E">
      <w:pPr>
        <w:pStyle w:val="Codigo"/>
        <w:ind w:left="360"/>
      </w:pPr>
      <w:r w:rsidRPr="00EA558E">
        <w:t xml:space="preserve"> </w:t>
      </w:r>
    </w:p>
    <w:p w:rsidR="00602787" w:rsidRPr="00EA558E" w:rsidRDefault="00602787" w:rsidP="00EA558E">
      <w:pPr>
        <w:pStyle w:val="Codigo"/>
        <w:ind w:left="360"/>
      </w:pPr>
      <w:r w:rsidRPr="00EA558E">
        <w:t># Bases de datos a excluir</w:t>
      </w:r>
    </w:p>
    <w:p w:rsidR="00602787" w:rsidRPr="00E660EB" w:rsidRDefault="00602787" w:rsidP="00EA558E">
      <w:pPr>
        <w:pStyle w:val="Codigo"/>
        <w:ind w:left="360"/>
      </w:pPr>
      <w:r w:rsidRPr="00E660EB">
        <w:t>EXCLUIRBDS="test"</w:t>
      </w:r>
    </w:p>
    <w:p w:rsidR="00602787" w:rsidRPr="00E660EB" w:rsidRDefault="00602787" w:rsidP="00EA558E">
      <w:pPr>
        <w:pStyle w:val="Codigo"/>
        <w:ind w:left="360"/>
      </w:pPr>
    </w:p>
    <w:p w:rsidR="00602787" w:rsidRPr="00E660EB" w:rsidRDefault="00602787" w:rsidP="00EA558E">
      <w:pPr>
        <w:pStyle w:val="Codigo"/>
        <w:ind w:left="360"/>
      </w:pPr>
      <w:r w:rsidRPr="00E660EB">
        <w:t># Si no existe el fichero destino del backup, se crea</w:t>
      </w:r>
    </w:p>
    <w:p w:rsidR="00602787" w:rsidRPr="00E660EB" w:rsidRDefault="00602787" w:rsidP="00EA558E">
      <w:pPr>
        <w:pStyle w:val="Codigo"/>
        <w:ind w:left="360"/>
      </w:pPr>
      <w:r w:rsidRPr="00E660EB">
        <w:t>[ ! -d $MBD ] &amp;&amp; mkdir -p $MBD || :</w:t>
      </w:r>
    </w:p>
    <w:p w:rsidR="00602787" w:rsidRPr="00E660EB" w:rsidRDefault="00602787" w:rsidP="00EA558E">
      <w:pPr>
        <w:pStyle w:val="Codigo"/>
        <w:ind w:left="360"/>
      </w:pPr>
      <w:r w:rsidRPr="00E660EB">
        <w:t xml:space="preserve"> </w:t>
      </w:r>
    </w:p>
    <w:p w:rsidR="00602787" w:rsidRPr="00E660EB" w:rsidRDefault="00602787" w:rsidP="00EA558E">
      <w:pPr>
        <w:pStyle w:val="Codigo"/>
        <w:ind w:left="360"/>
      </w:pPr>
      <w:r w:rsidRPr="00E660EB">
        <w:t># Sólo el root tendrá acceso al mismo</w:t>
      </w:r>
    </w:p>
    <w:p w:rsidR="00602787" w:rsidRPr="00E660EB" w:rsidRDefault="00602787" w:rsidP="00EA558E">
      <w:pPr>
        <w:pStyle w:val="Codigo"/>
        <w:ind w:left="360"/>
      </w:pPr>
      <w:r w:rsidRPr="00E660EB">
        <w:t>$CHOWN 0.0 -R $DEST</w:t>
      </w:r>
    </w:p>
    <w:p w:rsidR="00602787" w:rsidRPr="00E660EB" w:rsidRDefault="00602787" w:rsidP="00EA558E">
      <w:pPr>
        <w:pStyle w:val="Codigo"/>
        <w:ind w:left="360"/>
      </w:pPr>
      <w:r w:rsidRPr="00E660EB">
        <w:t>$CHMOD 0600 $DEST</w:t>
      </w:r>
    </w:p>
    <w:p w:rsidR="00602787" w:rsidRPr="00E660EB" w:rsidRDefault="00602787" w:rsidP="00EA558E">
      <w:pPr>
        <w:pStyle w:val="Codigo"/>
        <w:ind w:left="360"/>
      </w:pPr>
      <w:r w:rsidRPr="00E660EB">
        <w:t xml:space="preserve"> </w:t>
      </w:r>
    </w:p>
    <w:p w:rsidR="00602787" w:rsidRPr="00E660EB" w:rsidRDefault="00602787" w:rsidP="00EA558E">
      <w:pPr>
        <w:pStyle w:val="Codigo"/>
        <w:ind w:left="360"/>
      </w:pPr>
      <w:r w:rsidRPr="00E660EB">
        <w:t># Obtener el listado de todas las bases de datos</w:t>
      </w:r>
    </w:p>
    <w:p w:rsidR="00602787" w:rsidRPr="00CB3D37" w:rsidRDefault="00602787" w:rsidP="00EA558E">
      <w:pPr>
        <w:pStyle w:val="Codigo"/>
        <w:ind w:left="360"/>
        <w:rPr>
          <w:lang w:val="en-US"/>
        </w:rPr>
      </w:pPr>
      <w:r w:rsidRPr="00CB3D37">
        <w:rPr>
          <w:lang w:val="en-US"/>
        </w:rPr>
        <w:t>DBS="$($MYSQL -u $USUARIO -h $SERVER -p$PASS -Bse 'show databases')"</w:t>
      </w:r>
    </w:p>
    <w:p w:rsidR="00602787" w:rsidRPr="00CB3D37" w:rsidRDefault="00602787" w:rsidP="00EA558E">
      <w:pPr>
        <w:pStyle w:val="Codigo"/>
        <w:ind w:left="360"/>
        <w:rPr>
          <w:lang w:val="en-US"/>
        </w:rPr>
      </w:pPr>
    </w:p>
    <w:p w:rsidR="00602787" w:rsidRPr="00E660EB" w:rsidRDefault="00602787" w:rsidP="00EA558E">
      <w:pPr>
        <w:pStyle w:val="Codigo"/>
        <w:ind w:left="360"/>
      </w:pPr>
      <w:r w:rsidRPr="00E660EB">
        <w:t xml:space="preserve"># Exclusión de las bases de datos indicadas </w:t>
      </w:r>
    </w:p>
    <w:p w:rsidR="00602787" w:rsidRPr="00CB3D37" w:rsidRDefault="00602787" w:rsidP="00EA558E">
      <w:pPr>
        <w:pStyle w:val="Codigo"/>
        <w:ind w:left="360"/>
        <w:rPr>
          <w:lang w:val="en-US"/>
        </w:rPr>
      </w:pPr>
      <w:r w:rsidRPr="00CB3D37">
        <w:rPr>
          <w:lang w:val="en-US"/>
        </w:rPr>
        <w:t>for db in $DBS</w:t>
      </w:r>
    </w:p>
    <w:p w:rsidR="00602787" w:rsidRPr="00CB3D37" w:rsidRDefault="00602787" w:rsidP="00EA558E">
      <w:pPr>
        <w:pStyle w:val="Codigo"/>
        <w:ind w:left="360"/>
        <w:rPr>
          <w:lang w:val="en-US"/>
        </w:rPr>
      </w:pPr>
      <w:r w:rsidRPr="00CB3D37">
        <w:rPr>
          <w:lang w:val="en-US"/>
        </w:rPr>
        <w:t>do</w:t>
      </w:r>
    </w:p>
    <w:p w:rsidR="00602787" w:rsidRPr="00CB3D37" w:rsidRDefault="00602787" w:rsidP="00EA558E">
      <w:pPr>
        <w:pStyle w:val="Codigo"/>
        <w:ind w:left="360"/>
        <w:rPr>
          <w:lang w:val="en-US"/>
        </w:rPr>
      </w:pPr>
      <w:r w:rsidRPr="00CB3D37">
        <w:rPr>
          <w:lang w:val="en-US"/>
        </w:rPr>
        <w:t xml:space="preserve">    skipdb=-1</w:t>
      </w:r>
    </w:p>
    <w:p w:rsidR="00602787" w:rsidRPr="008A1C6E" w:rsidRDefault="00602787" w:rsidP="00EA558E">
      <w:pPr>
        <w:pStyle w:val="Codigo"/>
        <w:ind w:left="360"/>
        <w:rPr>
          <w:lang w:val="en-US"/>
        </w:rPr>
      </w:pPr>
      <w:r w:rsidRPr="00CB3D37">
        <w:rPr>
          <w:lang w:val="en-US"/>
        </w:rPr>
        <w:t xml:space="preserve">    </w:t>
      </w:r>
      <w:r w:rsidRPr="008A1C6E">
        <w:rPr>
          <w:lang w:val="en-US"/>
        </w:rPr>
        <w:t>if [ "$EXCLUIRBDS" != "" ];</w:t>
      </w:r>
    </w:p>
    <w:p w:rsidR="00602787" w:rsidRPr="00CB3D37" w:rsidRDefault="00602787" w:rsidP="00EA558E">
      <w:pPr>
        <w:pStyle w:val="Codigo"/>
        <w:ind w:left="360"/>
        <w:rPr>
          <w:lang w:val="en-US"/>
        </w:rPr>
      </w:pPr>
      <w:r w:rsidRPr="008A1C6E">
        <w:rPr>
          <w:lang w:val="en-US"/>
        </w:rPr>
        <w:t xml:space="preserve">    </w:t>
      </w:r>
      <w:r w:rsidRPr="00CB3D37">
        <w:rPr>
          <w:lang w:val="en-US"/>
        </w:rPr>
        <w:t>then</w:t>
      </w:r>
    </w:p>
    <w:p w:rsidR="00602787" w:rsidRPr="00CB3D37" w:rsidRDefault="00602787" w:rsidP="00EA558E">
      <w:pPr>
        <w:pStyle w:val="Codigo"/>
        <w:ind w:left="360"/>
        <w:rPr>
          <w:lang w:val="en-US"/>
        </w:rPr>
      </w:pPr>
      <w:r w:rsidRPr="00CB3D37">
        <w:rPr>
          <w:lang w:val="en-US"/>
        </w:rPr>
        <w:tab/>
        <w:t>for i in $EXCLUIRBDS</w:t>
      </w:r>
    </w:p>
    <w:p w:rsidR="00602787" w:rsidRPr="00CB3D37" w:rsidRDefault="00602787" w:rsidP="00EA558E">
      <w:pPr>
        <w:pStyle w:val="Codigo"/>
        <w:ind w:left="360"/>
        <w:rPr>
          <w:lang w:val="en-US"/>
        </w:rPr>
      </w:pPr>
      <w:r w:rsidRPr="00CB3D37">
        <w:rPr>
          <w:lang w:val="en-US"/>
        </w:rPr>
        <w:tab/>
        <w:t>do</w:t>
      </w:r>
    </w:p>
    <w:p w:rsidR="00602787" w:rsidRPr="00CB3D37" w:rsidRDefault="00602787" w:rsidP="00EA558E">
      <w:pPr>
        <w:pStyle w:val="Codigo"/>
        <w:ind w:left="360"/>
        <w:rPr>
          <w:lang w:val="en-US"/>
        </w:rPr>
      </w:pPr>
      <w:r w:rsidRPr="00CB3D37">
        <w:rPr>
          <w:lang w:val="en-US"/>
        </w:rPr>
        <w:tab/>
        <w:t xml:space="preserve">    [ "$db" == "$i" ] &amp;&amp; skipdb=1 || :</w:t>
      </w:r>
    </w:p>
    <w:p w:rsidR="00602787" w:rsidRPr="00CB3D37" w:rsidRDefault="00602787" w:rsidP="00EA558E">
      <w:pPr>
        <w:pStyle w:val="Codigo"/>
        <w:ind w:left="360"/>
        <w:rPr>
          <w:lang w:val="en-US"/>
        </w:rPr>
      </w:pPr>
      <w:r w:rsidRPr="00CB3D37">
        <w:rPr>
          <w:lang w:val="en-US"/>
        </w:rPr>
        <w:tab/>
        <w:t>done</w:t>
      </w:r>
    </w:p>
    <w:p w:rsidR="00602787" w:rsidRPr="00CB3D37" w:rsidRDefault="00602787" w:rsidP="00EA558E">
      <w:pPr>
        <w:pStyle w:val="Codigo"/>
        <w:ind w:left="360"/>
        <w:rPr>
          <w:lang w:val="en-US"/>
        </w:rPr>
      </w:pPr>
      <w:r w:rsidRPr="00CB3D37">
        <w:rPr>
          <w:lang w:val="en-US"/>
        </w:rPr>
        <w:t xml:space="preserve">    fi</w:t>
      </w:r>
    </w:p>
    <w:p w:rsidR="00602787" w:rsidRPr="00CB3D37" w:rsidRDefault="00602787" w:rsidP="00EA558E">
      <w:pPr>
        <w:pStyle w:val="Codigo"/>
        <w:ind w:left="360"/>
        <w:rPr>
          <w:lang w:val="en-US"/>
        </w:rPr>
      </w:pPr>
      <w:r w:rsidRPr="00CB3D37">
        <w:rPr>
          <w:lang w:val="en-US"/>
        </w:rPr>
        <w:t xml:space="preserve"> </w:t>
      </w:r>
    </w:p>
    <w:p w:rsidR="00602787" w:rsidRPr="00CB3D37" w:rsidRDefault="00602787" w:rsidP="00EA558E">
      <w:pPr>
        <w:pStyle w:val="Codigo"/>
        <w:ind w:left="360"/>
        <w:rPr>
          <w:lang w:val="en-US"/>
        </w:rPr>
      </w:pPr>
      <w:r w:rsidRPr="00CB3D37">
        <w:rPr>
          <w:lang w:val="en-US"/>
        </w:rPr>
        <w:t xml:space="preserve">    if [ "$skipdb" == "-1" ] ; then</w:t>
      </w:r>
    </w:p>
    <w:p w:rsidR="00602787" w:rsidRPr="00CB3D37" w:rsidRDefault="00602787" w:rsidP="00EA558E">
      <w:pPr>
        <w:pStyle w:val="Codigo"/>
        <w:ind w:left="360"/>
        <w:rPr>
          <w:lang w:val="en-US"/>
        </w:rPr>
      </w:pPr>
      <w:r w:rsidRPr="00CB3D37">
        <w:rPr>
          <w:lang w:val="en-US"/>
        </w:rPr>
        <w:tab/>
        <w:t>FILE="$MBD/$db.$HOST.$NOW.gz"</w:t>
      </w:r>
    </w:p>
    <w:p w:rsidR="00602787" w:rsidRPr="00E660EB" w:rsidRDefault="00602787" w:rsidP="00EA558E">
      <w:pPr>
        <w:pStyle w:val="Codigo"/>
        <w:ind w:left="360"/>
      </w:pPr>
      <w:r w:rsidRPr="00CB3D37">
        <w:rPr>
          <w:lang w:val="en-US"/>
        </w:rPr>
        <w:tab/>
      </w:r>
      <w:r w:rsidRPr="00E660EB">
        <w:t># Todo el trabajo se lleva a cabo en un cauce</w:t>
      </w:r>
    </w:p>
    <w:p w:rsidR="00602787" w:rsidRPr="00E660EB" w:rsidRDefault="00602787" w:rsidP="00EA558E">
      <w:pPr>
        <w:pStyle w:val="Codigo"/>
        <w:ind w:left="360"/>
      </w:pPr>
      <w:r w:rsidRPr="00E660EB">
        <w:tab/>
        <w:t># Conexión a mysql mediante mysqldump para seleccionar la base de datos</w:t>
      </w:r>
    </w:p>
    <w:p w:rsidR="00602787" w:rsidRPr="00E660EB" w:rsidRDefault="00602787" w:rsidP="00EA558E">
      <w:pPr>
        <w:pStyle w:val="Codigo"/>
        <w:ind w:left="360"/>
      </w:pPr>
      <w:r w:rsidRPr="00E660EB">
        <w:tab/>
        <w:t># la cual se envía comprimida mediante gzip al directorio de destino</w:t>
      </w:r>
    </w:p>
    <w:p w:rsidR="00602787" w:rsidRPr="00CB3D37" w:rsidRDefault="00602787" w:rsidP="00EA558E">
      <w:pPr>
        <w:pStyle w:val="Codigo"/>
        <w:ind w:left="360"/>
        <w:rPr>
          <w:lang w:val="en-US"/>
        </w:rPr>
      </w:pPr>
      <w:r w:rsidRPr="00E660EB">
        <w:t xml:space="preserve">        </w:t>
      </w:r>
      <w:r w:rsidRPr="00CB3D37">
        <w:rPr>
          <w:lang w:val="en-US"/>
        </w:rPr>
        <w:t>$MYSQLDUMP -u $USUARIO -h $SERVER -p$PASS $db | $GZIP -9 &gt; $FILE</w:t>
      </w:r>
    </w:p>
    <w:p w:rsidR="00602787" w:rsidRPr="00E660EB" w:rsidRDefault="00602787" w:rsidP="00EA558E">
      <w:pPr>
        <w:pStyle w:val="Codigo"/>
        <w:ind w:left="360"/>
      </w:pPr>
      <w:r w:rsidRPr="00CB3D37">
        <w:rPr>
          <w:lang w:val="en-US"/>
        </w:rPr>
        <w:t xml:space="preserve">    </w:t>
      </w:r>
      <w:r w:rsidRPr="00E660EB">
        <w:t>fi</w:t>
      </w:r>
    </w:p>
    <w:p w:rsidR="00602787" w:rsidRPr="00E660EB" w:rsidRDefault="00602787" w:rsidP="00EA558E">
      <w:pPr>
        <w:pStyle w:val="Codigo"/>
        <w:ind w:left="360"/>
      </w:pPr>
      <w:r w:rsidRPr="00E660EB">
        <w:t>done</w:t>
      </w:r>
    </w:p>
    <w:p w:rsidR="00602787" w:rsidRPr="003E358D" w:rsidRDefault="00602787" w:rsidP="00EA558E"/>
    <w:p w:rsidR="00602787" w:rsidRPr="003E358D" w:rsidRDefault="00602787" w:rsidP="00EA558E">
      <w:pPr>
        <w:rPr>
          <w:lang w:val="es-ES"/>
        </w:rPr>
      </w:pPr>
    </w:p>
    <w:p w:rsidR="00602787" w:rsidRPr="002921AA" w:rsidRDefault="00602787" w:rsidP="00EA558E">
      <w:pPr>
        <w:pStyle w:val="ListParagraph"/>
        <w:numPr>
          <w:ilvl w:val="0"/>
          <w:numId w:val="1"/>
        </w:numPr>
        <w:jc w:val="both"/>
        <w:rPr>
          <w:sz w:val="22"/>
          <w:szCs w:val="22"/>
        </w:rPr>
      </w:pPr>
      <w:r>
        <w:rPr>
          <w:sz w:val="22"/>
          <w:szCs w:val="22"/>
        </w:rPr>
        <w:t>Cree un script que permita añadir bases de datos, usuarios y contraseñas a un servidor MySQL, y que admita además acceso el mismo de modo inmediato mediante la asignación de los permisos pertinentes.</w:t>
      </w:r>
    </w:p>
    <w:p w:rsidR="00602787" w:rsidRPr="003C1602" w:rsidRDefault="00602787" w:rsidP="00EA558E">
      <w:pPr>
        <w:pStyle w:val="Codigo"/>
        <w:ind w:left="360"/>
      </w:pPr>
      <w:r w:rsidRPr="003C1602">
        <w:t>#!/bin/bash</w:t>
      </w:r>
    </w:p>
    <w:p w:rsidR="00602787" w:rsidRPr="003C1602" w:rsidRDefault="00602787" w:rsidP="00EA558E">
      <w:pPr>
        <w:pStyle w:val="Codigo"/>
        <w:ind w:left="360"/>
      </w:pPr>
      <w:r w:rsidRPr="003C1602">
        <w:t># addBD.sh</w:t>
      </w:r>
    </w:p>
    <w:p w:rsidR="00602787" w:rsidRPr="003C1602" w:rsidRDefault="00602787" w:rsidP="00EA558E">
      <w:pPr>
        <w:pStyle w:val="Codigo"/>
        <w:ind w:left="360"/>
      </w:pPr>
      <w:r w:rsidRPr="003C1602">
        <w:t>#</w:t>
      </w:r>
    </w:p>
    <w:p w:rsidR="00602787" w:rsidRPr="003C1602" w:rsidRDefault="00602787" w:rsidP="00EA558E">
      <w:pPr>
        <w:pStyle w:val="Codigo"/>
        <w:ind w:left="360"/>
      </w:pPr>
      <w:r w:rsidRPr="003C1602">
        <w:t># Script que permite añadir bases de datos, usuarios y password a una base de</w:t>
      </w:r>
    </w:p>
    <w:p w:rsidR="00602787" w:rsidRPr="003C1602" w:rsidRDefault="00602787" w:rsidP="00EA558E">
      <w:pPr>
        <w:pStyle w:val="Codigo"/>
        <w:ind w:left="360"/>
      </w:pPr>
      <w:r w:rsidRPr="003C1602">
        <w:t># datos MySQL.</w:t>
      </w:r>
    </w:p>
    <w:p w:rsidR="00602787" w:rsidRPr="003C1602" w:rsidRDefault="00602787" w:rsidP="00EA558E">
      <w:pPr>
        <w:pStyle w:val="Codigo"/>
        <w:ind w:left="360"/>
      </w:pPr>
      <w:r w:rsidRPr="003C1602">
        <w:t># Permite acceso "al vuelo" a la vez que se crea la base de datos.</w:t>
      </w:r>
    </w:p>
    <w:p w:rsidR="00602787" w:rsidRPr="003C1602" w:rsidRDefault="00602787" w:rsidP="00EA558E">
      <w:pPr>
        <w:pStyle w:val="Codigo"/>
        <w:ind w:left="360"/>
      </w:pPr>
    </w:p>
    <w:p w:rsidR="00602787" w:rsidRPr="003C1602" w:rsidRDefault="00602787" w:rsidP="00EA558E">
      <w:pPr>
        <w:pStyle w:val="Codigo"/>
        <w:ind w:left="360"/>
      </w:pPr>
      <w:r w:rsidRPr="003C1602">
        <w:t># Parámetros para la creación de la base de datos</w:t>
      </w:r>
    </w:p>
    <w:p w:rsidR="00602787" w:rsidRPr="003C1602" w:rsidRDefault="00602787" w:rsidP="00EA558E">
      <w:pPr>
        <w:pStyle w:val="Codigo"/>
        <w:ind w:left="360"/>
      </w:pPr>
      <w:r w:rsidRPr="003C1602">
        <w:t>BD="$1"</w:t>
      </w:r>
    </w:p>
    <w:p w:rsidR="00602787" w:rsidRPr="003C1602" w:rsidRDefault="00602787" w:rsidP="00EA558E">
      <w:pPr>
        <w:pStyle w:val="Codigo"/>
        <w:ind w:left="360"/>
      </w:pPr>
      <w:r w:rsidRPr="003C1602">
        <w:t>USUARIO="$2"</w:t>
      </w:r>
    </w:p>
    <w:p w:rsidR="00602787" w:rsidRPr="003C1602" w:rsidRDefault="00602787" w:rsidP="00EA558E">
      <w:pPr>
        <w:pStyle w:val="Codigo"/>
        <w:ind w:left="360"/>
      </w:pPr>
      <w:r w:rsidRPr="003C1602">
        <w:t>PASS="$3"</w:t>
      </w:r>
    </w:p>
    <w:p w:rsidR="00602787" w:rsidRPr="003C1602" w:rsidRDefault="00602787" w:rsidP="00EA558E">
      <w:pPr>
        <w:pStyle w:val="Codigo"/>
        <w:ind w:left="360"/>
      </w:pPr>
      <w:r w:rsidRPr="003C1602">
        <w:t>HOSTS="$4"</w:t>
      </w:r>
    </w:p>
    <w:p w:rsidR="00602787" w:rsidRPr="003C1602" w:rsidRDefault="00602787" w:rsidP="00EA558E">
      <w:pPr>
        <w:pStyle w:val="Codigo"/>
        <w:ind w:left="360"/>
      </w:pPr>
      <w:r w:rsidRPr="003C1602">
        <w:t>PERMISOS="$5"</w:t>
      </w:r>
    </w:p>
    <w:p w:rsidR="00602787" w:rsidRPr="003C1602" w:rsidRDefault="00602787" w:rsidP="00EA558E">
      <w:pPr>
        <w:pStyle w:val="Codigo"/>
        <w:ind w:left="360"/>
      </w:pPr>
      <w:r w:rsidRPr="003C1602">
        <w:t xml:space="preserve"> </w:t>
      </w:r>
    </w:p>
    <w:p w:rsidR="00602787" w:rsidRPr="003C1602" w:rsidRDefault="00602787" w:rsidP="00EA558E">
      <w:pPr>
        <w:pStyle w:val="Codigo"/>
        <w:ind w:left="360"/>
      </w:pPr>
      <w:r w:rsidRPr="003C1602">
        <w:t>## Ruta de los binarios de MySQL ##</w:t>
      </w:r>
    </w:p>
    <w:p w:rsidR="00602787" w:rsidRPr="003C1602" w:rsidRDefault="00602787" w:rsidP="00EA558E">
      <w:pPr>
        <w:pStyle w:val="Codigo"/>
        <w:ind w:left="360"/>
      </w:pPr>
      <w:r w:rsidRPr="003C1602">
        <w:t>mysql="/usr/bin/mysql"</w:t>
      </w:r>
    </w:p>
    <w:p w:rsidR="00602787" w:rsidRPr="003C1602" w:rsidRDefault="00602787" w:rsidP="00EA558E">
      <w:pPr>
        <w:pStyle w:val="Codigo"/>
        <w:ind w:left="360"/>
      </w:pPr>
    </w:p>
    <w:p w:rsidR="00602787" w:rsidRPr="003C1602" w:rsidRDefault="00602787" w:rsidP="00EA558E">
      <w:pPr>
        <w:pStyle w:val="Codigo"/>
        <w:ind w:left="360"/>
      </w:pPr>
      <w:r w:rsidRPr="003C1602">
        <w:t>## Datos de conexión ##</w:t>
      </w:r>
    </w:p>
    <w:p w:rsidR="00602787" w:rsidRPr="00085AB5" w:rsidRDefault="00602787" w:rsidP="00EA558E">
      <w:pPr>
        <w:pStyle w:val="Codigo"/>
        <w:ind w:left="360"/>
      </w:pPr>
      <w:r w:rsidRPr="00085AB5">
        <w:t>ADMINUSER='root'</w:t>
      </w:r>
    </w:p>
    <w:p w:rsidR="00602787" w:rsidRPr="00085AB5" w:rsidRDefault="00602787" w:rsidP="00EA558E">
      <w:pPr>
        <w:pStyle w:val="Codigo"/>
        <w:ind w:left="360"/>
      </w:pPr>
      <w:r w:rsidRPr="00085AB5">
        <w:t>ADMINPASS='MySQL-PassWord'</w:t>
      </w:r>
    </w:p>
    <w:p w:rsidR="00602787" w:rsidRPr="00085AB5" w:rsidRDefault="00602787" w:rsidP="00EA558E">
      <w:pPr>
        <w:pStyle w:val="Codigo"/>
        <w:ind w:left="360"/>
      </w:pPr>
      <w:r w:rsidRPr="00085AB5">
        <w:t>SERVER='localhost'</w:t>
      </w:r>
    </w:p>
    <w:p w:rsidR="00602787" w:rsidRPr="00085AB5" w:rsidRDefault="00602787" w:rsidP="00EA558E">
      <w:pPr>
        <w:pStyle w:val="Codigo"/>
        <w:ind w:left="360"/>
      </w:pPr>
      <w:r w:rsidRPr="00085AB5">
        <w:t xml:space="preserve"> </w:t>
      </w:r>
    </w:p>
    <w:p w:rsidR="00602787" w:rsidRPr="003C1602" w:rsidRDefault="00602787" w:rsidP="00EA558E">
      <w:pPr>
        <w:pStyle w:val="Codigo"/>
        <w:ind w:left="360"/>
      </w:pPr>
      <w:r w:rsidRPr="003C1602">
        <w:t xml:space="preserve"># </w:t>
      </w:r>
      <w:r>
        <w:t>Se comprueba</w:t>
      </w:r>
      <w:r w:rsidRPr="003C1602">
        <w:t xml:space="preserve"> la entrada de al menos tres permisos: BD, usuario, password</w:t>
      </w:r>
    </w:p>
    <w:p w:rsidR="00602787" w:rsidRPr="003C1602" w:rsidRDefault="00602787" w:rsidP="00EA558E">
      <w:pPr>
        <w:pStyle w:val="Codigo"/>
        <w:ind w:left="360"/>
      </w:pPr>
      <w:r w:rsidRPr="003C1602">
        <w:t>[[ $# -le 2 ]] &amp;&amp; { echo "Uso: $0 'NombreBD' 'Usuario' 'Contraseña' ['remoto1|remoto2|remotoN'] ['Permisos']"; exit 1; }</w:t>
      </w:r>
    </w:p>
    <w:p w:rsidR="00602787" w:rsidRPr="003C1602" w:rsidRDefault="00602787" w:rsidP="00EA558E">
      <w:pPr>
        <w:pStyle w:val="Codigo"/>
        <w:ind w:left="360"/>
      </w:pPr>
      <w:r w:rsidRPr="003C1602">
        <w:t xml:space="preserve"> </w:t>
      </w:r>
    </w:p>
    <w:p w:rsidR="00602787" w:rsidRPr="003C1602" w:rsidRDefault="00602787" w:rsidP="00EA558E">
      <w:pPr>
        <w:pStyle w:val="Codigo"/>
        <w:ind w:left="360"/>
      </w:pPr>
      <w:r w:rsidRPr="003C1602">
        <w:t># Si no se indican permisos, se asignan todos</w:t>
      </w:r>
    </w:p>
    <w:p w:rsidR="00602787" w:rsidRPr="003C1602" w:rsidRDefault="00602787" w:rsidP="00EA558E">
      <w:pPr>
        <w:pStyle w:val="Codigo"/>
        <w:ind w:left="360"/>
      </w:pPr>
      <w:r w:rsidRPr="003C1602">
        <w:t>[[ -z "${_PERMISOS}" ]] &amp;&amp; _PERMISOS="ALL"</w:t>
      </w:r>
    </w:p>
    <w:p w:rsidR="00602787" w:rsidRPr="003C1602" w:rsidRDefault="00602787" w:rsidP="00EA558E">
      <w:pPr>
        <w:pStyle w:val="Codigo"/>
        <w:ind w:left="360"/>
      </w:pPr>
      <w:r w:rsidRPr="003C1602">
        <w:t xml:space="preserve"> </w:t>
      </w:r>
    </w:p>
    <w:p w:rsidR="00602787" w:rsidRPr="003C1602" w:rsidRDefault="00602787" w:rsidP="00EA558E">
      <w:pPr>
        <w:pStyle w:val="Codigo"/>
        <w:ind w:left="360"/>
      </w:pPr>
      <w:r w:rsidRPr="003C1602">
        <w:t># Construcción de las consultas MySQL</w:t>
      </w:r>
    </w:p>
    <w:p w:rsidR="00602787" w:rsidRPr="003C1602" w:rsidRDefault="00602787" w:rsidP="00EA558E">
      <w:pPr>
        <w:pStyle w:val="Codigo"/>
        <w:ind w:left="360"/>
      </w:pPr>
      <w:r w:rsidRPr="003C1602">
        <w:t>_uamq="${mysql} -u "${ADMINUSER}" -h "${SERVER}" -p'${ADMINPASS}' -e 'CREATE DATABASE ${BD};'"</w:t>
      </w:r>
    </w:p>
    <w:p w:rsidR="00602787" w:rsidRPr="003C1602" w:rsidRDefault="00602787" w:rsidP="00EA558E">
      <w:pPr>
        <w:pStyle w:val="Codigo"/>
        <w:ind w:left="360"/>
      </w:pPr>
      <w:r w:rsidRPr="003C1602">
        <w:t>_upermq1="${mysql} -u "${ADMINUSER}" -h "${SERVER}" -p'${ADMINPASS}' -e \"GRANT ${PERMISOS} ON ${BD}.* TO ${USUARIO}@localhost IDENTIFIED BY '${PASS}';\""</w:t>
      </w:r>
    </w:p>
    <w:p w:rsidR="00602787" w:rsidRPr="003C1602" w:rsidRDefault="00602787" w:rsidP="00EA558E">
      <w:pPr>
        <w:pStyle w:val="Codigo"/>
        <w:ind w:left="360"/>
      </w:pPr>
      <w:r w:rsidRPr="003C1602">
        <w:t xml:space="preserve"> </w:t>
      </w:r>
    </w:p>
    <w:p w:rsidR="00602787" w:rsidRPr="003C1602" w:rsidRDefault="00602787" w:rsidP="00EA558E">
      <w:pPr>
        <w:pStyle w:val="Codigo"/>
        <w:ind w:left="360"/>
      </w:pPr>
      <w:r w:rsidRPr="003C1602">
        <w:t># Ejecución de las consultas MySQL</w:t>
      </w:r>
    </w:p>
    <w:p w:rsidR="00602787" w:rsidRPr="003C1602" w:rsidRDefault="00602787" w:rsidP="00EA558E">
      <w:pPr>
        <w:pStyle w:val="Codigo"/>
        <w:ind w:left="360"/>
      </w:pPr>
      <w:r w:rsidRPr="003C1602">
        <w:t>$_uamq</w:t>
      </w:r>
    </w:p>
    <w:p w:rsidR="00602787" w:rsidRPr="003C1602" w:rsidRDefault="00602787" w:rsidP="00EA558E">
      <w:pPr>
        <w:pStyle w:val="Codigo"/>
        <w:ind w:left="360"/>
      </w:pPr>
      <w:r w:rsidRPr="003C1602">
        <w:t>$_upermq1</w:t>
      </w:r>
    </w:p>
    <w:p w:rsidR="00602787" w:rsidRPr="003C1602" w:rsidRDefault="00602787" w:rsidP="00EA558E">
      <w:pPr>
        <w:pStyle w:val="Codigo"/>
        <w:ind w:left="360"/>
      </w:pPr>
      <w:r w:rsidRPr="003C1602">
        <w:t xml:space="preserve"> </w:t>
      </w:r>
    </w:p>
    <w:p w:rsidR="00602787" w:rsidRPr="003C1602" w:rsidRDefault="00602787" w:rsidP="00EA558E">
      <w:pPr>
        <w:pStyle w:val="Codigo"/>
        <w:ind w:left="360"/>
      </w:pPr>
      <w:r w:rsidRPr="003C1602">
        <w:t># Lectura en bucle de los host a los que asignar permiso de acceso</w:t>
      </w:r>
    </w:p>
    <w:p w:rsidR="00602787" w:rsidRPr="008A1C6E" w:rsidRDefault="00602787" w:rsidP="00EA558E">
      <w:pPr>
        <w:pStyle w:val="Codigo"/>
        <w:ind w:left="360"/>
        <w:rPr>
          <w:lang w:val="en-US"/>
        </w:rPr>
      </w:pPr>
      <w:r w:rsidRPr="008A1C6E">
        <w:rPr>
          <w:lang w:val="en-US"/>
        </w:rPr>
        <w:t>IFS='|'</w:t>
      </w:r>
    </w:p>
    <w:p w:rsidR="00602787" w:rsidRPr="008A1C6E" w:rsidRDefault="00602787" w:rsidP="00EA558E">
      <w:pPr>
        <w:pStyle w:val="Codigo"/>
        <w:ind w:left="360"/>
        <w:rPr>
          <w:lang w:val="en-US"/>
        </w:rPr>
      </w:pPr>
      <w:r w:rsidRPr="008A1C6E">
        <w:rPr>
          <w:lang w:val="en-US"/>
        </w:rPr>
        <w:t>for  i in ${HOSTS}</w:t>
      </w:r>
    </w:p>
    <w:p w:rsidR="00602787" w:rsidRPr="008A1C6E" w:rsidRDefault="00602787" w:rsidP="00EA558E">
      <w:pPr>
        <w:pStyle w:val="Codigo"/>
        <w:ind w:left="360"/>
        <w:rPr>
          <w:lang w:val="en-US"/>
        </w:rPr>
      </w:pPr>
      <w:r w:rsidRPr="008A1C6E">
        <w:rPr>
          <w:lang w:val="en-US"/>
        </w:rPr>
        <w:t>do</w:t>
      </w:r>
    </w:p>
    <w:p w:rsidR="00602787" w:rsidRPr="003C1602" w:rsidRDefault="00602787" w:rsidP="00EA558E">
      <w:pPr>
        <w:pStyle w:val="Codigo"/>
        <w:ind w:left="360"/>
      </w:pPr>
      <w:r w:rsidRPr="008A1C6E">
        <w:rPr>
          <w:lang w:val="en-US"/>
        </w:rPr>
        <w:tab/>
        <w:t xml:space="preserve">_upermq2="${mysql} -u "${ADMINUSER}" -h "${SERVER}" -p'${ADMINPASS}' -e \"GRANT ${PERMISOS} ON ${BD}.* </w:t>
      </w:r>
      <w:r w:rsidRPr="003C1602">
        <w:t>TO ${USUARIO}@${i} IDENTIFIED BY '${PASS}';\""</w:t>
      </w:r>
    </w:p>
    <w:p w:rsidR="00602787" w:rsidRPr="003C1602" w:rsidRDefault="00602787" w:rsidP="00EA558E">
      <w:pPr>
        <w:pStyle w:val="Codigo"/>
        <w:ind w:left="360"/>
      </w:pPr>
      <w:r w:rsidRPr="003C1602">
        <w:tab/>
        <w:t>$_upermq2</w:t>
      </w:r>
    </w:p>
    <w:p w:rsidR="00602787" w:rsidRPr="003C1602" w:rsidRDefault="00602787" w:rsidP="00EA558E">
      <w:pPr>
        <w:pStyle w:val="Codigo"/>
        <w:ind w:left="360"/>
      </w:pPr>
      <w:r w:rsidRPr="003C1602">
        <w:t>done</w:t>
      </w:r>
    </w:p>
    <w:p w:rsidR="00602787" w:rsidRPr="00373523" w:rsidRDefault="00602787" w:rsidP="00EA558E"/>
    <w:p w:rsidR="00602787" w:rsidRDefault="00602787" w:rsidP="00EA558E">
      <w:pPr>
        <w:pStyle w:val="Textocorrido"/>
        <w:ind w:firstLine="426"/>
        <w:rPr>
          <w:lang w:val="es-ES"/>
        </w:rPr>
      </w:pPr>
      <w:r>
        <w:rPr>
          <w:lang w:val="es-ES"/>
        </w:rPr>
        <w:t>El modo de uso del script es muy sencillo. Por ejemplo, mediante:</w:t>
      </w:r>
    </w:p>
    <w:p w:rsidR="00602787" w:rsidRPr="0075783F" w:rsidRDefault="00602787" w:rsidP="00EA558E">
      <w:pPr>
        <w:pStyle w:val="Codigo"/>
        <w:ind w:left="360"/>
      </w:pPr>
      <w:r w:rsidRPr="0075783F">
        <w:t xml:space="preserve">./addBD.sh personas gonzalo </w:t>
      </w:r>
      <w:r>
        <w:t>puga</w:t>
      </w:r>
    </w:p>
    <w:p w:rsidR="00602787" w:rsidRDefault="00602787" w:rsidP="00EA558E">
      <w:pPr>
        <w:pStyle w:val="Textocorrido"/>
        <w:rPr>
          <w:lang w:val="es-ES"/>
        </w:rPr>
      </w:pPr>
    </w:p>
    <w:p w:rsidR="00602787" w:rsidRDefault="00602787" w:rsidP="00EA558E">
      <w:pPr>
        <w:pStyle w:val="Textocorrido"/>
        <w:ind w:firstLine="426"/>
        <w:rPr>
          <w:lang w:val="es-ES"/>
        </w:rPr>
      </w:pPr>
      <w:r>
        <w:rPr>
          <w:lang w:val="es-ES"/>
        </w:rPr>
        <w:t xml:space="preserve">Se creará la base de datos </w:t>
      </w:r>
      <w:r w:rsidRPr="004443CD">
        <w:rPr>
          <w:i/>
          <w:iCs/>
          <w:lang w:val="es-ES"/>
        </w:rPr>
        <w:t>personas</w:t>
      </w:r>
      <w:r>
        <w:rPr>
          <w:lang w:val="es-ES"/>
        </w:rPr>
        <w:t xml:space="preserve">, a la cual se añade el usuario </w:t>
      </w:r>
      <w:r w:rsidRPr="004443CD">
        <w:rPr>
          <w:i/>
          <w:iCs/>
          <w:lang w:val="es-ES"/>
        </w:rPr>
        <w:t>gonzalo</w:t>
      </w:r>
      <w:r>
        <w:rPr>
          <w:lang w:val="es-ES"/>
        </w:rPr>
        <w:t xml:space="preserve"> con password </w:t>
      </w:r>
      <w:r w:rsidRPr="004443CD">
        <w:rPr>
          <w:i/>
          <w:iCs/>
          <w:lang w:val="es-ES"/>
        </w:rPr>
        <w:t>puga</w:t>
      </w:r>
      <w:r>
        <w:rPr>
          <w:lang w:val="es-ES"/>
        </w:rPr>
        <w:t xml:space="preserve">. </w:t>
      </w:r>
    </w:p>
    <w:p w:rsidR="00602787" w:rsidRPr="0075783F" w:rsidRDefault="00602787" w:rsidP="00EA558E">
      <w:pPr>
        <w:pStyle w:val="Textocorrido"/>
        <w:ind w:firstLine="426"/>
        <w:rPr>
          <w:lang w:val="es-ES"/>
        </w:rPr>
      </w:pPr>
      <w:r>
        <w:rPr>
          <w:lang w:val="es-ES"/>
        </w:rPr>
        <w:t>Si además se añade un conjunto de direcciones IP:</w:t>
      </w:r>
    </w:p>
    <w:p w:rsidR="00602787" w:rsidRDefault="00602787" w:rsidP="00EA558E">
      <w:pPr>
        <w:pStyle w:val="Codigo"/>
        <w:ind w:left="360"/>
      </w:pPr>
      <w:r w:rsidRPr="0075783F">
        <w:t xml:space="preserve">./addBD.sh personas gonzalo </w:t>
      </w:r>
      <w:r>
        <w:t>puga</w:t>
      </w:r>
      <w:r w:rsidRPr="00FD75B1">
        <w:t xml:space="preserve"> '192.168.1.5|192.168.1.11'</w:t>
      </w:r>
    </w:p>
    <w:p w:rsidR="00602787" w:rsidRDefault="00602787" w:rsidP="00EA558E">
      <w:pPr>
        <w:rPr>
          <w:lang w:val="es-ES" w:eastAsia="en-US"/>
        </w:rPr>
      </w:pPr>
    </w:p>
    <w:p w:rsidR="00602787" w:rsidRDefault="00602787" w:rsidP="00EA558E">
      <w:pPr>
        <w:pStyle w:val="Textocorrido"/>
        <w:ind w:firstLine="426"/>
        <w:rPr>
          <w:lang w:val="es-ES"/>
        </w:rPr>
      </w:pPr>
      <w:r>
        <w:rPr>
          <w:lang w:val="es-ES"/>
        </w:rPr>
        <w:t xml:space="preserve">Dichas direcciones serán autorizadas para acceder al servidor de base de datos con el usuario </w:t>
      </w:r>
      <w:r w:rsidRPr="004443CD">
        <w:rPr>
          <w:i/>
          <w:iCs/>
          <w:lang w:val="es-ES"/>
        </w:rPr>
        <w:t>gonzalo</w:t>
      </w:r>
      <w:r>
        <w:rPr>
          <w:lang w:val="es-ES"/>
        </w:rPr>
        <w:t>.</w:t>
      </w:r>
    </w:p>
    <w:p w:rsidR="00602787" w:rsidRDefault="00602787" w:rsidP="00EA558E">
      <w:pPr>
        <w:pStyle w:val="Textocorrido"/>
        <w:ind w:firstLine="426"/>
        <w:rPr>
          <w:lang w:val="es-ES"/>
        </w:rPr>
      </w:pPr>
      <w:r>
        <w:rPr>
          <w:lang w:val="es-ES"/>
        </w:rPr>
        <w:t>Para finalizar, se pueden indicar los permisos que dicho usuario tendrá sobre la base de datos mediante:</w:t>
      </w:r>
    </w:p>
    <w:p w:rsidR="00602787" w:rsidRPr="0075783F" w:rsidRDefault="00602787" w:rsidP="00EA558E">
      <w:pPr>
        <w:rPr>
          <w:lang w:val="es-ES"/>
        </w:rPr>
      </w:pPr>
    </w:p>
    <w:p w:rsidR="00602787" w:rsidRDefault="00602787" w:rsidP="00EA558E">
      <w:pPr>
        <w:pStyle w:val="Codigo"/>
        <w:ind w:left="360"/>
      </w:pPr>
      <w:r w:rsidRPr="00CB3D37">
        <w:t>./addBD.sh personas gonzalo puga '192.168.1.5|192.168.1.11' 'SELECT,INSERT,UPDATE,DELETE'</w:t>
      </w:r>
    </w:p>
    <w:p w:rsidR="00602787" w:rsidRPr="00D704BE" w:rsidRDefault="00602787" w:rsidP="00EA558E">
      <w:pPr>
        <w:rPr>
          <w:lang w:val="es-ES" w:eastAsia="en-US"/>
        </w:rPr>
      </w:pPr>
    </w:p>
    <w:p w:rsidR="00602787" w:rsidRDefault="00602787" w:rsidP="00EA558E">
      <w:pPr>
        <w:rPr>
          <w:lang w:val="es-ES" w:eastAsia="en-US"/>
        </w:rPr>
      </w:pPr>
    </w:p>
    <w:p w:rsidR="00602787" w:rsidRDefault="00602787" w:rsidP="00EA558E">
      <w:pPr>
        <w:pStyle w:val="ListParagraph"/>
        <w:numPr>
          <w:ilvl w:val="0"/>
          <w:numId w:val="1"/>
        </w:numPr>
        <w:jc w:val="both"/>
        <w:rPr>
          <w:sz w:val="22"/>
          <w:szCs w:val="22"/>
        </w:rPr>
      </w:pPr>
      <w:r>
        <w:rPr>
          <w:sz w:val="22"/>
          <w:szCs w:val="22"/>
        </w:rPr>
        <w:t>Implemente un script que realice una copia de una base de datos MySQL y la envíe a otro servidor haciendo uso de SSH. Las condiciones que debe cumplir el script son las siguientes:</w:t>
      </w:r>
    </w:p>
    <w:p w:rsidR="00602787" w:rsidRDefault="00602787" w:rsidP="00EA558E">
      <w:pPr>
        <w:pStyle w:val="Textocorrido"/>
        <w:numPr>
          <w:ilvl w:val="0"/>
          <w:numId w:val="2"/>
        </w:numPr>
        <w:tabs>
          <w:tab w:val="clear" w:pos="1429"/>
          <w:tab w:val="num" w:pos="720"/>
        </w:tabs>
        <w:ind w:left="720"/>
      </w:pPr>
      <w:r>
        <w:t>Exportar la estructura y los datos de la base de datos en un archivo SQL con MySqlDump.</w:t>
      </w:r>
    </w:p>
    <w:p w:rsidR="00602787" w:rsidRDefault="00602787" w:rsidP="00EA558E">
      <w:pPr>
        <w:pStyle w:val="Textocorrido"/>
        <w:numPr>
          <w:ilvl w:val="0"/>
          <w:numId w:val="2"/>
        </w:numPr>
        <w:tabs>
          <w:tab w:val="clear" w:pos="1429"/>
          <w:tab w:val="num" w:pos="720"/>
        </w:tabs>
        <w:ind w:left="720"/>
      </w:pPr>
      <w:r>
        <w:t>Comprimir el archivo SQL.</w:t>
      </w:r>
    </w:p>
    <w:p w:rsidR="00602787" w:rsidRDefault="00602787" w:rsidP="00EA558E">
      <w:pPr>
        <w:pStyle w:val="Textocorrido"/>
        <w:numPr>
          <w:ilvl w:val="0"/>
          <w:numId w:val="2"/>
        </w:numPr>
        <w:tabs>
          <w:tab w:val="clear" w:pos="1429"/>
          <w:tab w:val="num" w:pos="720"/>
        </w:tabs>
        <w:ind w:left="720"/>
      </w:pPr>
      <w:r>
        <w:t>Envío del archivo a un servidor remoto mediante SSH (opcional).</w:t>
      </w:r>
    </w:p>
    <w:p w:rsidR="00602787" w:rsidRPr="00FF3936" w:rsidRDefault="00602787" w:rsidP="00EA558E">
      <w:pPr>
        <w:pStyle w:val="Textocorrido"/>
        <w:numPr>
          <w:ilvl w:val="0"/>
          <w:numId w:val="2"/>
        </w:numPr>
        <w:tabs>
          <w:tab w:val="clear" w:pos="1429"/>
          <w:tab w:val="num" w:pos="720"/>
        </w:tabs>
        <w:ind w:left="720"/>
      </w:pPr>
      <w:r>
        <w:t xml:space="preserve">Guardar también la copia en un directorio local. Si el número de copias almacenadas supera un valor (variable </w:t>
      </w:r>
      <w:r w:rsidRPr="004443CD">
        <w:rPr>
          <w:i/>
          <w:iCs/>
        </w:rPr>
        <w:t>MaxBackups</w:t>
      </w:r>
      <w:r>
        <w:t>) se eliminarán las versiones más antiguas.</w:t>
      </w:r>
    </w:p>
    <w:p w:rsidR="00602787" w:rsidRPr="00D704BE" w:rsidRDefault="00602787" w:rsidP="00EA558E">
      <w:pPr>
        <w:rPr>
          <w:lang w:eastAsia="en-US"/>
        </w:rPr>
      </w:pPr>
    </w:p>
    <w:p w:rsidR="00602787" w:rsidRPr="00D704BE" w:rsidRDefault="00602787" w:rsidP="00EA558E">
      <w:pPr>
        <w:pStyle w:val="Codigo"/>
        <w:ind w:left="360"/>
      </w:pPr>
      <w:r w:rsidRPr="00D704BE">
        <w:t>#!/bin/bash</w:t>
      </w:r>
    </w:p>
    <w:p w:rsidR="00602787" w:rsidRPr="00D704BE" w:rsidRDefault="00602787" w:rsidP="00EA558E">
      <w:pPr>
        <w:pStyle w:val="Codigo"/>
        <w:ind w:left="360"/>
      </w:pPr>
      <w:r w:rsidRPr="00D704BE">
        <w:t># mysqlBackupSSH.sh</w:t>
      </w:r>
    </w:p>
    <w:p w:rsidR="00602787" w:rsidRPr="00D704BE" w:rsidRDefault="00602787" w:rsidP="00EA558E">
      <w:pPr>
        <w:pStyle w:val="Codigo"/>
        <w:ind w:left="360"/>
      </w:pPr>
    </w:p>
    <w:p w:rsidR="00602787" w:rsidRPr="00D704BE" w:rsidRDefault="00602787" w:rsidP="00EA558E">
      <w:pPr>
        <w:pStyle w:val="Codigo"/>
        <w:ind w:left="360"/>
      </w:pPr>
      <w:r w:rsidRPr="00D704BE">
        <w:t xml:space="preserve"># Script para realizar backup de la base </w:t>
      </w:r>
    </w:p>
    <w:p w:rsidR="00602787" w:rsidRPr="00D704BE" w:rsidRDefault="00602787" w:rsidP="00EA558E">
      <w:pPr>
        <w:pStyle w:val="Codigo"/>
        <w:ind w:left="360"/>
      </w:pPr>
      <w:r w:rsidRPr="00D704BE">
        <w:t xml:space="preserve"># de datos </w:t>
      </w:r>
      <w:r>
        <w:t>MySQL</w:t>
      </w:r>
      <w:r w:rsidRPr="00D704BE">
        <w:t xml:space="preserve"> y su envío mediante ssh</w:t>
      </w:r>
    </w:p>
    <w:p w:rsidR="00602787" w:rsidRPr="00D704BE" w:rsidRDefault="00602787" w:rsidP="00EA558E">
      <w:pPr>
        <w:pStyle w:val="Codigo"/>
        <w:ind w:left="360"/>
      </w:pP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Configuración de la base de datos</w:t>
      </w:r>
    </w:p>
    <w:p w:rsidR="00602787" w:rsidRPr="00EA558E" w:rsidRDefault="00602787" w:rsidP="00EA558E">
      <w:pPr>
        <w:pStyle w:val="Codigo"/>
        <w:ind w:left="360"/>
        <w:rPr>
          <w:lang w:val="en-US"/>
        </w:rPr>
      </w:pPr>
      <w:r w:rsidRPr="00EA558E">
        <w:rPr>
          <w:lang w:val="en-US"/>
        </w:rPr>
        <w:t>DbUser=usuario</w:t>
      </w:r>
    </w:p>
    <w:p w:rsidR="00602787" w:rsidRPr="00EA558E" w:rsidRDefault="00602787" w:rsidP="00EA558E">
      <w:pPr>
        <w:pStyle w:val="Codigo"/>
        <w:ind w:left="360"/>
        <w:rPr>
          <w:lang w:val="en-US"/>
        </w:rPr>
      </w:pPr>
      <w:r w:rsidRPr="00EA558E">
        <w:rPr>
          <w:lang w:val="en-US"/>
        </w:rPr>
        <w:t>DbHost=127.0.0.1</w:t>
      </w:r>
    </w:p>
    <w:p w:rsidR="00602787" w:rsidRPr="00EA558E" w:rsidRDefault="00602787" w:rsidP="00EA558E">
      <w:pPr>
        <w:pStyle w:val="Codigo"/>
        <w:ind w:left="360"/>
        <w:rPr>
          <w:lang w:val="en-US"/>
        </w:rPr>
      </w:pPr>
      <w:r w:rsidRPr="00EA558E">
        <w:rPr>
          <w:lang w:val="en-US"/>
        </w:rPr>
        <w:t>DbPass=password</w:t>
      </w:r>
    </w:p>
    <w:p w:rsidR="00602787" w:rsidRPr="00EA558E" w:rsidRDefault="00602787" w:rsidP="00EA558E">
      <w:pPr>
        <w:pStyle w:val="Codigo"/>
        <w:ind w:left="360"/>
        <w:rPr>
          <w:lang w:val="en-US"/>
        </w:rPr>
      </w:pPr>
      <w:r w:rsidRPr="00EA558E">
        <w:rPr>
          <w:lang w:val="en-US"/>
        </w:rPr>
        <w:t>DbName=baseDatos</w:t>
      </w:r>
    </w:p>
    <w:p w:rsidR="00602787" w:rsidRPr="00EA558E" w:rsidRDefault="00602787" w:rsidP="00EA558E">
      <w:pPr>
        <w:pStyle w:val="Codigo"/>
        <w:ind w:left="360"/>
        <w:rPr>
          <w:lang w:val="en-US"/>
        </w:rPr>
      </w:pPr>
      <w:r w:rsidRPr="00EA558E">
        <w:rPr>
          <w:lang w:val="en-US"/>
        </w:rPr>
        <w:t xml:space="preserve"> </w:t>
      </w:r>
    </w:p>
    <w:p w:rsidR="00602787" w:rsidRPr="00D704BE" w:rsidRDefault="00602787" w:rsidP="00EA558E">
      <w:pPr>
        <w:pStyle w:val="Codigo"/>
        <w:ind w:left="360"/>
      </w:pPr>
      <w:r w:rsidRPr="00D704BE">
        <w:t># Configuración del número máximo de backups a guardar</w:t>
      </w:r>
    </w:p>
    <w:p w:rsidR="00602787" w:rsidRPr="00D704BE" w:rsidRDefault="00602787" w:rsidP="00EA558E">
      <w:pPr>
        <w:pStyle w:val="Codigo"/>
        <w:ind w:left="360"/>
      </w:pPr>
      <w:r w:rsidRPr="00D704BE">
        <w:t>MaxBackups=7</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Configuración de comandos</w:t>
      </w:r>
    </w:p>
    <w:p w:rsidR="00602787" w:rsidRPr="00D704BE" w:rsidRDefault="00602787" w:rsidP="00EA558E">
      <w:pPr>
        <w:pStyle w:val="Codigo"/>
        <w:ind w:left="360"/>
      </w:pPr>
      <w:r w:rsidRPr="00D704BE">
        <w:t>MySqlDump_cmd=/usr/bin/mysqldump</w:t>
      </w:r>
    </w:p>
    <w:p w:rsidR="00602787" w:rsidRPr="008A1C6E" w:rsidRDefault="00602787" w:rsidP="00EA558E">
      <w:pPr>
        <w:pStyle w:val="Codigo"/>
        <w:ind w:left="360"/>
        <w:rPr>
          <w:lang w:val="en-US"/>
        </w:rPr>
      </w:pPr>
      <w:r w:rsidRPr="008A1C6E">
        <w:rPr>
          <w:lang w:val="en-US"/>
        </w:rPr>
        <w:t>Tar_cmd=/bin/tar</w:t>
      </w:r>
    </w:p>
    <w:p w:rsidR="00602787" w:rsidRPr="008A1C6E" w:rsidRDefault="00602787" w:rsidP="00EA558E">
      <w:pPr>
        <w:pStyle w:val="Codigo"/>
        <w:ind w:left="360"/>
        <w:rPr>
          <w:lang w:val="en-US"/>
        </w:rPr>
      </w:pPr>
      <w:r w:rsidRPr="008A1C6E">
        <w:rPr>
          <w:lang w:val="en-US"/>
        </w:rPr>
        <w:t>LOCAL_SCP_CMD=/usr/bin/scp</w:t>
      </w:r>
    </w:p>
    <w:p w:rsidR="00602787" w:rsidRPr="008A1C6E" w:rsidRDefault="00602787" w:rsidP="00EA558E">
      <w:pPr>
        <w:pStyle w:val="Codigo"/>
        <w:ind w:left="360"/>
        <w:rPr>
          <w:lang w:val="en-US"/>
        </w:rPr>
      </w:pPr>
      <w:r w:rsidRPr="008A1C6E">
        <w:rPr>
          <w:lang w:val="en-US"/>
        </w:rPr>
        <w:t>LOCAL_SSH_CMD=/usr/bin/ssh</w:t>
      </w:r>
    </w:p>
    <w:p w:rsidR="00602787" w:rsidRPr="00EA558E" w:rsidRDefault="00602787" w:rsidP="00EA558E">
      <w:pPr>
        <w:pStyle w:val="Codigo"/>
        <w:ind w:left="360"/>
        <w:rPr>
          <w:lang w:val="en-US"/>
        </w:rPr>
      </w:pPr>
      <w:r w:rsidRPr="00EA558E">
        <w:rPr>
          <w:lang w:val="en-US"/>
        </w:rPr>
        <w:t xml:space="preserve"> </w:t>
      </w:r>
    </w:p>
    <w:p w:rsidR="00602787" w:rsidRPr="00D704BE" w:rsidRDefault="00602787" w:rsidP="00EA558E">
      <w:pPr>
        <w:pStyle w:val="Codigo"/>
        <w:ind w:left="360"/>
      </w:pPr>
      <w:r w:rsidRPr="00D704BE">
        <w:t># Configuración de directorios</w:t>
      </w:r>
    </w:p>
    <w:p w:rsidR="00602787" w:rsidRPr="00D704BE" w:rsidRDefault="00602787" w:rsidP="00EA558E">
      <w:pPr>
        <w:pStyle w:val="Codigo"/>
        <w:ind w:left="360"/>
      </w:pPr>
      <w:r w:rsidRPr="00D704BE">
        <w:t>DirTmp=/tmp</w:t>
      </w:r>
    </w:p>
    <w:p w:rsidR="00602787" w:rsidRPr="00D704BE" w:rsidRDefault="00602787" w:rsidP="00EA558E">
      <w:pPr>
        <w:pStyle w:val="Codigo"/>
        <w:ind w:left="360"/>
      </w:pPr>
      <w:r w:rsidRPr="00D704BE">
        <w:t xml:space="preserve">DirBackup=/backups </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Configuración archivo de backup</w:t>
      </w:r>
    </w:p>
    <w:p w:rsidR="00602787" w:rsidRPr="00D704BE" w:rsidRDefault="00602787" w:rsidP="00EA558E">
      <w:pPr>
        <w:pStyle w:val="Codigo"/>
        <w:ind w:left="360"/>
      </w:pPr>
      <w:r w:rsidRPr="00D704BE">
        <w:t>HOY=`date +"%d-%m-%Y_%H_%M_%S"`</w:t>
      </w:r>
    </w:p>
    <w:p w:rsidR="00602787" w:rsidRPr="00D704BE" w:rsidRDefault="00602787" w:rsidP="00EA558E">
      <w:pPr>
        <w:pStyle w:val="Codigo"/>
        <w:ind w:left="360"/>
      </w:pPr>
      <w:r w:rsidRPr="00D704BE">
        <w:t>FileNameBackup=backup_$HOY</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Configuración ar</w:t>
      </w:r>
      <w:r>
        <w:t>chivos temporales y backups (OJO!</w:t>
      </w:r>
      <w:r w:rsidRPr="00D704BE">
        <w:t xml:space="preserve"> no cambiar la extensión del archivo)</w:t>
      </w:r>
    </w:p>
    <w:p w:rsidR="00602787" w:rsidRPr="00EA558E" w:rsidRDefault="00602787" w:rsidP="00EA558E">
      <w:pPr>
        <w:pStyle w:val="Codigo"/>
        <w:ind w:left="360"/>
        <w:rPr>
          <w:lang w:val="en-US"/>
        </w:rPr>
      </w:pPr>
      <w:r w:rsidRPr="00EA558E">
        <w:rPr>
          <w:lang w:val="en-US"/>
        </w:rPr>
        <w:t>FileTmpBackup=$DirTmp/$FileNameBackup.sql</w:t>
      </w:r>
    </w:p>
    <w:p w:rsidR="00602787" w:rsidRPr="00EA558E" w:rsidRDefault="00602787" w:rsidP="00EA558E">
      <w:pPr>
        <w:pStyle w:val="Codigo"/>
        <w:ind w:left="360"/>
        <w:rPr>
          <w:lang w:val="en-US"/>
        </w:rPr>
      </w:pPr>
      <w:r w:rsidRPr="00EA558E">
        <w:rPr>
          <w:lang w:val="en-US"/>
        </w:rPr>
        <w:t>FileBackup=$DirBackup/$FileNameBackup.tgz</w:t>
      </w:r>
    </w:p>
    <w:p w:rsidR="00602787" w:rsidRPr="00085AB5" w:rsidRDefault="00602787" w:rsidP="00EA558E">
      <w:pPr>
        <w:pStyle w:val="Codigo"/>
        <w:ind w:left="360"/>
      </w:pPr>
      <w:r w:rsidRPr="00085AB5">
        <w:t>BackupsFilePath=$DirTmp/backupspaths</w:t>
      </w:r>
    </w:p>
    <w:p w:rsidR="00602787" w:rsidRPr="00085AB5" w:rsidRDefault="00602787" w:rsidP="00EA558E">
      <w:pPr>
        <w:pStyle w:val="Codigo"/>
        <w:ind w:left="360"/>
      </w:pPr>
      <w:r w:rsidRPr="00085AB5">
        <w:t xml:space="preserve"> </w:t>
      </w:r>
    </w:p>
    <w:p w:rsidR="00602787" w:rsidRPr="00085AB5" w:rsidRDefault="00602787" w:rsidP="00EA558E">
      <w:pPr>
        <w:pStyle w:val="Codigo"/>
        <w:ind w:left="360"/>
      </w:pPr>
      <w:r w:rsidRPr="00085AB5">
        <w:t># Configuración SSH para enviar backup a otro servidor</w:t>
      </w:r>
    </w:p>
    <w:p w:rsidR="00602787" w:rsidRPr="008A1C6E" w:rsidRDefault="00602787" w:rsidP="00EA558E">
      <w:pPr>
        <w:pStyle w:val="Codigo"/>
        <w:ind w:left="360"/>
        <w:rPr>
          <w:lang w:val="en-US"/>
        </w:rPr>
      </w:pPr>
      <w:r w:rsidRPr="008A1C6E">
        <w:rPr>
          <w:lang w:val="en-US"/>
        </w:rPr>
        <w:t>ENABLED_REMOTE_BACKUP_SSH=1</w:t>
      </w:r>
    </w:p>
    <w:p w:rsidR="00602787" w:rsidRPr="008A1C6E" w:rsidRDefault="00602787" w:rsidP="00EA558E">
      <w:pPr>
        <w:pStyle w:val="Codigo"/>
        <w:ind w:left="360"/>
        <w:rPr>
          <w:lang w:val="en-US"/>
        </w:rPr>
      </w:pPr>
      <w:r w:rsidRPr="008A1C6E">
        <w:rPr>
          <w:lang w:val="en-US"/>
        </w:rPr>
        <w:t>CLAVE_SSH=/usr/local/bin/ssh_keys/id_rsa</w:t>
      </w:r>
    </w:p>
    <w:p w:rsidR="00602787" w:rsidRPr="008A1C6E" w:rsidRDefault="00602787" w:rsidP="00EA558E">
      <w:pPr>
        <w:pStyle w:val="Codigo"/>
        <w:ind w:left="360"/>
        <w:rPr>
          <w:lang w:val="en-US"/>
        </w:rPr>
      </w:pPr>
      <w:r w:rsidRPr="008A1C6E">
        <w:rPr>
          <w:lang w:val="en-US"/>
        </w:rPr>
        <w:t>IP_REMOTE_SSH=192.168.0.1</w:t>
      </w:r>
    </w:p>
    <w:p w:rsidR="00602787" w:rsidRPr="008A1C6E" w:rsidRDefault="00602787" w:rsidP="00EA558E">
      <w:pPr>
        <w:pStyle w:val="Codigo"/>
        <w:ind w:left="360"/>
        <w:rPr>
          <w:lang w:val="en-US"/>
        </w:rPr>
      </w:pPr>
      <w:r w:rsidRPr="008A1C6E">
        <w:rPr>
          <w:lang w:val="en-US"/>
        </w:rPr>
        <w:t>PORT_REMOTE_SSH=22</w:t>
      </w:r>
    </w:p>
    <w:p w:rsidR="00602787" w:rsidRPr="008A1C6E" w:rsidRDefault="00602787" w:rsidP="00EA558E">
      <w:pPr>
        <w:pStyle w:val="Codigo"/>
        <w:ind w:left="360"/>
        <w:rPr>
          <w:lang w:val="en-US"/>
        </w:rPr>
      </w:pPr>
      <w:r w:rsidRPr="008A1C6E">
        <w:rPr>
          <w:lang w:val="en-US"/>
        </w:rPr>
        <w:t>USER_SSH=root</w:t>
      </w:r>
    </w:p>
    <w:p w:rsidR="00602787" w:rsidRPr="008A1C6E" w:rsidRDefault="00602787" w:rsidP="00EA558E">
      <w:pPr>
        <w:pStyle w:val="Codigo"/>
        <w:ind w:left="360"/>
        <w:rPr>
          <w:lang w:val="en-US"/>
        </w:rPr>
      </w:pPr>
      <w:r w:rsidRPr="008A1C6E">
        <w:rPr>
          <w:lang w:val="en-US"/>
        </w:rPr>
        <w:t>HOY_SSH=`date +"%u"`</w:t>
      </w:r>
    </w:p>
    <w:p w:rsidR="00602787" w:rsidRPr="008A1C6E" w:rsidRDefault="00602787" w:rsidP="00EA558E">
      <w:pPr>
        <w:pStyle w:val="Codigo"/>
        <w:ind w:left="360"/>
        <w:rPr>
          <w:lang w:val="en-US"/>
        </w:rPr>
      </w:pPr>
      <w:r w:rsidRPr="008A1C6E">
        <w:rPr>
          <w:lang w:val="en-US"/>
        </w:rPr>
        <w:t>FileNameBackup_SSH=backup_$HOY_SSH.tgz</w:t>
      </w:r>
    </w:p>
    <w:p w:rsidR="00602787" w:rsidRPr="008A1C6E" w:rsidRDefault="00602787" w:rsidP="00EA558E">
      <w:pPr>
        <w:pStyle w:val="Codigo"/>
        <w:ind w:left="360"/>
        <w:rPr>
          <w:lang w:val="en-US"/>
        </w:rPr>
      </w:pPr>
      <w:r w:rsidRPr="008A1C6E">
        <w:rPr>
          <w:lang w:val="en-US"/>
        </w:rPr>
        <w:t>REMOTE_FILE_SSH=/ backups/ $FileNameBackup_SSH</w:t>
      </w:r>
    </w:p>
    <w:p w:rsidR="00602787" w:rsidRPr="00D704BE" w:rsidRDefault="00602787" w:rsidP="00EA558E">
      <w:pPr>
        <w:pStyle w:val="Codigo"/>
        <w:ind w:left="360"/>
      </w:pPr>
      <w:r w:rsidRPr="00D704BE">
        <w:t>LOCAL_FILE_SSH=$FileBackup</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Inicio del proceso de backup</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xml:space="preserve">echo "Generando </w:t>
      </w:r>
      <w:r>
        <w:t>backup de la base de Datos MySQL</w:t>
      </w:r>
      <w:r w:rsidRPr="00D704BE">
        <w:t>..."</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Comprobación de existencia de los directorios necesarios</w:t>
      </w:r>
    </w:p>
    <w:p w:rsidR="00602787" w:rsidRPr="00D704BE" w:rsidRDefault="00602787" w:rsidP="00EA558E">
      <w:pPr>
        <w:pStyle w:val="Codigo"/>
        <w:ind w:left="360"/>
      </w:pPr>
      <w:r w:rsidRPr="00D704BE">
        <w:t>if [ ! -d "$DirTmp" ]; then</w:t>
      </w:r>
    </w:p>
    <w:p w:rsidR="00602787" w:rsidRPr="00D704BE" w:rsidRDefault="00602787" w:rsidP="00EA558E">
      <w:pPr>
        <w:pStyle w:val="Codigo"/>
        <w:ind w:left="360"/>
      </w:pPr>
      <w:r w:rsidRPr="00D704BE">
        <w:t xml:space="preserve">    echo "Error, el directorio temporal '$DirTmp' no existe."    </w:t>
      </w:r>
    </w:p>
    <w:p w:rsidR="00602787" w:rsidRPr="008A1C6E" w:rsidRDefault="00602787" w:rsidP="00EA558E">
      <w:pPr>
        <w:pStyle w:val="Codigo"/>
        <w:ind w:left="360"/>
        <w:rPr>
          <w:lang w:val="en-US"/>
        </w:rPr>
      </w:pPr>
      <w:r w:rsidRPr="00D704BE">
        <w:t xml:space="preserve">    </w:t>
      </w:r>
      <w:r w:rsidRPr="008A1C6E">
        <w:rPr>
          <w:lang w:val="en-US"/>
        </w:rPr>
        <w:t>exit</w:t>
      </w:r>
    </w:p>
    <w:p w:rsidR="00602787" w:rsidRPr="008A1C6E" w:rsidRDefault="00602787" w:rsidP="00EA558E">
      <w:pPr>
        <w:pStyle w:val="Codigo"/>
        <w:ind w:left="360"/>
        <w:rPr>
          <w:lang w:val="en-US"/>
        </w:rPr>
      </w:pPr>
      <w:r w:rsidRPr="008A1C6E">
        <w:rPr>
          <w:lang w:val="en-US"/>
        </w:rPr>
        <w:t>fi</w:t>
      </w:r>
    </w:p>
    <w:p w:rsidR="00602787" w:rsidRPr="008A1C6E" w:rsidRDefault="00602787" w:rsidP="00EA558E">
      <w:pPr>
        <w:pStyle w:val="Codigo"/>
        <w:ind w:left="360"/>
        <w:rPr>
          <w:lang w:val="en-US"/>
        </w:rPr>
      </w:pPr>
      <w:r w:rsidRPr="008A1C6E">
        <w:rPr>
          <w:lang w:val="en-US"/>
        </w:rPr>
        <w:t xml:space="preserve"> </w:t>
      </w:r>
    </w:p>
    <w:p w:rsidR="00602787" w:rsidRPr="008A1C6E" w:rsidRDefault="00602787" w:rsidP="00EA558E">
      <w:pPr>
        <w:pStyle w:val="Codigo"/>
        <w:ind w:left="360"/>
        <w:rPr>
          <w:lang w:val="en-US"/>
        </w:rPr>
      </w:pPr>
      <w:r w:rsidRPr="008A1C6E">
        <w:rPr>
          <w:lang w:val="en-US"/>
        </w:rPr>
        <w:t>if [ ! -d "$DirBackup" ]; then</w:t>
      </w:r>
    </w:p>
    <w:p w:rsidR="00602787" w:rsidRPr="00D704BE" w:rsidRDefault="00602787" w:rsidP="00EA558E">
      <w:pPr>
        <w:pStyle w:val="Codigo"/>
        <w:ind w:left="360"/>
      </w:pPr>
      <w:r w:rsidRPr="008A1C6E">
        <w:rPr>
          <w:lang w:val="en-US"/>
        </w:rPr>
        <w:t xml:space="preserve">    </w:t>
      </w:r>
      <w:r w:rsidRPr="00D704BE">
        <w:t>echo "Error, el directorio para las copias '$DirBackup' no existe."</w:t>
      </w:r>
    </w:p>
    <w:p w:rsidR="00602787" w:rsidRPr="00D704BE" w:rsidRDefault="00602787" w:rsidP="00EA558E">
      <w:pPr>
        <w:pStyle w:val="Codigo"/>
        <w:ind w:left="360"/>
      </w:pPr>
      <w:r w:rsidRPr="00D704BE">
        <w:t xml:space="preserve">    exit</w:t>
      </w:r>
    </w:p>
    <w:p w:rsidR="00602787" w:rsidRPr="00D704BE" w:rsidRDefault="00602787" w:rsidP="00EA558E">
      <w:pPr>
        <w:pStyle w:val="Codigo"/>
        <w:ind w:left="360"/>
      </w:pPr>
      <w:r w:rsidRPr="00D704BE">
        <w:t>fi</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xml:space="preserve"># Crear archivo SQL con estructura y datos de la base de datos MySql   </w:t>
      </w:r>
    </w:p>
    <w:p w:rsidR="00602787" w:rsidRPr="00EA558E" w:rsidRDefault="00602787" w:rsidP="00EA558E">
      <w:pPr>
        <w:pStyle w:val="Codigo"/>
        <w:ind w:left="360"/>
        <w:rPr>
          <w:lang w:val="en-US"/>
        </w:rPr>
      </w:pPr>
      <w:r w:rsidRPr="00EA558E">
        <w:rPr>
          <w:lang w:val="en-US"/>
        </w:rPr>
        <w:t>$MySqlDump_cmd -u $DbUser --host $DbHost --password=$DbPass $DbName &gt; $FileTmpBackup</w:t>
      </w:r>
    </w:p>
    <w:p w:rsidR="00602787" w:rsidRPr="00D704BE" w:rsidRDefault="00602787" w:rsidP="00EA558E">
      <w:pPr>
        <w:pStyle w:val="Codigo"/>
        <w:ind w:left="360"/>
      </w:pPr>
      <w:r w:rsidRPr="00D704BE">
        <w:t>chmod 777 $FileTmpBackup</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Comprime el script de backup de la base de datos MySql</w:t>
      </w:r>
    </w:p>
    <w:p w:rsidR="00602787" w:rsidRPr="00EA558E" w:rsidRDefault="00602787" w:rsidP="00EA558E">
      <w:pPr>
        <w:pStyle w:val="Codigo"/>
        <w:ind w:left="360"/>
        <w:rPr>
          <w:lang w:val="en-US"/>
        </w:rPr>
      </w:pPr>
      <w:r w:rsidRPr="00EA558E">
        <w:rPr>
          <w:lang w:val="en-US"/>
        </w:rPr>
        <w:t xml:space="preserve">$Tar_cmd czvf $FileBackup $FileTmpBackup &amp;&gt; /dev/null </w:t>
      </w:r>
    </w:p>
    <w:p w:rsidR="00602787" w:rsidRPr="00D704BE" w:rsidRDefault="00602787" w:rsidP="00EA558E">
      <w:pPr>
        <w:pStyle w:val="Codigo"/>
        <w:ind w:left="360"/>
      </w:pPr>
      <w:r w:rsidRPr="00D704BE">
        <w:t xml:space="preserve">rm $FileTmpBackup </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Borra los backups antiguos</w:t>
      </w:r>
    </w:p>
    <w:p w:rsidR="00602787" w:rsidRPr="00D704BE" w:rsidRDefault="00602787" w:rsidP="00EA558E">
      <w:pPr>
        <w:pStyle w:val="Codigo"/>
        <w:ind w:left="360"/>
      </w:pPr>
      <w:r w:rsidRPr="00D704BE">
        <w:t>echo "Realizado limpieza de backups antiguos..."</w:t>
      </w:r>
    </w:p>
    <w:p w:rsidR="00602787" w:rsidRPr="00D704BE" w:rsidRDefault="00602787" w:rsidP="00EA558E">
      <w:pPr>
        <w:pStyle w:val="Codigo"/>
        <w:ind w:left="360"/>
      </w:pPr>
      <w:r w:rsidRPr="00D704BE">
        <w:t xml:space="preserve"> </w:t>
      </w:r>
    </w:p>
    <w:p w:rsidR="00602787" w:rsidRPr="008A1C6E" w:rsidRDefault="00602787" w:rsidP="00EA558E">
      <w:pPr>
        <w:pStyle w:val="Codigo"/>
        <w:ind w:left="360"/>
        <w:rPr>
          <w:lang w:val="en-US"/>
        </w:rPr>
      </w:pPr>
      <w:r w:rsidRPr="008A1C6E">
        <w:rPr>
          <w:lang w:val="en-US"/>
        </w:rPr>
        <w:t>find $DirBackup -name '*.tgz' | sort -r &gt; $BackupsFilePath</w:t>
      </w:r>
    </w:p>
    <w:p w:rsidR="00602787" w:rsidRPr="008A1C6E" w:rsidRDefault="00602787" w:rsidP="00EA558E">
      <w:pPr>
        <w:pStyle w:val="Codigo"/>
        <w:ind w:left="360"/>
        <w:rPr>
          <w:lang w:val="en-US"/>
        </w:rPr>
      </w:pPr>
      <w:r w:rsidRPr="008A1C6E">
        <w:rPr>
          <w:lang w:val="en-US"/>
        </w:rPr>
        <w:t>chmod 777 $BackupsFilePath</w:t>
      </w:r>
    </w:p>
    <w:p w:rsidR="00602787" w:rsidRPr="008A1C6E" w:rsidRDefault="00602787" w:rsidP="00EA558E">
      <w:pPr>
        <w:pStyle w:val="Codigo"/>
        <w:ind w:left="360"/>
        <w:rPr>
          <w:lang w:val="en-US"/>
        </w:rPr>
      </w:pPr>
      <w:r w:rsidRPr="008A1C6E">
        <w:rPr>
          <w:lang w:val="en-US"/>
        </w:rPr>
        <w:t xml:space="preserve"> </w:t>
      </w:r>
    </w:p>
    <w:p w:rsidR="00602787" w:rsidRPr="008A1C6E" w:rsidRDefault="00602787" w:rsidP="00EA558E">
      <w:pPr>
        <w:pStyle w:val="Codigo"/>
        <w:ind w:left="360"/>
        <w:rPr>
          <w:lang w:val="en-US"/>
        </w:rPr>
      </w:pPr>
      <w:r w:rsidRPr="008A1C6E">
        <w:rPr>
          <w:lang w:val="en-US"/>
        </w:rPr>
        <w:t>i=1</w:t>
      </w:r>
    </w:p>
    <w:p w:rsidR="00602787" w:rsidRPr="008A1C6E" w:rsidRDefault="00602787" w:rsidP="00EA558E">
      <w:pPr>
        <w:pStyle w:val="Codigo"/>
        <w:ind w:left="360"/>
        <w:rPr>
          <w:lang w:val="en-US"/>
        </w:rPr>
      </w:pPr>
      <w:r w:rsidRPr="008A1C6E">
        <w:rPr>
          <w:lang w:val="en-US"/>
        </w:rPr>
        <w:t xml:space="preserve"> </w:t>
      </w:r>
    </w:p>
    <w:p w:rsidR="00602787" w:rsidRPr="008A1C6E" w:rsidRDefault="00602787" w:rsidP="00EA558E">
      <w:pPr>
        <w:pStyle w:val="Codigo"/>
        <w:ind w:left="360"/>
        <w:rPr>
          <w:lang w:val="en-US"/>
        </w:rPr>
      </w:pPr>
      <w:r w:rsidRPr="008A1C6E">
        <w:rPr>
          <w:lang w:val="en-US"/>
        </w:rPr>
        <w:t xml:space="preserve">while read file; do        </w:t>
      </w:r>
    </w:p>
    <w:p w:rsidR="00602787" w:rsidRPr="008A1C6E" w:rsidRDefault="00602787" w:rsidP="00EA558E">
      <w:pPr>
        <w:pStyle w:val="Codigo"/>
        <w:ind w:left="360"/>
        <w:rPr>
          <w:lang w:val="en-US"/>
        </w:rPr>
      </w:pPr>
      <w:r w:rsidRPr="008A1C6E">
        <w:rPr>
          <w:lang w:val="en-US"/>
        </w:rPr>
        <w:t xml:space="preserve">    if [ $i -gt $MaxBackups  ]; then</w:t>
      </w:r>
    </w:p>
    <w:p w:rsidR="00602787" w:rsidRPr="008A1C6E" w:rsidRDefault="00602787" w:rsidP="00EA558E">
      <w:pPr>
        <w:pStyle w:val="Codigo"/>
        <w:ind w:left="360"/>
        <w:rPr>
          <w:lang w:val="en-US"/>
        </w:rPr>
      </w:pPr>
      <w:r w:rsidRPr="008A1C6E">
        <w:rPr>
          <w:lang w:val="en-US"/>
        </w:rPr>
        <w:t xml:space="preserve">        echo "Eliminando backup antiguo: $file "</w:t>
      </w:r>
    </w:p>
    <w:p w:rsidR="00602787" w:rsidRPr="008A1C6E" w:rsidRDefault="00602787" w:rsidP="00EA558E">
      <w:pPr>
        <w:pStyle w:val="Codigo"/>
        <w:ind w:left="360"/>
        <w:rPr>
          <w:lang w:val="en-US"/>
        </w:rPr>
      </w:pPr>
      <w:r w:rsidRPr="008A1C6E">
        <w:rPr>
          <w:lang w:val="en-US"/>
        </w:rPr>
        <w:t xml:space="preserve">        chmod 777 $file</w:t>
      </w:r>
    </w:p>
    <w:p w:rsidR="00602787" w:rsidRPr="008A1C6E" w:rsidRDefault="00602787" w:rsidP="00EA558E">
      <w:pPr>
        <w:pStyle w:val="Codigo"/>
        <w:ind w:left="360"/>
        <w:rPr>
          <w:lang w:val="en-US"/>
        </w:rPr>
      </w:pPr>
      <w:r w:rsidRPr="008A1C6E">
        <w:rPr>
          <w:lang w:val="en-US"/>
        </w:rPr>
        <w:t xml:space="preserve">        rm $file</w:t>
      </w:r>
    </w:p>
    <w:p w:rsidR="00602787" w:rsidRPr="008A1C6E" w:rsidRDefault="00602787" w:rsidP="00EA558E">
      <w:pPr>
        <w:pStyle w:val="Codigo"/>
        <w:ind w:left="360"/>
        <w:rPr>
          <w:lang w:val="en-US"/>
        </w:rPr>
      </w:pPr>
      <w:r w:rsidRPr="008A1C6E">
        <w:rPr>
          <w:lang w:val="en-US"/>
        </w:rPr>
        <w:t xml:space="preserve">    fi</w:t>
      </w:r>
    </w:p>
    <w:p w:rsidR="00602787" w:rsidRPr="008A1C6E" w:rsidRDefault="00602787" w:rsidP="00EA558E">
      <w:pPr>
        <w:pStyle w:val="Codigo"/>
        <w:ind w:left="360"/>
        <w:rPr>
          <w:lang w:val="en-US"/>
        </w:rPr>
      </w:pPr>
      <w:r w:rsidRPr="008A1C6E">
        <w:rPr>
          <w:lang w:val="en-US"/>
        </w:rPr>
        <w:t xml:space="preserve"> </w:t>
      </w:r>
    </w:p>
    <w:p w:rsidR="00602787" w:rsidRPr="008A1C6E" w:rsidRDefault="00602787" w:rsidP="00EA558E">
      <w:pPr>
        <w:pStyle w:val="Codigo"/>
        <w:ind w:left="360"/>
        <w:rPr>
          <w:lang w:val="en-US"/>
        </w:rPr>
      </w:pPr>
      <w:r w:rsidRPr="008A1C6E">
        <w:rPr>
          <w:lang w:val="en-US"/>
        </w:rPr>
        <w:t xml:space="preserve">    i=`expr $i + 1`                </w:t>
      </w:r>
    </w:p>
    <w:p w:rsidR="00602787" w:rsidRPr="00EA558E" w:rsidRDefault="00602787" w:rsidP="00EA558E">
      <w:pPr>
        <w:pStyle w:val="Codigo"/>
        <w:ind w:left="360"/>
      </w:pPr>
      <w:r w:rsidRPr="00EA558E">
        <w:t>done &lt; $BackupsFilePath</w:t>
      </w:r>
    </w:p>
    <w:p w:rsidR="00602787" w:rsidRPr="00EA558E" w:rsidRDefault="00602787" w:rsidP="00EA558E">
      <w:pPr>
        <w:pStyle w:val="Codigo"/>
        <w:ind w:left="360"/>
      </w:pPr>
      <w:r w:rsidRPr="00EA558E">
        <w:t xml:space="preserve"> </w:t>
      </w:r>
    </w:p>
    <w:p w:rsidR="00602787" w:rsidRPr="00D704BE" w:rsidRDefault="00602787" w:rsidP="00EA558E">
      <w:pPr>
        <w:pStyle w:val="Codigo"/>
        <w:ind w:left="360"/>
      </w:pPr>
      <w:r w:rsidRPr="00D704BE">
        <w:t>rm $BackupsFilePath</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 Envío del backup al servidor remoto si la función esta activada</w:t>
      </w:r>
    </w:p>
    <w:p w:rsidR="00602787" w:rsidRPr="008A1C6E" w:rsidRDefault="00602787" w:rsidP="00EA558E">
      <w:pPr>
        <w:pStyle w:val="Codigo"/>
        <w:ind w:left="360"/>
        <w:rPr>
          <w:lang w:val="en-US"/>
        </w:rPr>
      </w:pPr>
      <w:r w:rsidRPr="008A1C6E">
        <w:rPr>
          <w:lang w:val="en-US"/>
        </w:rPr>
        <w:t>if [ $ENABLED_REMOTE_BACKUP_SSH = 1 ]; then</w:t>
      </w:r>
    </w:p>
    <w:p w:rsidR="00602787" w:rsidRPr="00D704BE" w:rsidRDefault="00602787" w:rsidP="00EA558E">
      <w:pPr>
        <w:pStyle w:val="Codigo"/>
        <w:ind w:left="360"/>
      </w:pPr>
      <w:r w:rsidRPr="008A1C6E">
        <w:rPr>
          <w:lang w:val="en-US"/>
        </w:rPr>
        <w:t xml:space="preserve">       </w:t>
      </w:r>
      <w:r w:rsidRPr="00D704BE">
        <w:t>echo "Copiando backup al servidor remoto..."</w:t>
      </w:r>
    </w:p>
    <w:p w:rsidR="00602787" w:rsidRPr="00D704BE" w:rsidRDefault="00602787" w:rsidP="00EA558E">
      <w:pPr>
        <w:pStyle w:val="Codigo"/>
        <w:ind w:left="360"/>
      </w:pPr>
    </w:p>
    <w:p w:rsidR="00602787" w:rsidRPr="008A1C6E" w:rsidRDefault="00602787" w:rsidP="00EA558E">
      <w:pPr>
        <w:pStyle w:val="Codigo"/>
        <w:ind w:left="360"/>
        <w:rPr>
          <w:lang w:val="en-US"/>
        </w:rPr>
      </w:pPr>
      <w:r w:rsidRPr="00D704BE">
        <w:t xml:space="preserve">      </w:t>
      </w:r>
      <w:r w:rsidRPr="008A1C6E">
        <w:rPr>
          <w:lang w:val="en-US"/>
        </w:rPr>
        <w:t xml:space="preserve">$LOCAL_SCP_CMD -P $PORT_REMOTE_SSH \ </w:t>
      </w:r>
    </w:p>
    <w:p w:rsidR="00602787" w:rsidRPr="008A1C6E" w:rsidRDefault="00602787" w:rsidP="00EA558E">
      <w:pPr>
        <w:pStyle w:val="Codigo"/>
        <w:ind w:left="360"/>
        <w:rPr>
          <w:lang w:val="en-US"/>
        </w:rPr>
      </w:pPr>
      <w:r w:rsidRPr="008A1C6E">
        <w:rPr>
          <w:lang w:val="en-US"/>
        </w:rPr>
        <w:t xml:space="preserve">      -i $CLAVE_SSH $LOCAL_FILE_SSH \ </w:t>
      </w:r>
    </w:p>
    <w:p w:rsidR="00602787" w:rsidRPr="008A1C6E" w:rsidRDefault="00602787" w:rsidP="00EA558E">
      <w:pPr>
        <w:pStyle w:val="Codigo"/>
        <w:ind w:left="360"/>
        <w:rPr>
          <w:lang w:val="en-US"/>
        </w:rPr>
      </w:pPr>
      <w:r w:rsidRPr="008A1C6E">
        <w:rPr>
          <w:lang w:val="en-US"/>
        </w:rPr>
        <w:t xml:space="preserve">      $USER_SSH@$IP_REMOTE_SSH:$REMOTE_FILE_SSH</w:t>
      </w:r>
    </w:p>
    <w:p w:rsidR="00602787" w:rsidRPr="00D704BE" w:rsidRDefault="00602787" w:rsidP="00EA558E">
      <w:pPr>
        <w:pStyle w:val="Codigo"/>
        <w:ind w:left="360"/>
      </w:pPr>
      <w:r w:rsidRPr="00D704BE">
        <w:t>fi</w:t>
      </w:r>
    </w:p>
    <w:p w:rsidR="00602787" w:rsidRPr="00D704BE" w:rsidRDefault="00602787" w:rsidP="00EA558E">
      <w:pPr>
        <w:pStyle w:val="Codigo"/>
        <w:ind w:left="360"/>
      </w:pPr>
      <w:r w:rsidRPr="00D704BE">
        <w:t xml:space="preserve"> </w:t>
      </w:r>
    </w:p>
    <w:p w:rsidR="00602787" w:rsidRPr="00D704BE" w:rsidRDefault="00602787" w:rsidP="00EA558E">
      <w:pPr>
        <w:pStyle w:val="Codigo"/>
        <w:ind w:left="360"/>
      </w:pPr>
      <w:r w:rsidRPr="00D704BE">
        <w:t>echo "</w:t>
      </w:r>
      <w:r>
        <w:t>Se ha completado el</w:t>
      </w:r>
      <w:r w:rsidRPr="00D704BE">
        <w:t xml:space="preserve"> backup de la base de Datos MySql."</w:t>
      </w:r>
    </w:p>
    <w:p w:rsidR="00602787" w:rsidRDefault="00602787" w:rsidP="00EA558E">
      <w:pPr>
        <w:rPr>
          <w:lang w:val="es-ES" w:eastAsia="en-US"/>
        </w:rPr>
      </w:pPr>
    </w:p>
    <w:p w:rsidR="00602787" w:rsidRPr="00EA558E" w:rsidRDefault="00602787">
      <w:pPr>
        <w:rPr>
          <w:lang w:val="es-ES"/>
        </w:rPr>
      </w:pPr>
      <w:bookmarkStart w:id="0" w:name="_GoBack"/>
      <w:bookmarkEnd w:id="0"/>
    </w:p>
    <w:sectPr w:rsidR="00602787" w:rsidRPr="00EA558E" w:rsidSect="00C90DCB">
      <w:head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787" w:rsidRDefault="00602787">
      <w:r>
        <w:separator/>
      </w:r>
    </w:p>
  </w:endnote>
  <w:endnote w:type="continuationSeparator" w:id="0">
    <w:p w:rsidR="00602787" w:rsidRDefault="00602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787" w:rsidRDefault="00602787">
      <w:r>
        <w:separator/>
      </w:r>
    </w:p>
  </w:footnote>
  <w:footnote w:type="continuationSeparator" w:id="0">
    <w:p w:rsidR="00602787" w:rsidRDefault="006027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87" w:rsidRDefault="00602787" w:rsidP="00D95D5A">
    <w:pPr>
      <w:pStyle w:val="Header"/>
      <w:ind w:firstLine="0"/>
    </w:pPr>
    <w:r>
      <w:t>Programación Shell</w:t>
    </w:r>
  </w:p>
  <w:p w:rsidR="00602787" w:rsidRDefault="00602787" w:rsidP="00D95D5A">
    <w:pPr>
      <w:pStyle w:val="Header"/>
      <w:pBdr>
        <w:bottom w:val="single" w:sz="4" w:space="1" w:color="auto"/>
      </w:pBdr>
      <w:tabs>
        <w:tab w:val="right" w:pos="7410"/>
      </w:tabs>
      <w:ind w:firstLine="0"/>
    </w:pPr>
    <w:r>
      <w:t>© RA-MA</w:t>
    </w:r>
    <w:r>
      <w:tab/>
    </w:r>
    <w:r>
      <w:tab/>
      <w:t>www.adminso.es</w:t>
    </w:r>
  </w:p>
  <w:p w:rsidR="00602787" w:rsidRDefault="006027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D51DD"/>
    <w:multiLevelType w:val="hybridMultilevel"/>
    <w:tmpl w:val="A070954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9F32DCF4">
      <w:start w:val="59"/>
      <w:numFmt w:val="decimal"/>
      <w:lvlText w:val="%3"/>
      <w:lvlJc w:val="left"/>
      <w:pPr>
        <w:ind w:left="1980" w:hanging="360"/>
      </w:pPr>
      <w:rPr>
        <w:rFonts w:hint="default"/>
        <w:b w:val="0"/>
        <w:bCs w:val="0"/>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630923B7"/>
    <w:multiLevelType w:val="hybridMultilevel"/>
    <w:tmpl w:val="ACC44890"/>
    <w:lvl w:ilvl="0" w:tplc="0C0A0001">
      <w:start w:val="1"/>
      <w:numFmt w:val="bullet"/>
      <w:lvlText w:val=""/>
      <w:lvlJc w:val="left"/>
      <w:pPr>
        <w:tabs>
          <w:tab w:val="num" w:pos="1429"/>
        </w:tabs>
        <w:ind w:left="1429" w:hanging="360"/>
      </w:pPr>
      <w:rPr>
        <w:rFonts w:ascii="Symbol" w:hAnsi="Symbol" w:cs="Symbol" w:hint="default"/>
      </w:rPr>
    </w:lvl>
    <w:lvl w:ilvl="1" w:tplc="0C0A0003">
      <w:start w:val="1"/>
      <w:numFmt w:val="bullet"/>
      <w:lvlText w:val="o"/>
      <w:lvlJc w:val="left"/>
      <w:pPr>
        <w:tabs>
          <w:tab w:val="num" w:pos="2149"/>
        </w:tabs>
        <w:ind w:left="2149" w:hanging="360"/>
      </w:pPr>
      <w:rPr>
        <w:rFonts w:ascii="Courier New" w:hAnsi="Courier New" w:cs="Courier New" w:hint="default"/>
      </w:rPr>
    </w:lvl>
    <w:lvl w:ilvl="2" w:tplc="0C0A0005">
      <w:start w:val="1"/>
      <w:numFmt w:val="bullet"/>
      <w:lvlText w:val=""/>
      <w:lvlJc w:val="left"/>
      <w:pPr>
        <w:tabs>
          <w:tab w:val="num" w:pos="2869"/>
        </w:tabs>
        <w:ind w:left="2869" w:hanging="360"/>
      </w:pPr>
      <w:rPr>
        <w:rFonts w:ascii="Wingdings" w:hAnsi="Wingdings" w:cs="Wingdings" w:hint="default"/>
      </w:rPr>
    </w:lvl>
    <w:lvl w:ilvl="3" w:tplc="0C0A0001">
      <w:start w:val="1"/>
      <w:numFmt w:val="bullet"/>
      <w:lvlText w:val=""/>
      <w:lvlJc w:val="left"/>
      <w:pPr>
        <w:tabs>
          <w:tab w:val="num" w:pos="3589"/>
        </w:tabs>
        <w:ind w:left="3589" w:hanging="360"/>
      </w:pPr>
      <w:rPr>
        <w:rFonts w:ascii="Symbol" w:hAnsi="Symbol" w:cs="Symbol" w:hint="default"/>
      </w:rPr>
    </w:lvl>
    <w:lvl w:ilvl="4" w:tplc="0C0A0003">
      <w:start w:val="1"/>
      <w:numFmt w:val="bullet"/>
      <w:lvlText w:val="o"/>
      <w:lvlJc w:val="left"/>
      <w:pPr>
        <w:tabs>
          <w:tab w:val="num" w:pos="4309"/>
        </w:tabs>
        <w:ind w:left="4309" w:hanging="360"/>
      </w:pPr>
      <w:rPr>
        <w:rFonts w:ascii="Courier New" w:hAnsi="Courier New" w:cs="Courier New" w:hint="default"/>
      </w:rPr>
    </w:lvl>
    <w:lvl w:ilvl="5" w:tplc="0C0A0005">
      <w:start w:val="1"/>
      <w:numFmt w:val="bullet"/>
      <w:lvlText w:val=""/>
      <w:lvlJc w:val="left"/>
      <w:pPr>
        <w:tabs>
          <w:tab w:val="num" w:pos="5029"/>
        </w:tabs>
        <w:ind w:left="5029" w:hanging="360"/>
      </w:pPr>
      <w:rPr>
        <w:rFonts w:ascii="Wingdings" w:hAnsi="Wingdings" w:cs="Wingdings" w:hint="default"/>
      </w:rPr>
    </w:lvl>
    <w:lvl w:ilvl="6" w:tplc="0C0A0001">
      <w:start w:val="1"/>
      <w:numFmt w:val="bullet"/>
      <w:lvlText w:val=""/>
      <w:lvlJc w:val="left"/>
      <w:pPr>
        <w:tabs>
          <w:tab w:val="num" w:pos="5749"/>
        </w:tabs>
        <w:ind w:left="5749" w:hanging="360"/>
      </w:pPr>
      <w:rPr>
        <w:rFonts w:ascii="Symbol" w:hAnsi="Symbol" w:cs="Symbol" w:hint="default"/>
      </w:rPr>
    </w:lvl>
    <w:lvl w:ilvl="7" w:tplc="0C0A0003">
      <w:start w:val="1"/>
      <w:numFmt w:val="bullet"/>
      <w:lvlText w:val="o"/>
      <w:lvlJc w:val="left"/>
      <w:pPr>
        <w:tabs>
          <w:tab w:val="num" w:pos="6469"/>
        </w:tabs>
        <w:ind w:left="6469" w:hanging="360"/>
      </w:pPr>
      <w:rPr>
        <w:rFonts w:ascii="Courier New" w:hAnsi="Courier New" w:cs="Courier New" w:hint="default"/>
      </w:rPr>
    </w:lvl>
    <w:lvl w:ilvl="8" w:tplc="0C0A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558E"/>
    <w:rsid w:val="00085AB5"/>
    <w:rsid w:val="001148CE"/>
    <w:rsid w:val="00114F13"/>
    <w:rsid w:val="001332A3"/>
    <w:rsid w:val="00155109"/>
    <w:rsid w:val="001C242E"/>
    <w:rsid w:val="002921AA"/>
    <w:rsid w:val="0031462B"/>
    <w:rsid w:val="00373523"/>
    <w:rsid w:val="00392F82"/>
    <w:rsid w:val="003C1602"/>
    <w:rsid w:val="003E358D"/>
    <w:rsid w:val="003F5E03"/>
    <w:rsid w:val="004443CD"/>
    <w:rsid w:val="00602787"/>
    <w:rsid w:val="006C28E3"/>
    <w:rsid w:val="006E7C78"/>
    <w:rsid w:val="00740B20"/>
    <w:rsid w:val="0075783F"/>
    <w:rsid w:val="00881F3B"/>
    <w:rsid w:val="008A1C6E"/>
    <w:rsid w:val="009704BD"/>
    <w:rsid w:val="00AA3B15"/>
    <w:rsid w:val="00BD1A3F"/>
    <w:rsid w:val="00C90DCB"/>
    <w:rsid w:val="00CB3D37"/>
    <w:rsid w:val="00D64B60"/>
    <w:rsid w:val="00D704BE"/>
    <w:rsid w:val="00D95D5A"/>
    <w:rsid w:val="00E50DDC"/>
    <w:rsid w:val="00E660EB"/>
    <w:rsid w:val="00E95D6D"/>
    <w:rsid w:val="00EA558E"/>
    <w:rsid w:val="00F04F07"/>
    <w:rsid w:val="00F95420"/>
    <w:rsid w:val="00FB5E60"/>
    <w:rsid w:val="00FD75B1"/>
    <w:rsid w:val="00FF393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58E"/>
    <w:pPr>
      <w:ind w:firstLine="709"/>
      <w:jc w:val="both"/>
    </w:pPr>
    <w:rPr>
      <w:rFonts w:ascii="Times New Roman" w:eastAsia="Times New Roman" w:hAnsi="Times New Roman"/>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A558E"/>
    <w:pPr>
      <w:spacing w:after="200"/>
      <w:ind w:left="720" w:firstLine="0"/>
      <w:jc w:val="left"/>
    </w:pPr>
    <w:rPr>
      <w:rFonts w:eastAsia="Calibri"/>
      <w:sz w:val="20"/>
      <w:szCs w:val="20"/>
      <w:lang w:eastAsia="en-US"/>
    </w:rPr>
  </w:style>
  <w:style w:type="character" w:customStyle="1" w:styleId="CodigoCar">
    <w:name w:val="Codigo Car"/>
    <w:link w:val="Codigo"/>
    <w:uiPriority w:val="99"/>
    <w:locked/>
    <w:rsid w:val="00EA558E"/>
    <w:rPr>
      <w:rFonts w:ascii="Courier" w:eastAsia="Times New Roman" w:hAnsi="Courier" w:cs="Courier"/>
      <w:sz w:val="18"/>
      <w:szCs w:val="18"/>
      <w:shd w:val="clear" w:color="auto" w:fill="D9D9D9"/>
    </w:rPr>
  </w:style>
  <w:style w:type="paragraph" w:customStyle="1" w:styleId="Codigo">
    <w:name w:val="Codigo"/>
    <w:basedOn w:val="Normal"/>
    <w:link w:val="CodigoCar"/>
    <w:uiPriority w:val="99"/>
    <w:rsid w:val="00EA558E"/>
    <w:pPr>
      <w:widowControl w:val="0"/>
      <w:shd w:val="clear" w:color="auto" w:fill="D9D9D9"/>
      <w:autoSpaceDE w:val="0"/>
      <w:autoSpaceDN w:val="0"/>
      <w:adjustRightInd w:val="0"/>
      <w:ind w:left="567" w:firstLine="0"/>
      <w:jc w:val="left"/>
    </w:pPr>
    <w:rPr>
      <w:rFonts w:ascii="Courier" w:eastAsia="Calibri" w:hAnsi="Courier" w:cs="Courier"/>
      <w:sz w:val="18"/>
      <w:szCs w:val="18"/>
      <w:lang w:val="es-ES"/>
    </w:rPr>
  </w:style>
  <w:style w:type="paragraph" w:customStyle="1" w:styleId="Textocorrido">
    <w:name w:val="Texto corrido"/>
    <w:basedOn w:val="Normal"/>
    <w:link w:val="TextocorridoCar"/>
    <w:uiPriority w:val="99"/>
    <w:rsid w:val="00EA558E"/>
    <w:pPr>
      <w:spacing w:after="240"/>
    </w:pPr>
    <w:rPr>
      <w:sz w:val="20"/>
      <w:szCs w:val="20"/>
    </w:rPr>
  </w:style>
  <w:style w:type="character" w:customStyle="1" w:styleId="TextocorridoCar">
    <w:name w:val="Texto corrido Car"/>
    <w:link w:val="Textocorrido"/>
    <w:uiPriority w:val="99"/>
    <w:locked/>
    <w:rsid w:val="00EA558E"/>
    <w:rPr>
      <w:rFonts w:ascii="Times New Roman" w:hAnsi="Times New Roman" w:cs="Times New Roman"/>
      <w:sz w:val="24"/>
      <w:szCs w:val="24"/>
      <w:lang w:val="es-ES_tradnl" w:eastAsia="es-ES"/>
    </w:rPr>
  </w:style>
  <w:style w:type="paragraph" w:styleId="BalloonText">
    <w:name w:val="Balloon Text"/>
    <w:basedOn w:val="Normal"/>
    <w:link w:val="BalloonTextChar"/>
    <w:uiPriority w:val="99"/>
    <w:semiHidden/>
    <w:rsid w:val="00EA558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558E"/>
    <w:rPr>
      <w:rFonts w:ascii="Tahoma" w:hAnsi="Tahoma" w:cs="Tahoma"/>
      <w:sz w:val="16"/>
      <w:szCs w:val="16"/>
      <w:lang w:val="es-ES_tradnl" w:eastAsia="es-ES"/>
    </w:rPr>
  </w:style>
  <w:style w:type="paragraph" w:styleId="Header">
    <w:name w:val="header"/>
    <w:basedOn w:val="Normal"/>
    <w:link w:val="HeaderChar1"/>
    <w:uiPriority w:val="99"/>
    <w:rsid w:val="00D95D5A"/>
    <w:pPr>
      <w:tabs>
        <w:tab w:val="center" w:pos="4252"/>
        <w:tab w:val="right" w:pos="8504"/>
      </w:tabs>
    </w:pPr>
  </w:style>
  <w:style w:type="character" w:customStyle="1" w:styleId="HeaderChar">
    <w:name w:val="Header Char"/>
    <w:basedOn w:val="DefaultParagraphFont"/>
    <w:link w:val="Header"/>
    <w:uiPriority w:val="99"/>
    <w:semiHidden/>
    <w:rsid w:val="004329AD"/>
    <w:rPr>
      <w:rFonts w:ascii="Times New Roman" w:eastAsia="Times New Roman" w:hAnsi="Times New Roman"/>
      <w:lang w:val="es-ES_tradnl"/>
    </w:rPr>
  </w:style>
  <w:style w:type="paragraph" w:styleId="Footer">
    <w:name w:val="footer"/>
    <w:basedOn w:val="Normal"/>
    <w:link w:val="FooterChar"/>
    <w:uiPriority w:val="99"/>
    <w:rsid w:val="00D95D5A"/>
    <w:pPr>
      <w:tabs>
        <w:tab w:val="center" w:pos="4252"/>
        <w:tab w:val="right" w:pos="8504"/>
      </w:tabs>
    </w:pPr>
  </w:style>
  <w:style w:type="character" w:customStyle="1" w:styleId="FooterChar">
    <w:name w:val="Footer Char"/>
    <w:basedOn w:val="DefaultParagraphFont"/>
    <w:link w:val="Footer"/>
    <w:uiPriority w:val="99"/>
    <w:semiHidden/>
    <w:rsid w:val="004329AD"/>
    <w:rPr>
      <w:rFonts w:ascii="Times New Roman" w:eastAsia="Times New Roman" w:hAnsi="Times New Roman"/>
      <w:lang w:val="es-ES_tradnl"/>
    </w:rPr>
  </w:style>
  <w:style w:type="character" w:customStyle="1" w:styleId="HeaderChar1">
    <w:name w:val="Header Char1"/>
    <w:link w:val="Header"/>
    <w:uiPriority w:val="99"/>
    <w:locked/>
    <w:rsid w:val="00D95D5A"/>
    <w:rPr>
      <w:rFonts w:eastAsia="Times New Roman"/>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514878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3106</Words>
  <Characters>17083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dc:creator>
  <cp:keywords/>
  <dc:description/>
  <cp:lastModifiedBy>agualdulce</cp:lastModifiedBy>
  <cp:revision>2</cp:revision>
  <dcterms:created xsi:type="dcterms:W3CDTF">2011-09-15T17:09:00Z</dcterms:created>
  <dcterms:modified xsi:type="dcterms:W3CDTF">2011-10-03T11:14:00Z</dcterms:modified>
</cp:coreProperties>
</file>